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F6650" w14:textId="77777777" w:rsidR="003054B9" w:rsidRDefault="00591897" w:rsidP="0088198A">
      <w:pPr>
        <w:ind w:left="-709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ab/>
      </w:r>
    </w:p>
    <w:p w14:paraId="311D9D65" w14:textId="7AB9416A" w:rsidR="001A73FC" w:rsidRPr="000B1326" w:rsidRDefault="001A73FC" w:rsidP="0088198A">
      <w:pPr>
        <w:ind w:left="-709"/>
        <w:jc w:val="center"/>
        <w:rPr>
          <w:rFonts w:cs="Arial"/>
          <w:b/>
          <w:sz w:val="24"/>
        </w:rPr>
      </w:pPr>
      <w:r w:rsidRPr="000B1326">
        <w:rPr>
          <w:rFonts w:cs="Arial"/>
          <w:b/>
          <w:sz w:val="24"/>
        </w:rPr>
        <w:t xml:space="preserve">REGIONE </w:t>
      </w:r>
      <w:r w:rsidR="0088198A" w:rsidRPr="000B1326">
        <w:rPr>
          <w:rFonts w:cs="Arial"/>
          <w:b/>
          <w:sz w:val="24"/>
        </w:rPr>
        <w:t>SARDEGNA -</w:t>
      </w:r>
      <w:r w:rsidRPr="000B1326">
        <w:rPr>
          <w:rFonts w:cs="Arial"/>
          <w:b/>
          <w:sz w:val="24"/>
        </w:rPr>
        <w:t xml:space="preserve"> PON IOG PAR SARDEGNA</w:t>
      </w:r>
      <w:r w:rsidR="0088198A" w:rsidRPr="000B1326">
        <w:rPr>
          <w:rFonts w:cs="Arial"/>
          <w:b/>
          <w:sz w:val="24"/>
        </w:rPr>
        <w:t xml:space="preserve"> II FASE</w:t>
      </w:r>
    </w:p>
    <w:p w14:paraId="582BFE90" w14:textId="32F1B8FA" w:rsidR="001A73FC" w:rsidRPr="009B6F9E" w:rsidRDefault="008B0047" w:rsidP="0088198A">
      <w:pPr>
        <w:ind w:left="-709"/>
        <w:jc w:val="center"/>
        <w:rPr>
          <w:rFonts w:cs="Arial"/>
          <w:b/>
          <w:sz w:val="24"/>
        </w:rPr>
      </w:pPr>
      <w:r w:rsidRPr="009B6F9E">
        <w:rPr>
          <w:rFonts w:cs="Arial"/>
          <w:b/>
          <w:sz w:val="24"/>
        </w:rPr>
        <w:t>MODELLO 1</w:t>
      </w:r>
      <w:r w:rsidR="00224563" w:rsidRPr="009B6F9E">
        <w:rPr>
          <w:rFonts w:cs="Arial"/>
          <w:b/>
          <w:sz w:val="24"/>
        </w:rPr>
        <w:t xml:space="preserve"> </w:t>
      </w:r>
      <w:r w:rsidR="0088198A" w:rsidRPr="009B6F9E">
        <w:rPr>
          <w:rFonts w:cs="Arial"/>
          <w:b/>
          <w:sz w:val="24"/>
        </w:rPr>
        <w:t>- SCHEDA</w:t>
      </w:r>
      <w:r w:rsidRPr="009B6F9E">
        <w:rPr>
          <w:rFonts w:cs="Arial"/>
          <w:b/>
          <w:sz w:val="24"/>
        </w:rPr>
        <w:t xml:space="preserve"> 1B - CONTROLLO IN LOCO EX POST</w:t>
      </w:r>
    </w:p>
    <w:p w14:paraId="2AD1B01B" w14:textId="77777777" w:rsidR="001A73FC" w:rsidRPr="009B6F9E" w:rsidRDefault="00DC10F2" w:rsidP="000B1326">
      <w:pPr>
        <w:ind w:left="-709"/>
        <w:jc w:val="center"/>
        <w:rPr>
          <w:rFonts w:cs="Arial"/>
          <w:b/>
          <w:sz w:val="24"/>
        </w:rPr>
      </w:pPr>
      <w:r w:rsidRPr="009B6F9E">
        <w:rPr>
          <w:rFonts w:cs="Arial"/>
          <w:b/>
          <w:sz w:val="24"/>
        </w:rPr>
        <w:t>ASSE_____</w:t>
      </w:r>
    </w:p>
    <w:p w14:paraId="495DD4D3" w14:textId="0C37D503" w:rsidR="008023EE" w:rsidRPr="009B6F9E" w:rsidRDefault="008023EE" w:rsidP="0088198A">
      <w:pPr>
        <w:spacing w:line="360" w:lineRule="exact"/>
        <w:ind w:left="-709"/>
        <w:jc w:val="center"/>
        <w:rPr>
          <w:b/>
          <w:i/>
          <w:szCs w:val="20"/>
        </w:rPr>
      </w:pPr>
      <w:r w:rsidRPr="009B6F9E">
        <w:rPr>
          <w:b/>
          <w:i/>
          <w:szCs w:val="20"/>
        </w:rPr>
        <w:t>VERBALE</w:t>
      </w:r>
      <w:r w:rsidR="0088198A" w:rsidRPr="009B6F9E">
        <w:rPr>
          <w:b/>
          <w:i/>
          <w:szCs w:val="20"/>
        </w:rPr>
        <w:t>/CHECK LIST</w:t>
      </w:r>
      <w:r w:rsidRPr="009B6F9E">
        <w:rPr>
          <w:b/>
          <w:i/>
          <w:szCs w:val="20"/>
        </w:rPr>
        <w:t xml:space="preserve"> DI VERIFICA ISPETTIVA IN LOCO</w:t>
      </w:r>
      <w:r w:rsidR="0088198A" w:rsidRPr="009B6F9E">
        <w:rPr>
          <w:b/>
          <w:i/>
          <w:szCs w:val="20"/>
        </w:rPr>
        <w:t xml:space="preserve"> EX POST</w:t>
      </w:r>
    </w:p>
    <w:p w14:paraId="2FBA7467" w14:textId="77777777" w:rsidR="008023EE" w:rsidRPr="009B6F9E" w:rsidRDefault="008023EE" w:rsidP="0088198A">
      <w:pPr>
        <w:spacing w:line="360" w:lineRule="exact"/>
        <w:ind w:left="-709"/>
        <w:jc w:val="center"/>
        <w:rPr>
          <w:rFonts w:cs="Arial"/>
          <w:b/>
          <w:i/>
          <w:szCs w:val="20"/>
        </w:rPr>
      </w:pPr>
      <w:r w:rsidRPr="009B6F9E">
        <w:rPr>
          <w:rFonts w:cs="Arial"/>
          <w:b/>
          <w:i/>
          <w:szCs w:val="20"/>
        </w:rPr>
        <w:t>Controlli eseguiti ai sensi dell’art. 125, par. 4, lett. A, Reg CE 1303/2013</w:t>
      </w:r>
    </w:p>
    <w:p w14:paraId="1F104D6A" w14:textId="4103F137" w:rsidR="00E25725" w:rsidRPr="009B6F9E" w:rsidRDefault="00FA3474" w:rsidP="004961B3">
      <w:pPr>
        <w:spacing w:before="120" w:after="120" w:line="360" w:lineRule="exact"/>
        <w:ind w:left="-709"/>
        <w:jc w:val="both"/>
        <w:rPr>
          <w:rFonts w:cs="Arial"/>
        </w:rPr>
      </w:pPr>
      <w:r>
        <w:rPr>
          <w:rFonts w:cs="Arial"/>
        </w:rPr>
        <w:t>I</w:t>
      </w:r>
      <w:r w:rsidR="00E25725" w:rsidRPr="009B6F9E">
        <w:rPr>
          <w:rFonts w:cs="Arial"/>
        </w:rPr>
        <w:t xml:space="preserve"> sottoscritti incaricat</w:t>
      </w:r>
      <w:r>
        <w:rPr>
          <w:rFonts w:cs="Arial"/>
        </w:rPr>
        <w:t xml:space="preserve">i </w:t>
      </w:r>
      <w:r w:rsidR="00E25725" w:rsidRPr="009B6F9E">
        <w:rPr>
          <w:rFonts w:cs="Arial"/>
        </w:rPr>
        <w:t>della visita</w:t>
      </w:r>
      <w:r w:rsidR="009F49E0" w:rsidRPr="009B6F9E">
        <w:rPr>
          <w:rFonts w:cs="Arial"/>
        </w:rPr>
        <w:t xml:space="preserve"> (stampatello)</w:t>
      </w:r>
    </w:p>
    <w:p w14:paraId="4F76A59C" w14:textId="77777777" w:rsidR="00E25725" w:rsidRPr="009B6F9E" w:rsidRDefault="00E25725" w:rsidP="004961B3">
      <w:pPr>
        <w:spacing w:before="120" w:after="120" w:line="360" w:lineRule="exact"/>
        <w:ind w:left="-709"/>
        <w:jc w:val="both"/>
        <w:rPr>
          <w:rFonts w:cs="Arial"/>
        </w:rPr>
      </w:pPr>
      <w:r w:rsidRPr="009B6F9E">
        <w:rPr>
          <w:rFonts w:cs="Arial"/>
        </w:rPr>
        <w:t xml:space="preserve">……………………………………………… </w:t>
      </w:r>
    </w:p>
    <w:p w14:paraId="15BC442A" w14:textId="77777777" w:rsidR="00E25725" w:rsidRPr="009B6F9E" w:rsidRDefault="00E25725" w:rsidP="004961B3">
      <w:pPr>
        <w:spacing w:before="120" w:after="120" w:line="360" w:lineRule="exact"/>
        <w:ind w:left="-709"/>
        <w:jc w:val="both"/>
        <w:rPr>
          <w:rFonts w:cs="Arial"/>
        </w:rPr>
      </w:pPr>
      <w:r w:rsidRPr="009B6F9E">
        <w:rPr>
          <w:rFonts w:cs="Arial"/>
        </w:rPr>
        <w:t>………………………………………………</w:t>
      </w:r>
    </w:p>
    <w:p w14:paraId="728FC7B6" w14:textId="77777777" w:rsidR="00E25725" w:rsidRPr="009B6F9E" w:rsidRDefault="00E25725" w:rsidP="004961B3">
      <w:pPr>
        <w:spacing w:before="120" w:after="120" w:line="360" w:lineRule="exact"/>
        <w:ind w:left="-709"/>
        <w:jc w:val="both"/>
        <w:rPr>
          <w:rFonts w:cs="Arial"/>
        </w:rPr>
      </w:pPr>
      <w:r w:rsidRPr="009B6F9E">
        <w:rPr>
          <w:rFonts w:cs="Arial"/>
        </w:rPr>
        <w:t>………………………………………………</w:t>
      </w:r>
    </w:p>
    <w:p w14:paraId="10ED83C3" w14:textId="7F50084A" w:rsidR="00E25725" w:rsidRPr="009B6F9E" w:rsidRDefault="00E25725" w:rsidP="004961B3">
      <w:pPr>
        <w:spacing w:before="120" w:after="120" w:line="360" w:lineRule="exact"/>
        <w:ind w:left="-709"/>
        <w:jc w:val="both"/>
        <w:rPr>
          <w:rFonts w:cs="Arial"/>
        </w:rPr>
      </w:pPr>
      <w:r w:rsidRPr="009B6F9E">
        <w:rPr>
          <w:rFonts w:cs="Arial"/>
        </w:rPr>
        <w:t>In data ……………………………</w:t>
      </w:r>
      <w:r w:rsidR="0088198A" w:rsidRPr="009B6F9E">
        <w:rPr>
          <w:rFonts w:cs="Arial"/>
        </w:rPr>
        <w:t>……</w:t>
      </w:r>
      <w:r w:rsidR="000B1326" w:rsidRPr="009B6F9E">
        <w:rPr>
          <w:rFonts w:cs="Arial"/>
        </w:rPr>
        <w:t xml:space="preserve"> </w:t>
      </w:r>
      <w:r w:rsidRPr="009B6F9E">
        <w:rPr>
          <w:rFonts w:cs="Arial"/>
        </w:rPr>
        <w:t xml:space="preserve">ore: </w:t>
      </w:r>
      <w:r w:rsidR="000B1326" w:rsidRPr="009B6F9E">
        <w:rPr>
          <w:rFonts w:cs="Arial"/>
        </w:rPr>
        <w:t>…………………………………</w:t>
      </w:r>
    </w:p>
    <w:p w14:paraId="68C4AE07" w14:textId="77777777" w:rsidR="00F85B32" w:rsidRPr="00C13681" w:rsidRDefault="00F85B32" w:rsidP="00F85B32">
      <w:pPr>
        <w:spacing w:before="120" w:after="120" w:line="360" w:lineRule="exact"/>
        <w:ind w:left="-709"/>
        <w:rPr>
          <w:rFonts w:cs="Arial"/>
        </w:rPr>
      </w:pPr>
      <w:r w:rsidRPr="00CB2EC9">
        <w:rPr>
          <w:rFonts w:cs="Arial"/>
        </w:rPr>
        <w:t>Presso la sede (denominazione e indirizzo) ………………………………………</w:t>
      </w:r>
    </w:p>
    <w:p w14:paraId="131011CB" w14:textId="5ADFD4CB" w:rsidR="00E25725" w:rsidRPr="009B6F9E" w:rsidRDefault="00E25725" w:rsidP="004961B3">
      <w:pPr>
        <w:spacing w:before="120" w:after="120" w:line="360" w:lineRule="exact"/>
        <w:ind w:left="-709"/>
        <w:jc w:val="both"/>
        <w:rPr>
          <w:rFonts w:cs="Arial"/>
        </w:rPr>
      </w:pPr>
      <w:r w:rsidRPr="009B6F9E">
        <w:rPr>
          <w:rFonts w:cs="Arial"/>
        </w:rPr>
        <w:t xml:space="preserve">Alla presenza del </w:t>
      </w:r>
      <w:r w:rsidR="0088198A" w:rsidRPr="009B6F9E">
        <w:rPr>
          <w:rFonts w:cs="Arial"/>
        </w:rPr>
        <w:t>L</w:t>
      </w:r>
      <w:r w:rsidRPr="009B6F9E">
        <w:rPr>
          <w:rFonts w:cs="Arial"/>
        </w:rPr>
        <w:t xml:space="preserve">egale </w:t>
      </w:r>
      <w:r w:rsidR="0088198A" w:rsidRPr="009B6F9E">
        <w:rPr>
          <w:rFonts w:cs="Arial"/>
        </w:rPr>
        <w:t>R</w:t>
      </w:r>
      <w:r w:rsidRPr="009B6F9E">
        <w:rPr>
          <w:rFonts w:cs="Arial"/>
        </w:rPr>
        <w:t>appresentante del Beneficiario e/o di u</w:t>
      </w:r>
      <w:r w:rsidR="004961B3" w:rsidRPr="009B6F9E">
        <w:rPr>
          <w:rFonts w:cs="Arial"/>
        </w:rPr>
        <w:t xml:space="preserve">n suo delegato nella persona </w:t>
      </w:r>
      <w:r w:rsidR="000B1326" w:rsidRPr="009B6F9E">
        <w:rPr>
          <w:rFonts w:cs="Arial"/>
        </w:rPr>
        <w:t>di…</w:t>
      </w:r>
      <w:r w:rsidRPr="009B6F9E">
        <w:rPr>
          <w:rFonts w:cs="Arial"/>
        </w:rPr>
        <w:t>………………………………………………………………………………………………</w:t>
      </w:r>
      <w:r w:rsidR="000B1326" w:rsidRPr="009B6F9E">
        <w:rPr>
          <w:rFonts w:cs="Arial"/>
        </w:rPr>
        <w:t>………………….</w:t>
      </w:r>
    </w:p>
    <w:p w14:paraId="6A874148" w14:textId="77777777" w:rsidR="00B205C3" w:rsidRPr="009B6F9E" w:rsidRDefault="00E25725" w:rsidP="004961B3">
      <w:pPr>
        <w:spacing w:before="120" w:after="120" w:line="360" w:lineRule="exact"/>
        <w:ind w:left="-709"/>
        <w:jc w:val="both"/>
        <w:rPr>
          <w:rFonts w:cs="Arial"/>
        </w:rPr>
      </w:pPr>
      <w:r w:rsidRPr="009B6F9E">
        <w:rPr>
          <w:rFonts w:cs="Arial"/>
        </w:rPr>
        <w:t>hanno redatto il seguente verbale</w:t>
      </w:r>
      <w:r w:rsidR="00161BC8" w:rsidRPr="009B6F9E">
        <w:rPr>
          <w:rFonts w:cs="Arial"/>
        </w:rPr>
        <w:t xml:space="preserve"> </w:t>
      </w:r>
      <w:r w:rsidRPr="009B6F9E">
        <w:rPr>
          <w:rFonts w:cs="Arial"/>
        </w:rPr>
        <w:t xml:space="preserve">della </w:t>
      </w:r>
      <w:r w:rsidR="008023EE" w:rsidRPr="009B6F9E">
        <w:rPr>
          <w:rFonts w:cs="Arial"/>
        </w:rPr>
        <w:t>verifica in loco</w:t>
      </w:r>
      <w:r w:rsidR="00347C0C" w:rsidRPr="009B6F9E">
        <w:rPr>
          <w:rFonts w:cs="Arial"/>
        </w:rPr>
        <w:t>:</w:t>
      </w:r>
      <w:r w:rsidRPr="009B6F9E">
        <w:rPr>
          <w:rFonts w:cs="Arial"/>
        </w:rPr>
        <w:t xml:space="preserve"> </w:t>
      </w:r>
      <w:r w:rsidR="00161BC8" w:rsidRPr="009B6F9E">
        <w:rPr>
          <w:rFonts w:cs="Arial"/>
        </w:rPr>
        <w:t xml:space="preserve"> </w:t>
      </w:r>
    </w:p>
    <w:p w14:paraId="61E06243" w14:textId="77777777" w:rsidR="00E25725" w:rsidRPr="009B6F9E" w:rsidRDefault="00E25725" w:rsidP="004961B3">
      <w:pPr>
        <w:spacing w:before="120" w:after="120" w:line="360" w:lineRule="exact"/>
        <w:ind w:left="-709"/>
        <w:jc w:val="both"/>
        <w:rPr>
          <w:rFonts w:cs="Arial"/>
        </w:rPr>
      </w:pPr>
      <w:r w:rsidRPr="009B6F9E">
        <w:rPr>
          <w:rFonts w:cs="Arial"/>
        </w:rPr>
        <w:t>Codice Locale di Progetto (CLP): ………………………………</w:t>
      </w:r>
    </w:p>
    <w:p w14:paraId="78268EE3" w14:textId="0C2DC8FE" w:rsidR="00E25725" w:rsidRDefault="00E25725" w:rsidP="004961B3">
      <w:pPr>
        <w:spacing w:before="120" w:after="120" w:line="360" w:lineRule="exact"/>
        <w:ind w:left="-709"/>
        <w:jc w:val="both"/>
        <w:rPr>
          <w:rFonts w:cs="Arial"/>
        </w:rPr>
      </w:pPr>
      <w:r w:rsidRPr="009B6F9E">
        <w:rPr>
          <w:rFonts w:cs="Arial"/>
        </w:rPr>
        <w:t>Codice Unico di Progetto (CUP): ………………………………</w:t>
      </w:r>
    </w:p>
    <w:p w14:paraId="27951506" w14:textId="6F5136A3" w:rsidR="000F7250" w:rsidRPr="00DB2F97" w:rsidRDefault="000F7250" w:rsidP="000F7250">
      <w:pPr>
        <w:spacing w:before="120" w:after="120" w:line="360" w:lineRule="exact"/>
        <w:ind w:left="-709"/>
        <w:jc w:val="both"/>
        <w:rPr>
          <w:rFonts w:cs="Arial"/>
        </w:rPr>
      </w:pPr>
      <w:r w:rsidRPr="00CB2EC9">
        <w:rPr>
          <w:rFonts w:cs="Arial"/>
        </w:rPr>
        <w:t xml:space="preserve">Nota </w:t>
      </w:r>
      <w:r w:rsidR="005C13DF" w:rsidRPr="00CB2EC9">
        <w:rPr>
          <w:rFonts w:cs="Arial"/>
        </w:rPr>
        <w:t>(</w:t>
      </w:r>
      <w:proofErr w:type="spellStart"/>
      <w:r w:rsidR="005C13DF" w:rsidRPr="00CB2EC9">
        <w:rPr>
          <w:rFonts w:cs="Arial"/>
        </w:rPr>
        <w:t>RdS</w:t>
      </w:r>
      <w:proofErr w:type="spellEnd"/>
      <w:r w:rsidR="005C13DF" w:rsidRPr="00CB2EC9">
        <w:rPr>
          <w:rFonts w:cs="Arial"/>
        </w:rPr>
        <w:t xml:space="preserve">) </w:t>
      </w:r>
      <w:r w:rsidRPr="00CB2EC9">
        <w:rPr>
          <w:rFonts w:cs="Arial"/>
        </w:rPr>
        <w:t>trasmissione campione</w:t>
      </w:r>
      <w:r w:rsidRPr="00DB2F97">
        <w:rPr>
          <w:rFonts w:cs="Arial"/>
        </w:rPr>
        <w:t xml:space="preserve"> </w:t>
      </w:r>
      <w:r>
        <w:rPr>
          <w:rFonts w:cs="Arial"/>
        </w:rPr>
        <w:t xml:space="preserve">prot. n. </w:t>
      </w:r>
      <w:r w:rsidRPr="00DB2F97">
        <w:rPr>
          <w:rFonts w:cs="Arial"/>
        </w:rPr>
        <w:t>……………………………… del ………………………………</w:t>
      </w:r>
    </w:p>
    <w:p w14:paraId="1D543C28" w14:textId="77B4429A" w:rsidR="000F7250" w:rsidRPr="00DB2F97" w:rsidRDefault="009335ED" w:rsidP="000F7250">
      <w:pPr>
        <w:spacing w:before="120" w:after="120" w:line="360" w:lineRule="exact"/>
        <w:ind w:left="-709"/>
        <w:jc w:val="both"/>
        <w:rPr>
          <w:rFonts w:cs="Arial"/>
        </w:rPr>
      </w:pPr>
      <w:r>
        <w:rPr>
          <w:rFonts w:cs="Arial"/>
        </w:rPr>
        <w:t>C</w:t>
      </w:r>
      <w:r w:rsidR="000F7250" w:rsidRPr="00DB2F97">
        <w:rPr>
          <w:rFonts w:cs="Arial"/>
        </w:rPr>
        <w:t>ognome</w:t>
      </w:r>
      <w:r>
        <w:rPr>
          <w:rFonts w:cs="Arial"/>
        </w:rPr>
        <w:t xml:space="preserve"> e n</w:t>
      </w:r>
      <w:r w:rsidRPr="00DB2F97">
        <w:rPr>
          <w:rFonts w:cs="Arial"/>
        </w:rPr>
        <w:t xml:space="preserve">ome </w:t>
      </w:r>
      <w:r w:rsidR="000F7250" w:rsidRPr="00DB2F97">
        <w:rPr>
          <w:rFonts w:cs="Arial"/>
        </w:rPr>
        <w:t>utente ………………………………</w:t>
      </w:r>
    </w:p>
    <w:p w14:paraId="43948E1E" w14:textId="634276D1" w:rsidR="000F7250" w:rsidRPr="00DB2F97" w:rsidRDefault="000F7250" w:rsidP="000F7250">
      <w:pPr>
        <w:spacing w:before="120" w:after="120" w:line="360" w:lineRule="exact"/>
        <w:ind w:left="-709"/>
        <w:jc w:val="both"/>
        <w:rPr>
          <w:rFonts w:cs="Arial"/>
        </w:rPr>
      </w:pPr>
      <w:r w:rsidRPr="00DB2F97">
        <w:rPr>
          <w:rFonts w:cs="Arial"/>
        </w:rPr>
        <w:t xml:space="preserve">Codice </w:t>
      </w:r>
      <w:r w:rsidR="0099228F">
        <w:rPr>
          <w:rFonts w:cs="Arial"/>
        </w:rPr>
        <w:t>f</w:t>
      </w:r>
      <w:r w:rsidRPr="00DB2F97">
        <w:rPr>
          <w:rFonts w:cs="Arial"/>
        </w:rPr>
        <w:t>iscale</w:t>
      </w:r>
      <w:r w:rsidR="0099228F">
        <w:rPr>
          <w:rFonts w:cs="Arial"/>
        </w:rPr>
        <w:t xml:space="preserve"> utente</w:t>
      </w:r>
      <w:r w:rsidRPr="00DB2F97">
        <w:rPr>
          <w:rFonts w:cs="Arial"/>
        </w:rPr>
        <w:t xml:space="preserve"> ………………………………</w:t>
      </w:r>
    </w:p>
    <w:p w14:paraId="351CE898" w14:textId="7AE6C566" w:rsidR="000F7250" w:rsidRPr="00DB2F97" w:rsidRDefault="000F7250" w:rsidP="000F7250">
      <w:pPr>
        <w:spacing w:before="120" w:after="120" w:line="360" w:lineRule="exact"/>
        <w:ind w:left="-709"/>
        <w:jc w:val="both"/>
        <w:rPr>
          <w:rFonts w:cs="Arial"/>
        </w:rPr>
      </w:pPr>
      <w:r w:rsidRPr="00DB2F97">
        <w:rPr>
          <w:rFonts w:cs="Arial"/>
        </w:rPr>
        <w:t>ID colloquio A01 …………</w:t>
      </w:r>
      <w:r w:rsidR="00DE04D1">
        <w:rPr>
          <w:rFonts w:cs="Arial"/>
        </w:rPr>
        <w:t>…………</w:t>
      </w:r>
      <w:proofErr w:type="gramStart"/>
      <w:r w:rsidR="00DE04D1">
        <w:rPr>
          <w:rFonts w:cs="Arial"/>
        </w:rPr>
        <w:t>…….</w:t>
      </w:r>
      <w:proofErr w:type="gramEnd"/>
      <w:r w:rsidR="00DE04D1">
        <w:rPr>
          <w:rFonts w:cs="Arial"/>
        </w:rPr>
        <w:t>.</w:t>
      </w:r>
      <w:r w:rsidR="00B60633">
        <w:rPr>
          <w:rFonts w:cs="Arial"/>
        </w:rPr>
        <w:t xml:space="preserve">   </w:t>
      </w:r>
      <w:r w:rsidR="00DE04D1">
        <w:rPr>
          <w:rFonts w:cs="Arial"/>
        </w:rPr>
        <w:t xml:space="preserve">              </w:t>
      </w:r>
      <w:r w:rsidRPr="00DB2F97">
        <w:rPr>
          <w:rFonts w:cs="Arial"/>
        </w:rPr>
        <w:t xml:space="preserve">… ID colloquio A02 …………… </w:t>
      </w:r>
    </w:p>
    <w:p w14:paraId="7A447F8A" w14:textId="77777777" w:rsidR="00F86F9E" w:rsidRPr="009B6F9E" w:rsidRDefault="00F86F9E" w:rsidP="00F86F9E">
      <w:pPr>
        <w:rPr>
          <w:rFonts w:cs="Arial"/>
        </w:rPr>
      </w:pPr>
    </w:p>
    <w:tbl>
      <w:tblPr>
        <w:tblW w:w="10714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6073"/>
        <w:gridCol w:w="649"/>
        <w:gridCol w:w="649"/>
        <w:gridCol w:w="649"/>
      </w:tblGrid>
      <w:tr w:rsidR="00980D97" w:rsidRPr="009B6F9E" w14:paraId="15AAB94E" w14:textId="40CBDFD4" w:rsidTr="00980D97">
        <w:trPr>
          <w:trHeight w:val="5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DDD2AF" w14:textId="48199C8D" w:rsidR="00980D97" w:rsidRPr="009B6F9E" w:rsidRDefault="00591897" w:rsidP="00F759D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/>
                <w:szCs w:val="20"/>
              </w:rPr>
            </w:pPr>
            <w:r w:rsidRPr="009B6F9E">
              <w:rPr>
                <w:rFonts w:cs="Arial"/>
                <w:b/>
                <w:color w:val="000000"/>
                <w:szCs w:val="20"/>
              </w:rPr>
              <w:t>Documentazione (**) sottoposta a controllo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0AADC9" w14:textId="77777777" w:rsidR="00980D97" w:rsidRPr="009B6F9E" w:rsidRDefault="00980D97" w:rsidP="00DF3AF3">
            <w:pPr>
              <w:tabs>
                <w:tab w:val="left" w:pos="6804"/>
              </w:tabs>
              <w:jc w:val="both"/>
              <w:rPr>
                <w:rFonts w:cs="Arial"/>
                <w:b/>
                <w:szCs w:val="20"/>
              </w:rPr>
            </w:pPr>
            <w:r w:rsidRPr="009B6F9E">
              <w:rPr>
                <w:rFonts w:cs="Arial"/>
                <w:b/>
                <w:szCs w:val="20"/>
              </w:rPr>
              <w:t>Controllo effettuato in loco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B9D861" w14:textId="45DF173C" w:rsidR="00980D97" w:rsidRPr="009B6F9E" w:rsidRDefault="00980D97" w:rsidP="000B1326">
            <w:pPr>
              <w:tabs>
                <w:tab w:val="left" w:pos="6804"/>
              </w:tabs>
              <w:jc w:val="center"/>
              <w:rPr>
                <w:rFonts w:cs="Arial"/>
                <w:b/>
                <w:szCs w:val="20"/>
              </w:rPr>
            </w:pPr>
            <w:r w:rsidRPr="009B6F9E">
              <w:rPr>
                <w:rFonts w:cs="Arial"/>
                <w:b/>
                <w:szCs w:val="20"/>
              </w:rPr>
              <w:t>SI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E85FA9" w14:textId="2737E708" w:rsidR="00980D97" w:rsidRPr="009B6F9E" w:rsidRDefault="00980D97" w:rsidP="000B1326">
            <w:pPr>
              <w:tabs>
                <w:tab w:val="left" w:pos="6804"/>
              </w:tabs>
              <w:jc w:val="center"/>
              <w:rPr>
                <w:rFonts w:cs="Arial"/>
                <w:b/>
                <w:szCs w:val="20"/>
              </w:rPr>
            </w:pPr>
            <w:r w:rsidRPr="009B6F9E">
              <w:rPr>
                <w:rFonts w:cs="Arial"/>
                <w:b/>
                <w:szCs w:val="20"/>
              </w:rPr>
              <w:t>NO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5693D7" w14:textId="5A01EF7D" w:rsidR="00980D97" w:rsidRPr="009B6F9E" w:rsidRDefault="00980D97" w:rsidP="000B1326">
            <w:pPr>
              <w:tabs>
                <w:tab w:val="left" w:pos="6804"/>
              </w:tabs>
              <w:jc w:val="center"/>
              <w:rPr>
                <w:rFonts w:cs="Arial"/>
                <w:b/>
                <w:szCs w:val="20"/>
              </w:rPr>
            </w:pPr>
            <w:r w:rsidRPr="009B6F9E">
              <w:rPr>
                <w:rFonts w:cs="Arial"/>
                <w:b/>
                <w:szCs w:val="20"/>
              </w:rPr>
              <w:t>NA</w:t>
            </w:r>
          </w:p>
        </w:tc>
      </w:tr>
      <w:tr w:rsidR="00980D97" w:rsidRPr="009B6F9E" w14:paraId="2D03C3D0" w14:textId="5C72986A" w:rsidTr="00980D97">
        <w:trPr>
          <w:trHeight w:val="56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938FD2" w14:textId="10FD6EE4" w:rsidR="00980D97" w:rsidRPr="009B6F9E" w:rsidRDefault="00980D97" w:rsidP="00071452">
            <w:pPr>
              <w:autoSpaceDE w:val="0"/>
              <w:autoSpaceDN w:val="0"/>
              <w:adjustRightInd w:val="0"/>
              <w:rPr>
                <w:rFonts w:cs="Arial"/>
                <w:b/>
                <w:sz w:val="18"/>
                <w:szCs w:val="18"/>
              </w:rPr>
            </w:pPr>
            <w:r w:rsidRPr="009B6F9E">
              <w:rPr>
                <w:rFonts w:cs="Arial"/>
                <w:b/>
                <w:color w:val="000000"/>
                <w:sz w:val="18"/>
                <w:szCs w:val="18"/>
              </w:rPr>
              <w:t>Cod. 1b_1</w:t>
            </w:r>
            <w:r w:rsidRPr="009B6F9E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Pr="009B6F9E">
              <w:rPr>
                <w:rFonts w:cs="Arial"/>
                <w:b/>
                <w:color w:val="000000"/>
                <w:sz w:val="18"/>
                <w:szCs w:val="18"/>
              </w:rPr>
              <w:t>Patto di Attivazione</w:t>
            </w:r>
            <w:r w:rsidR="00595368" w:rsidRPr="009B6F9E">
              <w:rPr>
                <w:rFonts w:cs="Arial"/>
                <w:b/>
                <w:color w:val="000000"/>
                <w:sz w:val="18"/>
                <w:szCs w:val="18"/>
              </w:rPr>
              <w:t>/Patto di servizio</w:t>
            </w:r>
            <w:r w:rsidRPr="009B6F9E">
              <w:rPr>
                <w:rFonts w:cs="Arial"/>
                <w:bCs/>
                <w:color w:val="000000"/>
                <w:sz w:val="18"/>
                <w:szCs w:val="18"/>
              </w:rPr>
              <w:t xml:space="preserve"> (documento</w:t>
            </w:r>
            <w:r w:rsidRPr="009B6F9E">
              <w:rPr>
                <w:rFonts w:cs="Arial"/>
                <w:color w:val="000000"/>
                <w:sz w:val="18"/>
                <w:szCs w:val="18"/>
              </w:rPr>
              <w:t xml:space="preserve"> firmato</w:t>
            </w:r>
            <w:r w:rsidR="00CB1D0E" w:rsidRPr="009B6F9E">
              <w:rPr>
                <w:rFonts w:cs="Arial"/>
                <w:color w:val="000000"/>
                <w:sz w:val="18"/>
                <w:szCs w:val="18"/>
              </w:rPr>
              <w:t xml:space="preserve"> (</w:t>
            </w:r>
            <w:r w:rsidRPr="009B6F9E">
              <w:rPr>
                <w:rFonts w:cs="Arial"/>
                <w:color w:val="000000"/>
                <w:sz w:val="18"/>
                <w:szCs w:val="18"/>
              </w:rPr>
              <w:t>*</w:t>
            </w:r>
            <w:r w:rsidR="00CB1D0E" w:rsidRPr="009B6F9E">
              <w:rPr>
                <w:rFonts w:cs="Arial"/>
                <w:color w:val="000000"/>
                <w:sz w:val="18"/>
                <w:szCs w:val="18"/>
              </w:rPr>
              <w:t xml:space="preserve">) </w:t>
            </w:r>
            <w:r w:rsidRPr="009B6F9E">
              <w:rPr>
                <w:rFonts w:cs="Arial"/>
                <w:color w:val="000000"/>
                <w:sz w:val="18"/>
                <w:szCs w:val="18"/>
              </w:rPr>
              <w:t>dal giovane e dai servizi competenti o presa in carico da parte dell’Amministrazione ANPAL)</w:t>
            </w:r>
            <w:r w:rsidR="007939F0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7939F0" w:rsidRPr="00CB2EC9">
              <w:rPr>
                <w:rFonts w:cs="Arial"/>
                <w:sz w:val="18"/>
                <w:szCs w:val="18"/>
              </w:rPr>
              <w:t>ed eventuale altra documentazione correlata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BBE208" w14:textId="570849A1" w:rsidR="00980D97" w:rsidRPr="009B6F9E" w:rsidRDefault="00980D97" w:rsidP="00DF3AF3">
            <w:pPr>
              <w:jc w:val="both"/>
              <w:rPr>
                <w:rFonts w:cs="Arial"/>
                <w:sz w:val="18"/>
                <w:szCs w:val="18"/>
              </w:rPr>
            </w:pPr>
            <w:r w:rsidRPr="009B6F9E">
              <w:rPr>
                <w:rFonts w:cs="Arial"/>
                <w:sz w:val="18"/>
                <w:szCs w:val="18"/>
              </w:rPr>
              <w:t>Verifica presenza originali, ove applicabile ovvero documento equivalente (Attestazione di Conformità anche se documento informatico)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FAD0E1" w14:textId="77777777" w:rsidR="00980D97" w:rsidRPr="009B6F9E" w:rsidRDefault="00980D97" w:rsidP="000B1326">
            <w:pPr>
              <w:tabs>
                <w:tab w:val="left" w:pos="6804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DAEEB1" w14:textId="3FB0DC28" w:rsidR="00980D97" w:rsidRPr="009B6F9E" w:rsidRDefault="00980D97" w:rsidP="000B1326">
            <w:pPr>
              <w:tabs>
                <w:tab w:val="left" w:pos="6804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4DF745" w14:textId="77777777" w:rsidR="00980D97" w:rsidRPr="009B6F9E" w:rsidRDefault="00980D97" w:rsidP="000B1326">
            <w:pPr>
              <w:tabs>
                <w:tab w:val="left" w:pos="6804"/>
              </w:tabs>
              <w:jc w:val="center"/>
              <w:rPr>
                <w:rFonts w:cs="Arial"/>
                <w:szCs w:val="20"/>
              </w:rPr>
            </w:pPr>
          </w:p>
        </w:tc>
      </w:tr>
      <w:tr w:rsidR="00F6772C" w:rsidRPr="009B6F9E" w14:paraId="09D84BEF" w14:textId="5113E6F6" w:rsidTr="00980D97">
        <w:trPr>
          <w:trHeight w:val="567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275CFB" w14:textId="77777777" w:rsidR="00F6772C" w:rsidRPr="009B6F9E" w:rsidRDefault="00F6772C" w:rsidP="00F6772C">
            <w:pPr>
              <w:autoSpaceDE w:val="0"/>
              <w:autoSpaceDN w:val="0"/>
              <w:adjustRightInd w:val="0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27045E" w14:textId="481F3114" w:rsidR="00F6772C" w:rsidRPr="009B6F9E" w:rsidRDefault="00DA5ACF" w:rsidP="00DF3AF3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9B6F9E">
              <w:rPr>
                <w:sz w:val="18"/>
                <w:szCs w:val="18"/>
              </w:rPr>
              <w:t>Corrispondenza dell’originale con la documentazione caricata a sistema</w:t>
            </w:r>
          </w:p>
        </w:tc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F550C7" w14:textId="77777777" w:rsidR="00F6772C" w:rsidRPr="009B6F9E" w:rsidRDefault="00F6772C" w:rsidP="00F6772C">
            <w:pPr>
              <w:tabs>
                <w:tab w:val="left" w:pos="6804"/>
              </w:tabs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DF554D" w14:textId="5796C44B" w:rsidR="00F6772C" w:rsidRPr="009B6F9E" w:rsidRDefault="00F6772C" w:rsidP="00F6772C">
            <w:pPr>
              <w:tabs>
                <w:tab w:val="left" w:pos="6804"/>
              </w:tabs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</w:tcPr>
          <w:p w14:paraId="03903D7E" w14:textId="77777777" w:rsidR="00F6772C" w:rsidRPr="009B6F9E" w:rsidRDefault="00F6772C" w:rsidP="00F6772C">
            <w:pPr>
              <w:tabs>
                <w:tab w:val="left" w:pos="6804"/>
              </w:tabs>
              <w:jc w:val="center"/>
              <w:rPr>
                <w:rFonts w:cs="Arial"/>
                <w:b/>
                <w:szCs w:val="20"/>
              </w:rPr>
            </w:pPr>
          </w:p>
        </w:tc>
      </w:tr>
      <w:tr w:rsidR="00F6772C" w:rsidRPr="009B6F9E" w14:paraId="5BB39957" w14:textId="4F93C13F" w:rsidTr="00980D97">
        <w:trPr>
          <w:trHeight w:val="567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0F9F69" w14:textId="77777777" w:rsidR="00F6772C" w:rsidRPr="009B6F9E" w:rsidRDefault="00F6772C" w:rsidP="00F6772C">
            <w:pPr>
              <w:autoSpaceDE w:val="0"/>
              <w:autoSpaceDN w:val="0"/>
              <w:adjustRightInd w:val="0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636619" w14:textId="5E90DC48" w:rsidR="00F6772C" w:rsidRPr="009B6F9E" w:rsidRDefault="00F6772C" w:rsidP="00DF3AF3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9B6F9E">
              <w:rPr>
                <w:rFonts w:cs="Arial"/>
                <w:sz w:val="18"/>
                <w:szCs w:val="18"/>
              </w:rPr>
              <w:t>Verifica della corretta fascicolazione del progetto</w:t>
            </w:r>
          </w:p>
        </w:tc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604949" w14:textId="77777777" w:rsidR="00F6772C" w:rsidRPr="009B6F9E" w:rsidRDefault="00F6772C" w:rsidP="00F6772C">
            <w:pPr>
              <w:tabs>
                <w:tab w:val="left" w:pos="6804"/>
              </w:tabs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5096BD" w14:textId="49E67D43" w:rsidR="00F6772C" w:rsidRPr="009B6F9E" w:rsidRDefault="00F6772C" w:rsidP="00F6772C">
            <w:pPr>
              <w:tabs>
                <w:tab w:val="left" w:pos="6804"/>
              </w:tabs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</w:tcPr>
          <w:p w14:paraId="726969BF" w14:textId="77777777" w:rsidR="00F6772C" w:rsidRPr="009B6F9E" w:rsidRDefault="00F6772C" w:rsidP="00F6772C">
            <w:pPr>
              <w:tabs>
                <w:tab w:val="left" w:pos="6804"/>
              </w:tabs>
              <w:jc w:val="center"/>
              <w:rPr>
                <w:rFonts w:cs="Arial"/>
                <w:b/>
                <w:szCs w:val="20"/>
              </w:rPr>
            </w:pPr>
          </w:p>
        </w:tc>
      </w:tr>
      <w:tr w:rsidR="00F6772C" w:rsidRPr="009B6F9E" w14:paraId="319A89B9" w14:textId="510AB8C0" w:rsidTr="00980D97">
        <w:trPr>
          <w:trHeight w:val="56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2EF843" w14:textId="77777777" w:rsidR="00F6772C" w:rsidRPr="009B6F9E" w:rsidRDefault="00F6772C" w:rsidP="00F6772C">
            <w:pPr>
              <w:pStyle w:val="Default"/>
              <w:rPr>
                <w:sz w:val="18"/>
                <w:szCs w:val="18"/>
              </w:rPr>
            </w:pPr>
            <w:r w:rsidRPr="009B6F9E">
              <w:rPr>
                <w:b/>
                <w:sz w:val="18"/>
                <w:szCs w:val="18"/>
              </w:rPr>
              <w:t>Cod. 1b_2</w:t>
            </w:r>
            <w:r w:rsidRPr="009B6F9E">
              <w:rPr>
                <w:sz w:val="18"/>
                <w:szCs w:val="18"/>
              </w:rPr>
              <w:t xml:space="preserve"> </w:t>
            </w:r>
            <w:r w:rsidRPr="009B6F9E">
              <w:rPr>
                <w:b/>
                <w:bCs/>
                <w:sz w:val="18"/>
                <w:szCs w:val="18"/>
              </w:rPr>
              <w:t>Attestazione del servizio erogato A01 e A02</w:t>
            </w:r>
            <w:r w:rsidRPr="009B6F9E">
              <w:rPr>
                <w:sz w:val="18"/>
                <w:szCs w:val="18"/>
              </w:rPr>
              <w:t xml:space="preserve"> (documento che certifica le attività e le ore erogate firmato dall’operatore e dal giovane (*))</w:t>
            </w:r>
          </w:p>
          <w:p w14:paraId="047BDF67" w14:textId="765FA44C" w:rsidR="00F6772C" w:rsidRPr="009B6F9E" w:rsidRDefault="00F6772C" w:rsidP="00F6772C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60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3627EB" w14:textId="33D684FE" w:rsidR="00F6772C" w:rsidRPr="009B6F9E" w:rsidRDefault="00F6772C" w:rsidP="00DF3AF3">
            <w:pPr>
              <w:tabs>
                <w:tab w:val="left" w:pos="6804"/>
              </w:tabs>
              <w:jc w:val="both"/>
              <w:rPr>
                <w:rFonts w:cs="Arial"/>
                <w:sz w:val="18"/>
                <w:szCs w:val="18"/>
              </w:rPr>
            </w:pPr>
            <w:r w:rsidRPr="009B6F9E">
              <w:rPr>
                <w:rFonts w:cs="Arial"/>
                <w:sz w:val="18"/>
                <w:szCs w:val="18"/>
              </w:rPr>
              <w:t>Verifica presenza originali, ove applicabile ovvero documento equivalente (Attestazione di Conformità anche se documento informatico)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1C993" w14:textId="77777777" w:rsidR="00F6772C" w:rsidRPr="009B6F9E" w:rsidRDefault="00F6772C" w:rsidP="00F6772C">
            <w:pPr>
              <w:tabs>
                <w:tab w:val="left" w:pos="6804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6305E" w14:textId="3FAF9988" w:rsidR="00F6772C" w:rsidRPr="009B6F9E" w:rsidRDefault="00F6772C" w:rsidP="00F6772C">
            <w:pPr>
              <w:tabs>
                <w:tab w:val="left" w:pos="6804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7B0A" w14:textId="77777777" w:rsidR="00F6772C" w:rsidRPr="009B6F9E" w:rsidRDefault="00F6772C" w:rsidP="00F6772C">
            <w:pPr>
              <w:tabs>
                <w:tab w:val="left" w:pos="6804"/>
              </w:tabs>
              <w:jc w:val="center"/>
              <w:rPr>
                <w:rFonts w:cs="Arial"/>
                <w:szCs w:val="20"/>
              </w:rPr>
            </w:pPr>
          </w:p>
        </w:tc>
      </w:tr>
      <w:tr w:rsidR="00F6772C" w:rsidRPr="009B6F9E" w14:paraId="5E100FC7" w14:textId="7AA2E793" w:rsidTr="00980D97">
        <w:trPr>
          <w:trHeight w:val="567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A2568D" w14:textId="77777777" w:rsidR="00F6772C" w:rsidRPr="009B6F9E" w:rsidRDefault="00F6772C" w:rsidP="00F6772C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60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DF189E" w14:textId="04975277" w:rsidR="00F6772C" w:rsidRPr="009B6F9E" w:rsidRDefault="00DA5ACF" w:rsidP="00DF3AF3">
            <w:pPr>
              <w:jc w:val="both"/>
              <w:rPr>
                <w:rFonts w:cs="Arial"/>
                <w:sz w:val="18"/>
                <w:szCs w:val="18"/>
              </w:rPr>
            </w:pPr>
            <w:r w:rsidRPr="009B6F9E">
              <w:rPr>
                <w:sz w:val="18"/>
                <w:szCs w:val="18"/>
              </w:rPr>
              <w:t>Corrispondenza dell’originale con la documentazione caricata a sistema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57C0A6" w14:textId="77777777" w:rsidR="00F6772C" w:rsidRPr="009B6F9E" w:rsidRDefault="00F6772C" w:rsidP="00F6772C">
            <w:pPr>
              <w:tabs>
                <w:tab w:val="left" w:pos="6804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C0447C" w14:textId="5C5CC0A7" w:rsidR="00F6772C" w:rsidRPr="009B6F9E" w:rsidRDefault="00F6772C" w:rsidP="00F6772C">
            <w:pPr>
              <w:tabs>
                <w:tab w:val="left" w:pos="6804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9AF467" w14:textId="77777777" w:rsidR="00F6772C" w:rsidRPr="009B6F9E" w:rsidRDefault="00F6772C" w:rsidP="00F6772C">
            <w:pPr>
              <w:tabs>
                <w:tab w:val="left" w:pos="6804"/>
              </w:tabs>
              <w:jc w:val="center"/>
              <w:rPr>
                <w:rFonts w:cs="Arial"/>
                <w:szCs w:val="20"/>
              </w:rPr>
            </w:pPr>
          </w:p>
        </w:tc>
      </w:tr>
      <w:tr w:rsidR="00F6772C" w:rsidRPr="009B6F9E" w14:paraId="1E5EF8BC" w14:textId="119EF2F4" w:rsidTr="00BE1646">
        <w:trPr>
          <w:trHeight w:val="567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1AF19D" w14:textId="77777777" w:rsidR="00F6772C" w:rsidRPr="009B6F9E" w:rsidRDefault="00F6772C" w:rsidP="00F6772C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60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B3ED34" w14:textId="75DA0550" w:rsidR="00F6772C" w:rsidRPr="009B6F9E" w:rsidRDefault="00F6772C" w:rsidP="00DF3AF3">
            <w:pPr>
              <w:jc w:val="both"/>
              <w:rPr>
                <w:rFonts w:cs="Arial"/>
                <w:sz w:val="18"/>
                <w:szCs w:val="18"/>
              </w:rPr>
            </w:pPr>
            <w:r w:rsidRPr="009B6F9E">
              <w:rPr>
                <w:rFonts w:cs="Arial"/>
                <w:sz w:val="18"/>
                <w:szCs w:val="18"/>
              </w:rPr>
              <w:t>Verifica della corretta fascicolazione del progetto</w:t>
            </w:r>
          </w:p>
        </w:tc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49025B" w14:textId="77777777" w:rsidR="00F6772C" w:rsidRPr="009B6F9E" w:rsidRDefault="00F6772C" w:rsidP="00F6772C">
            <w:pPr>
              <w:tabs>
                <w:tab w:val="left" w:pos="6804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9F9D35" w14:textId="62673429" w:rsidR="00F6772C" w:rsidRPr="009B6F9E" w:rsidRDefault="00F6772C" w:rsidP="00F6772C">
            <w:pPr>
              <w:tabs>
                <w:tab w:val="left" w:pos="6804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</w:tcPr>
          <w:p w14:paraId="19DB44D3" w14:textId="77777777" w:rsidR="00F6772C" w:rsidRPr="009B6F9E" w:rsidRDefault="00F6772C" w:rsidP="00F6772C">
            <w:pPr>
              <w:tabs>
                <w:tab w:val="left" w:pos="6804"/>
              </w:tabs>
              <w:jc w:val="center"/>
              <w:rPr>
                <w:rFonts w:cs="Arial"/>
                <w:szCs w:val="20"/>
              </w:rPr>
            </w:pPr>
          </w:p>
        </w:tc>
      </w:tr>
      <w:tr w:rsidR="00BE1646" w:rsidRPr="009B6F9E" w14:paraId="068E52D3" w14:textId="77777777" w:rsidTr="00BE1646">
        <w:trPr>
          <w:trHeight w:val="567"/>
        </w:trPr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1B80E1" w14:textId="4B212B31" w:rsidR="00BE1646" w:rsidRPr="009B6F9E" w:rsidRDefault="00BE1646" w:rsidP="00BE1646">
            <w:pPr>
              <w:pStyle w:val="Default"/>
              <w:rPr>
                <w:b/>
                <w:sz w:val="18"/>
                <w:szCs w:val="18"/>
              </w:rPr>
            </w:pPr>
            <w:r w:rsidRPr="009B6F9E">
              <w:rPr>
                <w:b/>
                <w:sz w:val="18"/>
                <w:szCs w:val="18"/>
              </w:rPr>
              <w:lastRenderedPageBreak/>
              <w:t>Cod. 1b_</w:t>
            </w:r>
            <w:r>
              <w:rPr>
                <w:b/>
                <w:sz w:val="18"/>
                <w:szCs w:val="18"/>
              </w:rPr>
              <w:t xml:space="preserve">3 </w:t>
            </w:r>
            <w:r w:rsidRPr="00BE1646">
              <w:rPr>
                <w:b/>
                <w:sz w:val="18"/>
                <w:szCs w:val="18"/>
              </w:rPr>
              <w:t>Dichiarazione di spesa inclusi eventuali allegati</w:t>
            </w:r>
          </w:p>
        </w:tc>
        <w:tc>
          <w:tcPr>
            <w:tcW w:w="60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2C3219" w14:textId="7D848E57" w:rsidR="00BE1646" w:rsidRPr="009B6F9E" w:rsidRDefault="00BE1646" w:rsidP="00DF3AF3">
            <w:pPr>
              <w:jc w:val="both"/>
              <w:rPr>
                <w:rFonts w:cs="Arial"/>
                <w:sz w:val="18"/>
                <w:szCs w:val="18"/>
              </w:rPr>
            </w:pPr>
            <w:r w:rsidRPr="009B6F9E">
              <w:rPr>
                <w:rFonts w:cs="Arial"/>
                <w:sz w:val="18"/>
                <w:szCs w:val="18"/>
              </w:rPr>
              <w:t>Verifica presenza originali, ove applicabile ovvero documento equivalente (Attestazione di Conformità anche se documento informatico)</w:t>
            </w:r>
          </w:p>
        </w:tc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8AB44F" w14:textId="77777777" w:rsidR="00BE1646" w:rsidRPr="009B6F9E" w:rsidRDefault="00BE1646" w:rsidP="00BE1646">
            <w:pPr>
              <w:tabs>
                <w:tab w:val="left" w:pos="6804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34229F" w14:textId="77777777" w:rsidR="00BE1646" w:rsidRPr="009B6F9E" w:rsidRDefault="00BE1646" w:rsidP="00BE1646">
            <w:pPr>
              <w:tabs>
                <w:tab w:val="left" w:pos="6804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</w:tcPr>
          <w:p w14:paraId="0F212B7F" w14:textId="77777777" w:rsidR="00BE1646" w:rsidRPr="009B6F9E" w:rsidRDefault="00BE1646" w:rsidP="00BE1646">
            <w:pPr>
              <w:tabs>
                <w:tab w:val="left" w:pos="6804"/>
              </w:tabs>
              <w:jc w:val="center"/>
              <w:rPr>
                <w:rFonts w:cs="Arial"/>
                <w:szCs w:val="20"/>
              </w:rPr>
            </w:pPr>
          </w:p>
        </w:tc>
      </w:tr>
      <w:tr w:rsidR="00BE1646" w:rsidRPr="009B6F9E" w14:paraId="287C6184" w14:textId="77777777" w:rsidTr="00BE1646">
        <w:trPr>
          <w:trHeight w:val="567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0C1829" w14:textId="77777777" w:rsidR="00BE1646" w:rsidRPr="009B6F9E" w:rsidRDefault="00BE1646" w:rsidP="00BE1646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60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079683" w14:textId="615599E3" w:rsidR="00BE1646" w:rsidRPr="009B6F9E" w:rsidRDefault="00BE1646" w:rsidP="00DF3AF3">
            <w:pPr>
              <w:jc w:val="both"/>
              <w:rPr>
                <w:rFonts w:cs="Arial"/>
                <w:sz w:val="18"/>
                <w:szCs w:val="18"/>
              </w:rPr>
            </w:pPr>
            <w:r w:rsidRPr="009B6F9E">
              <w:rPr>
                <w:sz w:val="18"/>
                <w:szCs w:val="18"/>
              </w:rPr>
              <w:t>Corrispondenza dell’originale con la documentazione caricata a sistema</w:t>
            </w:r>
          </w:p>
        </w:tc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261394" w14:textId="77777777" w:rsidR="00BE1646" w:rsidRPr="009B6F9E" w:rsidRDefault="00BE1646" w:rsidP="00BE1646">
            <w:pPr>
              <w:tabs>
                <w:tab w:val="left" w:pos="6804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C9F57F" w14:textId="77777777" w:rsidR="00BE1646" w:rsidRPr="009B6F9E" w:rsidRDefault="00BE1646" w:rsidP="00BE1646">
            <w:pPr>
              <w:tabs>
                <w:tab w:val="left" w:pos="6804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</w:tcPr>
          <w:p w14:paraId="03DBF616" w14:textId="77777777" w:rsidR="00BE1646" w:rsidRPr="009B6F9E" w:rsidRDefault="00BE1646" w:rsidP="00BE1646">
            <w:pPr>
              <w:tabs>
                <w:tab w:val="left" w:pos="6804"/>
              </w:tabs>
              <w:jc w:val="center"/>
              <w:rPr>
                <w:rFonts w:cs="Arial"/>
                <w:szCs w:val="20"/>
              </w:rPr>
            </w:pPr>
          </w:p>
        </w:tc>
      </w:tr>
      <w:tr w:rsidR="00BE1646" w:rsidRPr="009B6F9E" w14:paraId="34F98978" w14:textId="77777777" w:rsidTr="00980D97">
        <w:trPr>
          <w:trHeight w:val="567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29630" w14:textId="77777777" w:rsidR="00BE1646" w:rsidRPr="009B6F9E" w:rsidRDefault="00BE1646" w:rsidP="00BE1646">
            <w:pPr>
              <w:pStyle w:val="Default"/>
              <w:rPr>
                <w:b/>
                <w:sz w:val="18"/>
                <w:szCs w:val="18"/>
              </w:rPr>
            </w:pPr>
          </w:p>
        </w:tc>
        <w:tc>
          <w:tcPr>
            <w:tcW w:w="60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3891F9" w14:textId="2BFD8417" w:rsidR="00BE1646" w:rsidRPr="009B6F9E" w:rsidRDefault="00BE1646" w:rsidP="00DF3AF3">
            <w:pPr>
              <w:jc w:val="both"/>
              <w:rPr>
                <w:rFonts w:cs="Arial"/>
                <w:sz w:val="18"/>
                <w:szCs w:val="18"/>
              </w:rPr>
            </w:pPr>
            <w:r w:rsidRPr="009B6F9E">
              <w:rPr>
                <w:rFonts w:cs="Arial"/>
                <w:sz w:val="18"/>
                <w:szCs w:val="18"/>
              </w:rPr>
              <w:t>Verifica della corretta fascicolazione del progetto</w:t>
            </w:r>
          </w:p>
        </w:tc>
        <w:tc>
          <w:tcPr>
            <w:tcW w:w="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AB77" w14:textId="77777777" w:rsidR="00BE1646" w:rsidRPr="009B6F9E" w:rsidRDefault="00BE1646" w:rsidP="00BE1646">
            <w:pPr>
              <w:tabs>
                <w:tab w:val="left" w:pos="6804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2BBF0" w14:textId="77777777" w:rsidR="00BE1646" w:rsidRPr="009B6F9E" w:rsidRDefault="00BE1646" w:rsidP="00BE1646">
            <w:pPr>
              <w:tabs>
                <w:tab w:val="left" w:pos="6804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B982" w14:textId="77777777" w:rsidR="00BE1646" w:rsidRPr="009B6F9E" w:rsidRDefault="00BE1646" w:rsidP="00BE1646">
            <w:pPr>
              <w:tabs>
                <w:tab w:val="left" w:pos="6804"/>
              </w:tabs>
              <w:jc w:val="center"/>
              <w:rPr>
                <w:rFonts w:cs="Arial"/>
                <w:szCs w:val="20"/>
              </w:rPr>
            </w:pPr>
          </w:p>
        </w:tc>
      </w:tr>
    </w:tbl>
    <w:p w14:paraId="77DB88C8" w14:textId="6C52ECC1" w:rsidR="00052441" w:rsidRPr="00052441" w:rsidRDefault="009A6FE3" w:rsidP="00052441">
      <w:pPr>
        <w:spacing w:before="120" w:after="120" w:line="360" w:lineRule="exact"/>
        <w:ind w:left="-1134" w:right="-285"/>
        <w:jc w:val="both"/>
        <w:rPr>
          <w:rFonts w:cs="Arial"/>
          <w:color w:val="FF0000"/>
        </w:rPr>
      </w:pPr>
      <w:bookmarkStart w:id="0" w:name="_Hlk71009727"/>
      <w:bookmarkStart w:id="1" w:name="_Hlk47693943"/>
      <w:bookmarkStart w:id="2" w:name="_Hlk52266088"/>
      <w:bookmarkStart w:id="3" w:name="_Hlk52286417"/>
      <w:r w:rsidRPr="008A2748">
        <w:rPr>
          <w:rFonts w:cs="Arial"/>
        </w:rPr>
        <w:t xml:space="preserve">(*) </w:t>
      </w:r>
      <w:r w:rsidR="00411AEE" w:rsidRPr="00411AEE">
        <w:rPr>
          <w:rFonts w:cs="Arial"/>
        </w:rPr>
        <w:t>Nel caso di attività a distanza, anche qualora introdotte per il periodo di emergenza epidemiologica da Covid-19, saranno applicate le disposizioni</w:t>
      </w:r>
      <w:r w:rsidR="00D65B03">
        <w:rPr>
          <w:rFonts w:cs="Arial"/>
        </w:rPr>
        <w:t xml:space="preserve"> </w:t>
      </w:r>
      <w:r w:rsidR="00411AEE" w:rsidRPr="00411AEE">
        <w:rPr>
          <w:rFonts w:cs="Arial"/>
        </w:rPr>
        <w:t>in materia vigenti.</w:t>
      </w:r>
      <w:bookmarkEnd w:id="0"/>
    </w:p>
    <w:p w14:paraId="44E3DC69" w14:textId="0166CBAD" w:rsidR="00591897" w:rsidRDefault="00591897" w:rsidP="00611EF1">
      <w:pPr>
        <w:spacing w:before="120" w:after="120" w:line="360" w:lineRule="exact"/>
        <w:ind w:left="-1134" w:right="-285"/>
        <w:jc w:val="both"/>
        <w:rPr>
          <w:rFonts w:cs="Arial"/>
        </w:rPr>
      </w:pPr>
      <w:r w:rsidRPr="009B6F9E">
        <w:rPr>
          <w:rFonts w:cs="Arial"/>
        </w:rPr>
        <w:t>(**) Nel caso in cui l’avviso preveda esclusivamente la documentazione con formato digitale, valorizzare il campo NA e riportarne informazione nel campo note</w:t>
      </w:r>
      <w:r w:rsidR="009B6F9E" w:rsidRPr="009B6F9E">
        <w:rPr>
          <w:rFonts w:cs="Arial"/>
        </w:rPr>
        <w:t>.</w:t>
      </w:r>
    </w:p>
    <w:tbl>
      <w:tblPr>
        <w:tblW w:w="0" w:type="auto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328"/>
        <w:gridCol w:w="957"/>
      </w:tblGrid>
      <w:tr w:rsidR="001C4953" w:rsidRPr="009D4F5C" w14:paraId="653397ED" w14:textId="77777777" w:rsidTr="00A008E3">
        <w:trPr>
          <w:trHeight w:val="422"/>
        </w:trPr>
        <w:tc>
          <w:tcPr>
            <w:tcW w:w="9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bookmarkEnd w:id="1"/>
          <w:bookmarkEnd w:id="2"/>
          <w:bookmarkEnd w:id="3"/>
          <w:p w14:paraId="387B0DFC" w14:textId="3581C0CF" w:rsidR="001C4953" w:rsidRPr="009D4F5C" w:rsidRDefault="001C4953" w:rsidP="00166EA6">
            <w:pPr>
              <w:rPr>
                <w:rFonts w:cs="Arial"/>
                <w:b/>
              </w:rPr>
            </w:pPr>
            <w:r w:rsidRPr="009D4F5C">
              <w:rPr>
                <w:rFonts w:cs="Arial"/>
                <w:b/>
              </w:rPr>
              <w:t xml:space="preserve">SONO STATE RILEVATE DIFFORMITA’                                                                         </w:t>
            </w:r>
            <w:r w:rsidR="000B1326">
              <w:rPr>
                <w:rFonts w:cs="Arial"/>
                <w:b/>
              </w:rPr>
              <w:t xml:space="preserve">   </w:t>
            </w:r>
            <w:r w:rsidRPr="009D4F5C">
              <w:rPr>
                <w:rFonts w:cs="Arial"/>
                <w:b/>
              </w:rPr>
              <w:t xml:space="preserve"> </w:t>
            </w:r>
            <w:r w:rsidR="000B1326">
              <w:rPr>
                <w:rFonts w:cs="Arial"/>
                <w:b/>
              </w:rPr>
              <w:t xml:space="preserve">     </w:t>
            </w:r>
            <w:r w:rsidR="00E71144" w:rsidRPr="009D4F5C">
              <w:rPr>
                <w:rFonts w:cs="Arial"/>
                <w:b/>
              </w:rPr>
              <w:t xml:space="preserve">SI </w:t>
            </w:r>
            <w:r w:rsidR="00E71144" w:rsidRPr="000B1326">
              <w:rPr>
                <w:rFonts w:cs="Arial"/>
                <w:b/>
                <w:sz w:val="28"/>
                <w:szCs w:val="28"/>
              </w:rPr>
              <w:t>□</w:t>
            </w:r>
            <w:r w:rsidRPr="000B1326">
              <w:rPr>
                <w:rFonts w:cs="Arial"/>
                <w:b/>
                <w:sz w:val="28"/>
                <w:szCs w:val="28"/>
              </w:rPr>
              <w:t xml:space="preserve">  </w:t>
            </w:r>
            <w:r w:rsidRPr="009D4F5C">
              <w:rPr>
                <w:rFonts w:cs="Arial"/>
                <w:b/>
              </w:rPr>
              <w:t xml:space="preserve"> 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D45E54" w14:textId="2939F168" w:rsidR="001C4953" w:rsidRPr="009D4F5C" w:rsidRDefault="000B1326" w:rsidP="00166EA6">
            <w:pPr>
              <w:rPr>
                <w:rFonts w:cs="Arial"/>
              </w:rPr>
            </w:pPr>
            <w:r w:rsidRPr="009D4F5C">
              <w:rPr>
                <w:rFonts w:cs="Arial"/>
                <w:b/>
              </w:rPr>
              <w:t xml:space="preserve">NO </w:t>
            </w:r>
            <w:r w:rsidRPr="000B1326">
              <w:rPr>
                <w:rFonts w:cs="Arial"/>
                <w:b/>
                <w:sz w:val="28"/>
                <w:szCs w:val="28"/>
              </w:rPr>
              <w:t>□</w:t>
            </w:r>
          </w:p>
        </w:tc>
      </w:tr>
      <w:tr w:rsidR="001C4953" w:rsidRPr="009D4F5C" w14:paraId="62027906" w14:textId="77777777" w:rsidTr="00A008E3">
        <w:trPr>
          <w:trHeight w:val="810"/>
        </w:trPr>
        <w:tc>
          <w:tcPr>
            <w:tcW w:w="10285" w:type="dxa"/>
            <w:gridSpan w:val="2"/>
            <w:tcBorders>
              <w:top w:val="single" w:sz="4" w:space="0" w:color="auto"/>
            </w:tcBorders>
          </w:tcPr>
          <w:p w14:paraId="07585005" w14:textId="77777777" w:rsidR="001C4953" w:rsidRPr="009D4F5C" w:rsidRDefault="001C4953" w:rsidP="00166EA6">
            <w:pPr>
              <w:rPr>
                <w:rFonts w:cs="Arial"/>
              </w:rPr>
            </w:pPr>
            <w:r w:rsidRPr="00B47E56">
              <w:rPr>
                <w:rFonts w:cs="Arial"/>
                <w:b/>
                <w:color w:val="000000"/>
                <w:szCs w:val="20"/>
              </w:rPr>
              <w:t>Cod.</w:t>
            </w:r>
          </w:p>
        </w:tc>
      </w:tr>
      <w:tr w:rsidR="001C4953" w:rsidRPr="009D4F5C" w14:paraId="0D0256BE" w14:textId="77777777" w:rsidTr="00A008E3">
        <w:trPr>
          <w:trHeight w:val="810"/>
        </w:trPr>
        <w:tc>
          <w:tcPr>
            <w:tcW w:w="10285" w:type="dxa"/>
            <w:gridSpan w:val="2"/>
          </w:tcPr>
          <w:p w14:paraId="13E9D7A3" w14:textId="77777777" w:rsidR="001C4953" w:rsidRPr="009D4F5C" w:rsidRDefault="001C4953" w:rsidP="00166EA6">
            <w:pPr>
              <w:rPr>
                <w:rFonts w:cs="Arial"/>
              </w:rPr>
            </w:pPr>
            <w:r w:rsidRPr="00B47E56">
              <w:rPr>
                <w:rFonts w:cs="Arial"/>
                <w:b/>
                <w:color w:val="000000"/>
                <w:szCs w:val="20"/>
              </w:rPr>
              <w:t>Cod.</w:t>
            </w:r>
          </w:p>
        </w:tc>
      </w:tr>
    </w:tbl>
    <w:p w14:paraId="2DC6784A" w14:textId="77777777" w:rsidR="001C4953" w:rsidRPr="009D4F5C" w:rsidRDefault="001C4953" w:rsidP="001C4953">
      <w:pPr>
        <w:rPr>
          <w:rFonts w:cs="Arial"/>
          <w:b/>
        </w:rPr>
      </w:pPr>
    </w:p>
    <w:p w14:paraId="33BC8F6D" w14:textId="77777777" w:rsidR="000A7E0F" w:rsidRPr="009B6F9E" w:rsidRDefault="000A7E0F" w:rsidP="000A7E0F">
      <w:pPr>
        <w:keepNext/>
        <w:spacing w:after="120"/>
        <w:ind w:left="-851"/>
        <w:rPr>
          <w:rFonts w:cs="Arial"/>
          <w:b/>
          <w:strike/>
        </w:rPr>
      </w:pPr>
      <w:r w:rsidRPr="009B6F9E">
        <w:rPr>
          <w:rFonts w:cs="Arial"/>
          <w:b/>
        </w:rPr>
        <w:t xml:space="preserve">NOTE A CURA DEGLI ISPETTORI </w:t>
      </w:r>
    </w:p>
    <w:tbl>
      <w:tblPr>
        <w:tblW w:w="10320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320"/>
      </w:tblGrid>
      <w:tr w:rsidR="000A7E0F" w:rsidRPr="009D4F5C" w14:paraId="7BDF4DD5" w14:textId="77777777" w:rsidTr="00A008E3">
        <w:tc>
          <w:tcPr>
            <w:tcW w:w="10320" w:type="dxa"/>
          </w:tcPr>
          <w:p w14:paraId="63D71566" w14:textId="77777777" w:rsidR="000A7E0F" w:rsidRPr="009D4F5C" w:rsidRDefault="000A7E0F" w:rsidP="00BA271C">
            <w:pPr>
              <w:jc w:val="center"/>
              <w:rPr>
                <w:rFonts w:cs="Arial"/>
              </w:rPr>
            </w:pPr>
            <w:r w:rsidRPr="009B6F9E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D5CCADD" w14:textId="77777777" w:rsidR="000A7E0F" w:rsidRPr="009D4F5C" w:rsidRDefault="000A7E0F" w:rsidP="00BA271C">
            <w:pPr>
              <w:jc w:val="both"/>
              <w:rPr>
                <w:rFonts w:cs="Arial"/>
              </w:rPr>
            </w:pPr>
          </w:p>
        </w:tc>
      </w:tr>
    </w:tbl>
    <w:p w14:paraId="1B19D0B4" w14:textId="77777777" w:rsidR="000A7E0F" w:rsidRDefault="000A7E0F" w:rsidP="0048320F">
      <w:pPr>
        <w:keepNext/>
        <w:spacing w:after="120"/>
        <w:ind w:left="-851"/>
        <w:rPr>
          <w:rFonts w:cs="Arial"/>
          <w:b/>
        </w:rPr>
      </w:pPr>
    </w:p>
    <w:p w14:paraId="27C58D18" w14:textId="6E1E4A6B" w:rsidR="001C4953" w:rsidRPr="00725C02" w:rsidRDefault="001C4953" w:rsidP="0048320F">
      <w:pPr>
        <w:keepNext/>
        <w:spacing w:after="120"/>
        <w:ind w:left="-851"/>
        <w:rPr>
          <w:rFonts w:cs="Arial"/>
          <w:b/>
          <w:strike/>
        </w:rPr>
      </w:pPr>
      <w:r w:rsidRPr="009D4F5C">
        <w:rPr>
          <w:rFonts w:cs="Arial"/>
          <w:b/>
        </w:rPr>
        <w:t xml:space="preserve">CONSIDERAZIONI DEL </w:t>
      </w:r>
      <w:r>
        <w:rPr>
          <w:rFonts w:cs="Arial"/>
          <w:b/>
        </w:rPr>
        <w:t>BENEFICIARIO/</w:t>
      </w:r>
      <w:r w:rsidRPr="009D4F5C">
        <w:rPr>
          <w:rFonts w:cs="Arial"/>
          <w:b/>
        </w:rPr>
        <w:t xml:space="preserve">LEGALE RAPPRESENTANTE </w:t>
      </w:r>
    </w:p>
    <w:tbl>
      <w:tblPr>
        <w:tblW w:w="10320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320"/>
      </w:tblGrid>
      <w:tr w:rsidR="001C4953" w:rsidRPr="009D4F5C" w14:paraId="0958B3C3" w14:textId="77777777" w:rsidTr="00007853">
        <w:tc>
          <w:tcPr>
            <w:tcW w:w="10320" w:type="dxa"/>
          </w:tcPr>
          <w:p w14:paraId="60C2A44A" w14:textId="77777777" w:rsidR="001C4953" w:rsidRPr="009D4F5C" w:rsidRDefault="001C4953" w:rsidP="00166EA6">
            <w:pPr>
              <w:jc w:val="center"/>
              <w:rPr>
                <w:rFonts w:cs="Arial"/>
              </w:rPr>
            </w:pPr>
            <w:r w:rsidRPr="009D4F5C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6258B2B" w14:textId="77777777" w:rsidR="001C4953" w:rsidRPr="009D4F5C" w:rsidRDefault="001C4953" w:rsidP="00166EA6">
            <w:pPr>
              <w:jc w:val="both"/>
              <w:rPr>
                <w:rFonts w:cs="Arial"/>
              </w:rPr>
            </w:pPr>
          </w:p>
        </w:tc>
      </w:tr>
    </w:tbl>
    <w:p w14:paraId="2AF4E9BA" w14:textId="77777777" w:rsidR="001C4953" w:rsidRPr="009D4F5C" w:rsidRDefault="001C4953" w:rsidP="001C4953">
      <w:pPr>
        <w:rPr>
          <w:rFonts w:cs="Arial"/>
        </w:rPr>
      </w:pPr>
    </w:p>
    <w:p w14:paraId="10B74CA8" w14:textId="6C3ED80D" w:rsidR="001C4953" w:rsidRDefault="001C4953" w:rsidP="001C4953">
      <w:pPr>
        <w:spacing w:before="120" w:after="120"/>
        <w:ind w:left="-851"/>
        <w:jc w:val="both"/>
        <w:rPr>
          <w:rFonts w:cs="Arial"/>
          <w:b/>
        </w:rPr>
      </w:pPr>
      <w:r>
        <w:rPr>
          <w:rFonts w:cs="Arial"/>
          <w:b/>
        </w:rPr>
        <w:t xml:space="preserve">Eventuali </w:t>
      </w:r>
      <w:r w:rsidR="00E71144">
        <w:rPr>
          <w:rFonts w:cs="Arial"/>
          <w:b/>
        </w:rPr>
        <w:t>allegati: _</w:t>
      </w:r>
      <w:r>
        <w:rPr>
          <w:rFonts w:cs="Arial"/>
          <w:b/>
        </w:rPr>
        <w:t>_____________________________</w:t>
      </w:r>
    </w:p>
    <w:p w14:paraId="63047277" w14:textId="77777777" w:rsidR="001C4953" w:rsidRDefault="001C4953" w:rsidP="001C4953">
      <w:pPr>
        <w:spacing w:before="120" w:after="120"/>
        <w:ind w:left="-851"/>
        <w:jc w:val="both"/>
        <w:rPr>
          <w:rFonts w:cs="Arial"/>
          <w:b/>
        </w:rPr>
      </w:pPr>
    </w:p>
    <w:p w14:paraId="3CA82A3B" w14:textId="0E310BBE" w:rsidR="001C4953" w:rsidRPr="009D4F5C" w:rsidRDefault="001C4953" w:rsidP="001C4953">
      <w:pPr>
        <w:spacing w:before="120" w:after="120"/>
        <w:ind w:left="-851"/>
        <w:jc w:val="both"/>
        <w:rPr>
          <w:rFonts w:cs="Arial"/>
          <w:b/>
        </w:rPr>
      </w:pPr>
      <w:r w:rsidRPr="009D4F5C">
        <w:rPr>
          <w:rFonts w:cs="Arial"/>
          <w:b/>
        </w:rPr>
        <w:t>ESIT</w:t>
      </w:r>
      <w:r w:rsidR="00FA3474">
        <w:rPr>
          <w:rFonts w:cs="Arial"/>
          <w:b/>
        </w:rPr>
        <w:t xml:space="preserve">O </w:t>
      </w:r>
      <w:r w:rsidRPr="009D4F5C">
        <w:rPr>
          <w:rFonts w:cs="Arial"/>
          <w:b/>
        </w:rPr>
        <w:t>DELLA VISITA</w:t>
      </w:r>
    </w:p>
    <w:p w14:paraId="1A68DB99" w14:textId="1224C6BB" w:rsidR="001C4953" w:rsidRDefault="001C4953" w:rsidP="001C4953">
      <w:pPr>
        <w:spacing w:before="120" w:after="120"/>
        <w:ind w:left="-851"/>
        <w:jc w:val="both"/>
        <w:rPr>
          <w:rFonts w:cs="Arial"/>
        </w:rPr>
      </w:pPr>
      <w:r w:rsidRPr="009D4F5C">
        <w:rPr>
          <w:rFonts w:cs="Arial"/>
          <w:sz w:val="36"/>
          <w:szCs w:val="36"/>
        </w:rPr>
        <w:t>□</w:t>
      </w:r>
      <w:r w:rsidRPr="009D4F5C">
        <w:rPr>
          <w:rFonts w:cs="Arial"/>
        </w:rPr>
        <w:t xml:space="preserve"> positiv</w:t>
      </w:r>
      <w:r w:rsidR="00844B47">
        <w:rPr>
          <w:rFonts w:cs="Arial"/>
        </w:rPr>
        <w:t>o</w:t>
      </w:r>
      <w:r>
        <w:rPr>
          <w:rFonts w:cs="Arial"/>
        </w:rPr>
        <w:tab/>
      </w:r>
      <w:r>
        <w:rPr>
          <w:rFonts w:cs="Arial"/>
        </w:rPr>
        <w:tab/>
      </w:r>
      <w:r w:rsidRPr="009D4F5C">
        <w:rPr>
          <w:rFonts w:cs="Arial"/>
          <w:sz w:val="36"/>
          <w:szCs w:val="36"/>
        </w:rPr>
        <w:t>□</w:t>
      </w:r>
      <w:r w:rsidRPr="009D4F5C">
        <w:rPr>
          <w:rFonts w:cs="Arial"/>
        </w:rPr>
        <w:t xml:space="preserve"> negativ</w:t>
      </w:r>
      <w:r w:rsidR="00844B47">
        <w:rPr>
          <w:rFonts w:cs="Arial"/>
        </w:rPr>
        <w:t>o</w:t>
      </w:r>
      <w:r>
        <w:rPr>
          <w:rFonts w:cs="Arial"/>
        </w:rPr>
        <w:tab/>
      </w:r>
      <w:r>
        <w:rPr>
          <w:rFonts w:cs="Arial"/>
        </w:rPr>
        <w:tab/>
      </w:r>
      <w:r w:rsidRPr="009D4F5C">
        <w:rPr>
          <w:rFonts w:cs="Arial"/>
          <w:sz w:val="36"/>
          <w:szCs w:val="36"/>
        </w:rPr>
        <w:t>□</w:t>
      </w:r>
      <w:r w:rsidRPr="009D4F5C">
        <w:rPr>
          <w:rFonts w:cs="Arial"/>
        </w:rPr>
        <w:t xml:space="preserve"> sospes</w:t>
      </w:r>
      <w:r w:rsidR="00844B47">
        <w:rPr>
          <w:rFonts w:cs="Arial"/>
        </w:rPr>
        <w:t>o</w:t>
      </w:r>
      <w:r w:rsidRPr="009D4F5C">
        <w:rPr>
          <w:rFonts w:cs="Arial"/>
        </w:rPr>
        <w:t xml:space="preserve"> </w:t>
      </w:r>
    </w:p>
    <w:p w14:paraId="43BD3EF8" w14:textId="0977E7EB" w:rsidR="001C4953" w:rsidRPr="009D4F5C" w:rsidRDefault="001C4953" w:rsidP="001C4953">
      <w:pPr>
        <w:spacing w:before="120" w:after="120"/>
        <w:ind w:left="-851"/>
        <w:jc w:val="both"/>
        <w:rPr>
          <w:rFonts w:cs="Arial"/>
        </w:rPr>
      </w:pPr>
      <w:r w:rsidRPr="00243CFB">
        <w:rPr>
          <w:rFonts w:cs="Arial"/>
        </w:rPr>
        <w:t>Se sospes</w:t>
      </w:r>
      <w:r w:rsidR="003B2053">
        <w:rPr>
          <w:rFonts w:cs="Arial"/>
        </w:rPr>
        <w:t>o</w:t>
      </w:r>
      <w:r w:rsidRPr="00243CFB">
        <w:rPr>
          <w:rFonts w:cs="Arial"/>
        </w:rPr>
        <w:t xml:space="preserve"> indicare le motivazioni</w:t>
      </w:r>
      <w:r w:rsidRPr="009D4F5C">
        <w:rPr>
          <w:rFonts w:cs="Arial"/>
        </w:rPr>
        <w:t xml:space="preserve"> </w:t>
      </w:r>
    </w:p>
    <w:tbl>
      <w:tblPr>
        <w:tblW w:w="0" w:type="auto"/>
        <w:tblInd w:w="-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3"/>
      </w:tblGrid>
      <w:tr w:rsidR="001C4953" w:rsidRPr="009D4F5C" w14:paraId="571A3C3E" w14:textId="77777777" w:rsidTr="00166EA6">
        <w:tc>
          <w:tcPr>
            <w:tcW w:w="10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7ABE5" w14:textId="228B1145" w:rsidR="001C4953" w:rsidRPr="009D4F5C" w:rsidRDefault="001C4953" w:rsidP="00DF3AF3">
            <w:pPr>
              <w:tabs>
                <w:tab w:val="left" w:pos="6804"/>
              </w:tabs>
              <w:ind w:left="-851"/>
              <w:jc w:val="center"/>
              <w:rPr>
                <w:rFonts w:cs="Arial"/>
              </w:rPr>
            </w:pPr>
            <w:r w:rsidRPr="009D4F5C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9D4F5C">
              <w:rPr>
                <w:rFonts w:cs="Arial"/>
              </w:rPr>
              <w:lastRenderedPageBreak/>
              <w:t>………………………………………………………………………………………………………………………………………………….………………………………………….…………………………………….…………………….…………</w:t>
            </w:r>
          </w:p>
        </w:tc>
      </w:tr>
    </w:tbl>
    <w:p w14:paraId="2485FE60" w14:textId="77777777" w:rsidR="001C4953" w:rsidRDefault="001C4953" w:rsidP="001C4953">
      <w:pPr>
        <w:spacing w:before="120" w:after="120"/>
        <w:ind w:left="-851"/>
        <w:jc w:val="both"/>
        <w:rPr>
          <w:rFonts w:cs="Arial"/>
        </w:rPr>
      </w:pPr>
    </w:p>
    <w:tbl>
      <w:tblPr>
        <w:tblStyle w:val="Grigliatabella"/>
        <w:tblW w:w="10068" w:type="dxa"/>
        <w:tblInd w:w="-746" w:type="dxa"/>
        <w:tblLook w:val="04A0" w:firstRow="1" w:lastRow="0" w:firstColumn="1" w:lastColumn="0" w:noHBand="0" w:noVBand="1"/>
      </w:tblPr>
      <w:tblGrid>
        <w:gridCol w:w="5957"/>
        <w:gridCol w:w="4111"/>
      </w:tblGrid>
      <w:tr w:rsidR="001C4953" w:rsidRPr="009D4F5C" w14:paraId="1F0047A1" w14:textId="77777777" w:rsidTr="00166EA6">
        <w:trPr>
          <w:trHeight w:val="777"/>
        </w:trPr>
        <w:tc>
          <w:tcPr>
            <w:tcW w:w="5957" w:type="dxa"/>
            <w:shd w:val="clear" w:color="auto" w:fill="D9D9D9" w:themeFill="background1" w:themeFillShade="D9"/>
            <w:vAlign w:val="center"/>
          </w:tcPr>
          <w:p w14:paraId="19454873" w14:textId="021234F0" w:rsidR="001C4953" w:rsidRPr="009D4F5C" w:rsidRDefault="001C4953" w:rsidP="009B6F9E">
            <w:pPr>
              <w:tabs>
                <w:tab w:val="left" w:pos="6804"/>
              </w:tabs>
              <w:jc w:val="center"/>
              <w:rPr>
                <w:b/>
              </w:rPr>
            </w:pPr>
            <w:r w:rsidRPr="009D4F5C">
              <w:rPr>
                <w:b/>
              </w:rPr>
              <w:t xml:space="preserve">PRESENZIANO ALLA VERIFICA </w:t>
            </w:r>
            <w:r>
              <w:rPr>
                <w:b/>
              </w:rPr>
              <w:t>IN LOCO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11F92B56" w14:textId="0F85902A" w:rsidR="001C4953" w:rsidRPr="009D4F5C" w:rsidRDefault="001C4953" w:rsidP="009B6F9E">
            <w:pPr>
              <w:tabs>
                <w:tab w:val="left" w:pos="6804"/>
              </w:tabs>
              <w:jc w:val="center"/>
              <w:rPr>
                <w:b/>
              </w:rPr>
            </w:pPr>
            <w:r w:rsidRPr="009D4F5C">
              <w:rPr>
                <w:b/>
              </w:rPr>
              <w:t>TIMBRO E FIRMA</w:t>
            </w:r>
          </w:p>
        </w:tc>
      </w:tr>
      <w:tr w:rsidR="001C4953" w:rsidRPr="009D4F5C" w14:paraId="0A8C26DD" w14:textId="77777777" w:rsidTr="00166EA6">
        <w:trPr>
          <w:trHeight w:val="682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68C8A69B" w14:textId="77777777" w:rsidR="001C4953" w:rsidRPr="009D4F5C" w:rsidRDefault="001C4953" w:rsidP="00166EA6">
            <w:pPr>
              <w:jc w:val="both"/>
              <w:rPr>
                <w:b/>
              </w:rPr>
            </w:pPr>
            <w:r w:rsidRPr="009D4F5C">
              <w:rPr>
                <w:b/>
              </w:rPr>
              <w:t>ISPETTORE</w:t>
            </w:r>
          </w:p>
          <w:p w14:paraId="74AC6E35" w14:textId="77777777" w:rsidR="001C4953" w:rsidRPr="009D4F5C" w:rsidRDefault="001C4953" w:rsidP="00166EA6">
            <w:pPr>
              <w:jc w:val="both"/>
            </w:pPr>
            <w:r w:rsidRPr="009D4F5C">
              <w:t>Nome e cognome</w:t>
            </w:r>
            <w:r w:rsidRPr="009D4F5C">
              <w:rPr>
                <w:b/>
              </w:rPr>
              <w:t>:</w:t>
            </w:r>
            <w:r w:rsidRPr="009D4F5C">
              <w:t xml:space="preserve"> …………………………………………………</w:t>
            </w:r>
          </w:p>
          <w:p w14:paraId="160CE8A8" w14:textId="77777777" w:rsidR="001C4953" w:rsidRPr="009D4F5C" w:rsidRDefault="001C4953" w:rsidP="00166EA6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0846432F" w14:textId="77777777" w:rsidR="001C4953" w:rsidRPr="009D4F5C" w:rsidRDefault="001C4953" w:rsidP="00166EA6">
            <w:pPr>
              <w:tabs>
                <w:tab w:val="left" w:pos="6804"/>
              </w:tabs>
            </w:pPr>
          </w:p>
        </w:tc>
      </w:tr>
      <w:tr w:rsidR="001C4953" w:rsidRPr="009D4F5C" w14:paraId="47FBD3ED" w14:textId="77777777" w:rsidTr="00166EA6">
        <w:trPr>
          <w:trHeight w:val="807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3DBB9605" w14:textId="77777777" w:rsidR="001C4953" w:rsidRPr="009D4F5C" w:rsidRDefault="001C4953" w:rsidP="00166EA6">
            <w:pPr>
              <w:jc w:val="both"/>
              <w:rPr>
                <w:b/>
              </w:rPr>
            </w:pPr>
            <w:r w:rsidRPr="009D4F5C">
              <w:rPr>
                <w:b/>
              </w:rPr>
              <w:t>ISPETTORE</w:t>
            </w:r>
          </w:p>
          <w:p w14:paraId="60771E53" w14:textId="77777777" w:rsidR="001C4953" w:rsidRPr="009D4F5C" w:rsidRDefault="001C4953" w:rsidP="00166EA6">
            <w:pPr>
              <w:jc w:val="both"/>
            </w:pPr>
            <w:r w:rsidRPr="009D4F5C">
              <w:t>Nome e cognome</w:t>
            </w:r>
            <w:r w:rsidRPr="009D4F5C">
              <w:rPr>
                <w:b/>
              </w:rPr>
              <w:t>:</w:t>
            </w:r>
            <w:r w:rsidRPr="009D4F5C">
              <w:t xml:space="preserve"> …………………………………………………</w:t>
            </w:r>
          </w:p>
          <w:p w14:paraId="54D32E31" w14:textId="77777777" w:rsidR="001C4953" w:rsidRPr="009D4F5C" w:rsidRDefault="001C4953" w:rsidP="00166EA6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449FF80D" w14:textId="77777777" w:rsidR="001C4953" w:rsidRPr="009D4F5C" w:rsidRDefault="001C4953" w:rsidP="00166EA6">
            <w:pPr>
              <w:tabs>
                <w:tab w:val="left" w:pos="6804"/>
              </w:tabs>
            </w:pPr>
          </w:p>
        </w:tc>
      </w:tr>
      <w:tr w:rsidR="001C4953" w:rsidRPr="009D4F5C" w14:paraId="1E9A4917" w14:textId="77777777" w:rsidTr="00166EA6">
        <w:trPr>
          <w:trHeight w:val="652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22FE16B2" w14:textId="77777777" w:rsidR="001C4953" w:rsidRPr="009D4F5C" w:rsidRDefault="001C4953" w:rsidP="00166EA6">
            <w:pPr>
              <w:tabs>
                <w:tab w:val="left" w:pos="6804"/>
              </w:tabs>
              <w:rPr>
                <w:b/>
              </w:rPr>
            </w:pPr>
            <w:r w:rsidRPr="009D4F5C">
              <w:rPr>
                <w:b/>
              </w:rPr>
              <w:t>LEGALE RAPPRESENTANTE (o suo delegato)</w:t>
            </w:r>
          </w:p>
          <w:p w14:paraId="08B97E36" w14:textId="77777777" w:rsidR="001C4953" w:rsidRPr="009D4F5C" w:rsidRDefault="001C4953" w:rsidP="00166EA6">
            <w:pPr>
              <w:jc w:val="both"/>
            </w:pPr>
            <w:r w:rsidRPr="009D4F5C">
              <w:t>Nome e cognome</w:t>
            </w:r>
            <w:r w:rsidRPr="009D4F5C">
              <w:rPr>
                <w:b/>
              </w:rPr>
              <w:t>:</w:t>
            </w:r>
            <w:r w:rsidRPr="009D4F5C">
              <w:t xml:space="preserve"> …………………………………………………</w:t>
            </w:r>
          </w:p>
          <w:p w14:paraId="4F2BA566" w14:textId="77777777" w:rsidR="001C4953" w:rsidRPr="009D4F5C" w:rsidRDefault="001C4953" w:rsidP="00166EA6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58751458" w14:textId="77777777" w:rsidR="001C4953" w:rsidRPr="009D4F5C" w:rsidRDefault="001C4953" w:rsidP="00166EA6">
            <w:pPr>
              <w:tabs>
                <w:tab w:val="left" w:pos="6804"/>
              </w:tabs>
            </w:pPr>
          </w:p>
        </w:tc>
      </w:tr>
      <w:tr w:rsidR="00344D61" w:rsidRPr="009D4F5C" w14:paraId="2F546753" w14:textId="77777777" w:rsidTr="00166EA6">
        <w:trPr>
          <w:trHeight w:val="652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4102741D" w14:textId="77777777" w:rsidR="00344D61" w:rsidRPr="005A7F9E" w:rsidRDefault="00344D61" w:rsidP="00F97466">
            <w:pPr>
              <w:tabs>
                <w:tab w:val="left" w:pos="6804"/>
              </w:tabs>
              <w:rPr>
                <w:b/>
              </w:rPr>
            </w:pPr>
            <w:r w:rsidRPr="005A7F9E">
              <w:rPr>
                <w:b/>
              </w:rPr>
              <w:t>LEGALE RAPPRESENTANTE (o suo delegato)</w:t>
            </w:r>
          </w:p>
          <w:p w14:paraId="162D5734" w14:textId="77777777" w:rsidR="00344D61" w:rsidRPr="005A7F9E" w:rsidRDefault="00344D61" w:rsidP="00F97466">
            <w:pPr>
              <w:jc w:val="both"/>
            </w:pPr>
            <w:r w:rsidRPr="005A7F9E">
              <w:t>Nome e cognome</w:t>
            </w:r>
            <w:r w:rsidRPr="005A7F9E">
              <w:rPr>
                <w:b/>
              </w:rPr>
              <w:t>:</w:t>
            </w:r>
            <w:r w:rsidRPr="005A7F9E">
              <w:t xml:space="preserve"> …………………………………………………</w:t>
            </w:r>
          </w:p>
          <w:p w14:paraId="450CB0F3" w14:textId="77777777" w:rsidR="00344D61" w:rsidRPr="005A7F9E" w:rsidRDefault="00344D61" w:rsidP="00166EA6">
            <w:pPr>
              <w:tabs>
                <w:tab w:val="left" w:pos="6804"/>
              </w:tabs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12ED2941" w14:textId="77777777" w:rsidR="00344D61" w:rsidRPr="009D4F5C" w:rsidRDefault="00344D61" w:rsidP="00166EA6">
            <w:pPr>
              <w:tabs>
                <w:tab w:val="left" w:pos="6804"/>
              </w:tabs>
            </w:pPr>
          </w:p>
        </w:tc>
      </w:tr>
    </w:tbl>
    <w:p w14:paraId="1FF2B805" w14:textId="77777777" w:rsidR="001C4953" w:rsidRDefault="001C4953" w:rsidP="001C4953">
      <w:pPr>
        <w:ind w:left="-851"/>
        <w:rPr>
          <w:rFonts w:cs="Arial"/>
          <w:b/>
        </w:rPr>
      </w:pPr>
    </w:p>
    <w:p w14:paraId="3D8A684A" w14:textId="41F3599E" w:rsidR="001C4953" w:rsidRDefault="001C4953" w:rsidP="001C4953">
      <w:pPr>
        <w:ind w:left="-851"/>
        <w:rPr>
          <w:b/>
        </w:rPr>
      </w:pPr>
      <w:r>
        <w:rPr>
          <w:rFonts w:cs="Arial"/>
          <w:b/>
        </w:rPr>
        <w:t xml:space="preserve">Data </w:t>
      </w:r>
      <w:r w:rsidRPr="009D4F5C">
        <w:rPr>
          <w:rFonts w:cs="Arial"/>
          <w:b/>
        </w:rPr>
        <w:t>_____</w:t>
      </w:r>
      <w:r>
        <w:rPr>
          <w:b/>
        </w:rPr>
        <w:t xml:space="preserve">______________ </w:t>
      </w:r>
    </w:p>
    <w:p w14:paraId="2FC1D5A5" w14:textId="24604E98" w:rsidR="00E71144" w:rsidRDefault="00E71144" w:rsidP="001C4953">
      <w:pPr>
        <w:ind w:left="-851"/>
        <w:rPr>
          <w:b/>
        </w:rPr>
      </w:pPr>
    </w:p>
    <w:p w14:paraId="1DB3E3F4" w14:textId="77777777" w:rsidR="0048320F" w:rsidRDefault="0048320F" w:rsidP="001C4953">
      <w:pPr>
        <w:ind w:left="-851"/>
        <w:rPr>
          <w:b/>
        </w:rPr>
      </w:pPr>
    </w:p>
    <w:p w14:paraId="01CFBBDF" w14:textId="0A9C2A4E" w:rsidR="001C4953" w:rsidRDefault="001C4953" w:rsidP="001C4953">
      <w:pPr>
        <w:ind w:left="-851"/>
        <w:rPr>
          <w:rFonts w:cs="Arial"/>
          <w:b/>
        </w:rPr>
      </w:pPr>
      <w:r w:rsidRPr="009D4F5C">
        <w:rPr>
          <w:rFonts w:cs="Arial"/>
          <w:b/>
        </w:rPr>
        <w:t>Numero di pagine totali _____</w:t>
      </w:r>
      <w:r>
        <w:rPr>
          <w:b/>
        </w:rPr>
        <w:t>______________</w:t>
      </w:r>
    </w:p>
    <w:p w14:paraId="23E18A8A" w14:textId="77777777" w:rsidR="001C4953" w:rsidRDefault="001C4953" w:rsidP="001C4953">
      <w:pPr>
        <w:spacing w:before="120" w:after="120"/>
        <w:ind w:left="-851"/>
        <w:jc w:val="center"/>
        <w:rPr>
          <w:rFonts w:cs="Arial"/>
        </w:rPr>
      </w:pPr>
      <w:r>
        <w:rPr>
          <w:rFonts w:cs="Arial"/>
        </w:rPr>
        <w:t>====================================</w:t>
      </w:r>
    </w:p>
    <w:p w14:paraId="6C5E18F8" w14:textId="279EA73D" w:rsidR="00CD4C0F" w:rsidRDefault="00CD4C0F">
      <w:pPr>
        <w:rPr>
          <w:rFonts w:cs="Arial"/>
          <w:b/>
        </w:rPr>
      </w:pPr>
      <w:r>
        <w:rPr>
          <w:rFonts w:cs="Arial"/>
          <w:b/>
        </w:rPr>
        <w:br w:type="page"/>
      </w:r>
    </w:p>
    <w:p w14:paraId="0C828DA7" w14:textId="77777777" w:rsidR="00FA3474" w:rsidRDefault="00FA3474" w:rsidP="002020B0">
      <w:pPr>
        <w:tabs>
          <w:tab w:val="left" w:pos="6804"/>
        </w:tabs>
        <w:ind w:left="-851"/>
        <w:jc w:val="center"/>
        <w:rPr>
          <w:rFonts w:cs="Arial"/>
          <w:b/>
        </w:rPr>
      </w:pPr>
    </w:p>
    <w:p w14:paraId="78A7C328" w14:textId="46B36CB4" w:rsidR="00FA3474" w:rsidRPr="009B2EC0" w:rsidRDefault="00FA3474" w:rsidP="002020B0">
      <w:pPr>
        <w:tabs>
          <w:tab w:val="left" w:pos="6804"/>
        </w:tabs>
        <w:ind w:left="-851"/>
        <w:jc w:val="center"/>
        <w:rPr>
          <w:rFonts w:cs="Arial"/>
          <w:b/>
        </w:rPr>
      </w:pPr>
      <w:r w:rsidRPr="009B2EC0">
        <w:rPr>
          <w:rFonts w:cs="Arial"/>
          <w:b/>
        </w:rPr>
        <w:t xml:space="preserve">SEZIONE RISERVATA AGLI ISPETTORI </w:t>
      </w:r>
    </w:p>
    <w:p w14:paraId="56F6D62F" w14:textId="77777777" w:rsidR="00FA3474" w:rsidRPr="009B2EC0" w:rsidRDefault="00FA3474" w:rsidP="002020B0">
      <w:pPr>
        <w:tabs>
          <w:tab w:val="left" w:pos="6804"/>
        </w:tabs>
        <w:spacing w:after="120"/>
        <w:ind w:left="-851"/>
        <w:jc w:val="both"/>
        <w:rPr>
          <w:rFonts w:cs="Arial"/>
          <w:b/>
          <w:i/>
          <w:iCs/>
        </w:rPr>
      </w:pPr>
    </w:p>
    <w:p w14:paraId="56839E44" w14:textId="77777777" w:rsidR="00FA3474" w:rsidRPr="009B2EC0" w:rsidRDefault="00FA3474" w:rsidP="00FA3474">
      <w:pPr>
        <w:pStyle w:val="Paragrafoelenco"/>
        <w:numPr>
          <w:ilvl w:val="0"/>
          <w:numId w:val="12"/>
        </w:numPr>
        <w:tabs>
          <w:tab w:val="left" w:pos="6804"/>
        </w:tabs>
        <w:spacing w:after="120"/>
        <w:jc w:val="both"/>
        <w:rPr>
          <w:rFonts w:ascii="Arial" w:hAnsi="Arial" w:cs="Arial"/>
          <w:b/>
          <w:bCs/>
          <w:sz w:val="20"/>
        </w:rPr>
      </w:pPr>
      <w:r w:rsidRPr="009B2EC0">
        <w:rPr>
          <w:rFonts w:ascii="Arial" w:hAnsi="Arial" w:cs="Arial"/>
          <w:b/>
          <w:bCs/>
          <w:sz w:val="20"/>
        </w:rPr>
        <w:t>CONCLUSIONI IN CASO DI ESITO SOSPESO (</w:t>
      </w:r>
      <w:r w:rsidRPr="009B2EC0">
        <w:rPr>
          <w:rFonts w:ascii="Arial" w:hAnsi="Arial" w:cs="Arial"/>
          <w:i/>
          <w:iCs/>
          <w:sz w:val="20"/>
        </w:rPr>
        <w:t>eventuale</w:t>
      </w:r>
      <w:r w:rsidRPr="009B2EC0">
        <w:rPr>
          <w:rFonts w:ascii="Arial" w:hAnsi="Arial" w:cs="Arial"/>
          <w:b/>
          <w:bCs/>
          <w:sz w:val="20"/>
        </w:rPr>
        <w:t>)</w:t>
      </w:r>
    </w:p>
    <w:p w14:paraId="125B84B3" w14:textId="77777777" w:rsidR="00FA3474" w:rsidRPr="00A845C1" w:rsidRDefault="00FA3474" w:rsidP="00FA3474">
      <w:pPr>
        <w:tabs>
          <w:tab w:val="left" w:pos="6804"/>
        </w:tabs>
        <w:spacing w:after="120"/>
        <w:ind w:left="-851"/>
        <w:jc w:val="both"/>
        <w:rPr>
          <w:rFonts w:cs="Arial"/>
          <w:i/>
          <w:iCs/>
        </w:rPr>
      </w:pPr>
      <w:r w:rsidRPr="009B2EC0">
        <w:rPr>
          <w:rFonts w:cs="Arial"/>
          <w:i/>
          <w:iCs/>
        </w:rPr>
        <w:t>(da compilare obbligatoriamente prima del rilascio dell’esito finale indicando la documentazione prodotta ovvero la mancata produzione della documentazione richiesta)</w:t>
      </w:r>
    </w:p>
    <w:tbl>
      <w:tblPr>
        <w:tblW w:w="0" w:type="auto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19"/>
      </w:tblGrid>
      <w:tr w:rsidR="001C4953" w:rsidRPr="009D4F5C" w14:paraId="5AF010A2" w14:textId="77777777" w:rsidTr="00166EA6">
        <w:tc>
          <w:tcPr>
            <w:tcW w:w="10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25A88" w14:textId="77777777" w:rsidR="001C4953" w:rsidRDefault="001C4953" w:rsidP="00166EA6">
            <w:pPr>
              <w:tabs>
                <w:tab w:val="left" w:pos="6804"/>
              </w:tabs>
              <w:ind w:left="-851"/>
              <w:jc w:val="center"/>
              <w:rPr>
                <w:rFonts w:cs="Arial"/>
              </w:rPr>
            </w:pPr>
            <w:r w:rsidRPr="009D4F5C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.…………………………………….…………………….…………….………………</w:t>
            </w:r>
          </w:p>
          <w:p w14:paraId="3C47CAC7" w14:textId="77777777" w:rsidR="001C4953" w:rsidRDefault="001C4953" w:rsidP="00166EA6">
            <w:pPr>
              <w:tabs>
                <w:tab w:val="left" w:pos="6804"/>
              </w:tabs>
              <w:ind w:left="-851"/>
              <w:jc w:val="center"/>
              <w:rPr>
                <w:rFonts w:cs="Arial"/>
              </w:rPr>
            </w:pPr>
            <w:r w:rsidRPr="009D4F5C">
              <w:rPr>
                <w:rFonts w:cs="Arial"/>
              </w:rPr>
              <w:t>…….………………………………………….…………………………………….…………………….…………….………………</w:t>
            </w:r>
          </w:p>
          <w:p w14:paraId="293B170D" w14:textId="77777777" w:rsidR="001C4953" w:rsidRPr="009D4F5C" w:rsidRDefault="001C4953" w:rsidP="00166EA6">
            <w:pPr>
              <w:tabs>
                <w:tab w:val="left" w:pos="6804"/>
              </w:tabs>
              <w:ind w:left="-851"/>
              <w:jc w:val="both"/>
              <w:rPr>
                <w:rFonts w:cs="Arial"/>
              </w:rPr>
            </w:pPr>
          </w:p>
        </w:tc>
      </w:tr>
    </w:tbl>
    <w:p w14:paraId="46BAF88F" w14:textId="77777777" w:rsidR="001C4953" w:rsidRPr="009D4F5C" w:rsidRDefault="001C4953" w:rsidP="001C4953">
      <w:pPr>
        <w:tabs>
          <w:tab w:val="left" w:pos="6804"/>
        </w:tabs>
        <w:ind w:left="-851"/>
        <w:jc w:val="both"/>
        <w:rPr>
          <w:rFonts w:cs="Arial"/>
        </w:rPr>
      </w:pPr>
    </w:p>
    <w:p w14:paraId="44BF0C7E" w14:textId="77777777" w:rsidR="009458BB" w:rsidRPr="009B2EC0" w:rsidRDefault="009458BB" w:rsidP="009458BB">
      <w:pPr>
        <w:pStyle w:val="Paragrafoelenco"/>
        <w:numPr>
          <w:ilvl w:val="0"/>
          <w:numId w:val="12"/>
        </w:numPr>
        <w:tabs>
          <w:tab w:val="left" w:pos="6804"/>
        </w:tabs>
        <w:spacing w:after="120"/>
        <w:jc w:val="both"/>
        <w:rPr>
          <w:rFonts w:ascii="Arial" w:hAnsi="Arial" w:cs="Arial"/>
          <w:b/>
          <w:bCs/>
          <w:smallCaps/>
          <w:sz w:val="20"/>
        </w:rPr>
      </w:pPr>
      <w:r w:rsidRPr="009B2EC0">
        <w:rPr>
          <w:rFonts w:ascii="Arial" w:hAnsi="Arial" w:cs="Arial"/>
          <w:b/>
          <w:bCs/>
          <w:smallCaps/>
          <w:sz w:val="20"/>
        </w:rPr>
        <w:t xml:space="preserve">ESITO FINALE DEL CONTROLLO </w:t>
      </w:r>
    </w:p>
    <w:p w14:paraId="704F1F2D" w14:textId="77777777" w:rsidR="009458BB" w:rsidRPr="00A845C1" w:rsidRDefault="009458BB" w:rsidP="009458BB">
      <w:pPr>
        <w:tabs>
          <w:tab w:val="left" w:pos="6804"/>
        </w:tabs>
        <w:ind w:left="-851"/>
        <w:jc w:val="center"/>
        <w:rPr>
          <w:rFonts w:cs="Arial"/>
          <w:highlight w:val="yellow"/>
        </w:rPr>
      </w:pPr>
    </w:p>
    <w:p w14:paraId="266C06A6" w14:textId="77777777" w:rsidR="009458BB" w:rsidRDefault="009458BB" w:rsidP="009458BB">
      <w:pPr>
        <w:spacing w:before="120" w:after="120"/>
        <w:ind w:left="-851"/>
        <w:jc w:val="center"/>
        <w:rPr>
          <w:rFonts w:cs="Arial"/>
        </w:rPr>
      </w:pPr>
      <w:r w:rsidRPr="009D4F5C">
        <w:rPr>
          <w:rFonts w:cs="Arial"/>
          <w:sz w:val="36"/>
          <w:szCs w:val="36"/>
        </w:rPr>
        <w:t>□</w:t>
      </w:r>
      <w:r w:rsidRPr="009D4F5C">
        <w:rPr>
          <w:rFonts w:cs="Arial"/>
        </w:rPr>
        <w:t xml:space="preserve"> positivo</w:t>
      </w:r>
      <w:r>
        <w:rPr>
          <w:rFonts w:cs="Arial"/>
        </w:rPr>
        <w:tab/>
      </w:r>
      <w:r>
        <w:rPr>
          <w:rFonts w:cs="Arial"/>
        </w:rPr>
        <w:tab/>
      </w:r>
      <w:r w:rsidRPr="009D4F5C">
        <w:rPr>
          <w:rFonts w:cs="Arial"/>
          <w:sz w:val="36"/>
          <w:szCs w:val="36"/>
        </w:rPr>
        <w:t>□</w:t>
      </w:r>
      <w:r w:rsidRPr="009D4F5C">
        <w:rPr>
          <w:rFonts w:cs="Arial"/>
        </w:rPr>
        <w:t xml:space="preserve"> negativo</w:t>
      </w:r>
    </w:p>
    <w:p w14:paraId="1947C72E" w14:textId="77777777" w:rsidR="009458BB" w:rsidRPr="009D4F5C" w:rsidRDefault="009458BB" w:rsidP="009458BB">
      <w:pPr>
        <w:spacing w:before="120" w:after="120"/>
        <w:ind w:left="-851"/>
        <w:jc w:val="both"/>
        <w:rPr>
          <w:rFonts w:cs="Arial"/>
        </w:rPr>
      </w:pPr>
    </w:p>
    <w:p w14:paraId="54625BF2" w14:textId="77777777" w:rsidR="001C4953" w:rsidRPr="009D4F5C" w:rsidRDefault="001C4953" w:rsidP="001C4953">
      <w:pPr>
        <w:tabs>
          <w:tab w:val="left" w:pos="6804"/>
        </w:tabs>
        <w:rPr>
          <w:rFonts w:cs="Arial"/>
          <w:szCs w:val="20"/>
        </w:rPr>
      </w:pPr>
    </w:p>
    <w:tbl>
      <w:tblPr>
        <w:tblStyle w:val="Grigliatabella"/>
        <w:tblW w:w="10068" w:type="dxa"/>
        <w:tblInd w:w="-746" w:type="dxa"/>
        <w:tblLook w:val="04A0" w:firstRow="1" w:lastRow="0" w:firstColumn="1" w:lastColumn="0" w:noHBand="0" w:noVBand="1"/>
      </w:tblPr>
      <w:tblGrid>
        <w:gridCol w:w="5957"/>
        <w:gridCol w:w="4111"/>
      </w:tblGrid>
      <w:tr w:rsidR="001C4953" w:rsidRPr="009D4F5C" w14:paraId="527A77DA" w14:textId="77777777" w:rsidTr="00166EA6">
        <w:trPr>
          <w:trHeight w:val="777"/>
        </w:trPr>
        <w:tc>
          <w:tcPr>
            <w:tcW w:w="5957" w:type="dxa"/>
            <w:shd w:val="clear" w:color="auto" w:fill="D9D9D9" w:themeFill="background1" w:themeFillShade="D9"/>
            <w:vAlign w:val="center"/>
          </w:tcPr>
          <w:p w14:paraId="5C6E360B" w14:textId="35023E0B" w:rsidR="001C4953" w:rsidRPr="009D4F5C" w:rsidRDefault="00611EF1" w:rsidP="00611EF1">
            <w:pPr>
              <w:tabs>
                <w:tab w:val="left" w:pos="6804"/>
              </w:tabs>
              <w:jc w:val="center"/>
              <w:rPr>
                <w:b/>
              </w:rPr>
            </w:pPr>
            <w:r>
              <w:rPr>
                <w:b/>
              </w:rPr>
              <w:t>FIRMANO IL VERBALE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0B1C29C1" w14:textId="77777777" w:rsidR="001C4953" w:rsidRPr="009D4F5C" w:rsidRDefault="001C4953" w:rsidP="00166EA6">
            <w:pPr>
              <w:tabs>
                <w:tab w:val="left" w:pos="6804"/>
              </w:tabs>
              <w:jc w:val="center"/>
              <w:rPr>
                <w:b/>
              </w:rPr>
            </w:pPr>
            <w:r w:rsidRPr="009D4F5C">
              <w:rPr>
                <w:b/>
              </w:rPr>
              <w:t xml:space="preserve">TIMBRO E FIRMA </w:t>
            </w:r>
          </w:p>
        </w:tc>
      </w:tr>
      <w:tr w:rsidR="001C4953" w:rsidRPr="009D4F5C" w14:paraId="13E12AB5" w14:textId="77777777" w:rsidTr="00166EA6">
        <w:trPr>
          <w:trHeight w:val="682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3F54BC83" w14:textId="77777777" w:rsidR="001C4953" w:rsidRPr="009D4F5C" w:rsidRDefault="001C4953" w:rsidP="00166EA6">
            <w:pPr>
              <w:jc w:val="both"/>
              <w:rPr>
                <w:b/>
              </w:rPr>
            </w:pPr>
            <w:r w:rsidRPr="009D4F5C">
              <w:rPr>
                <w:b/>
              </w:rPr>
              <w:t>ISPETTORE</w:t>
            </w:r>
          </w:p>
          <w:p w14:paraId="30D0D105" w14:textId="77777777" w:rsidR="001C4953" w:rsidRPr="009D4F5C" w:rsidRDefault="001C4953" w:rsidP="00166EA6">
            <w:pPr>
              <w:jc w:val="both"/>
            </w:pPr>
            <w:r w:rsidRPr="009D4F5C">
              <w:t>Nome e cognome</w:t>
            </w:r>
            <w:r w:rsidRPr="009D4F5C">
              <w:rPr>
                <w:b/>
              </w:rPr>
              <w:t>:</w:t>
            </w:r>
            <w:r w:rsidRPr="009D4F5C">
              <w:t xml:space="preserve"> …………………………………………………</w:t>
            </w:r>
          </w:p>
          <w:p w14:paraId="55EF8814" w14:textId="77777777" w:rsidR="001C4953" w:rsidRPr="009D4F5C" w:rsidRDefault="001C4953" w:rsidP="00166EA6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61444A3F" w14:textId="77777777" w:rsidR="001C4953" w:rsidRPr="009D4F5C" w:rsidRDefault="001C4953" w:rsidP="00166EA6">
            <w:pPr>
              <w:tabs>
                <w:tab w:val="left" w:pos="6804"/>
              </w:tabs>
            </w:pPr>
          </w:p>
        </w:tc>
      </w:tr>
      <w:tr w:rsidR="001C4953" w:rsidRPr="009D4F5C" w14:paraId="1F4DE6BA" w14:textId="77777777" w:rsidTr="00166EA6">
        <w:trPr>
          <w:trHeight w:val="807"/>
        </w:trPr>
        <w:tc>
          <w:tcPr>
            <w:tcW w:w="5957" w:type="dxa"/>
            <w:tcMar>
              <w:top w:w="85" w:type="dxa"/>
              <w:bottom w:w="85" w:type="dxa"/>
            </w:tcMar>
          </w:tcPr>
          <w:p w14:paraId="403010BC" w14:textId="77777777" w:rsidR="001C4953" w:rsidRPr="009D4F5C" w:rsidRDefault="001C4953" w:rsidP="00166EA6">
            <w:pPr>
              <w:jc w:val="both"/>
              <w:rPr>
                <w:b/>
              </w:rPr>
            </w:pPr>
            <w:r w:rsidRPr="009D4F5C">
              <w:rPr>
                <w:b/>
              </w:rPr>
              <w:t>ISPETTORE</w:t>
            </w:r>
          </w:p>
          <w:p w14:paraId="0EFED1DE" w14:textId="77777777" w:rsidR="001C4953" w:rsidRPr="009D4F5C" w:rsidRDefault="001C4953" w:rsidP="00166EA6">
            <w:pPr>
              <w:jc w:val="both"/>
            </w:pPr>
            <w:r w:rsidRPr="009D4F5C">
              <w:t>Nome e cognome</w:t>
            </w:r>
            <w:r w:rsidRPr="009D4F5C">
              <w:rPr>
                <w:b/>
              </w:rPr>
              <w:t>:</w:t>
            </w:r>
            <w:r w:rsidRPr="009D4F5C">
              <w:t xml:space="preserve"> …………………………………………………</w:t>
            </w:r>
          </w:p>
          <w:p w14:paraId="60C5F5C2" w14:textId="77777777" w:rsidR="001C4953" w:rsidRPr="009D4F5C" w:rsidRDefault="001C4953" w:rsidP="00166EA6">
            <w:pPr>
              <w:jc w:val="both"/>
              <w:rPr>
                <w:b/>
              </w:rPr>
            </w:pPr>
          </w:p>
        </w:tc>
        <w:tc>
          <w:tcPr>
            <w:tcW w:w="4111" w:type="dxa"/>
            <w:tcMar>
              <w:top w:w="85" w:type="dxa"/>
              <w:bottom w:w="85" w:type="dxa"/>
            </w:tcMar>
          </w:tcPr>
          <w:p w14:paraId="2571F197" w14:textId="77777777" w:rsidR="001C4953" w:rsidRPr="009D4F5C" w:rsidRDefault="001C4953" w:rsidP="00166EA6">
            <w:pPr>
              <w:tabs>
                <w:tab w:val="left" w:pos="6804"/>
              </w:tabs>
            </w:pPr>
          </w:p>
        </w:tc>
      </w:tr>
    </w:tbl>
    <w:p w14:paraId="6C850489" w14:textId="77777777" w:rsidR="001C4953" w:rsidRDefault="001C4953" w:rsidP="001C4953">
      <w:pPr>
        <w:ind w:left="-851"/>
        <w:rPr>
          <w:rFonts w:cs="Arial"/>
          <w:b/>
        </w:rPr>
      </w:pPr>
    </w:p>
    <w:p w14:paraId="460BF0BC" w14:textId="77777777" w:rsidR="001C4953" w:rsidRDefault="001C4953" w:rsidP="001C4953">
      <w:pPr>
        <w:ind w:left="-851"/>
        <w:rPr>
          <w:b/>
        </w:rPr>
      </w:pPr>
      <w:r>
        <w:rPr>
          <w:rFonts w:cs="Arial"/>
          <w:b/>
        </w:rPr>
        <w:t xml:space="preserve">Data </w:t>
      </w:r>
      <w:r w:rsidRPr="009D4F5C">
        <w:rPr>
          <w:rFonts w:cs="Arial"/>
          <w:b/>
        </w:rPr>
        <w:t>_____</w:t>
      </w:r>
      <w:r>
        <w:rPr>
          <w:b/>
        </w:rPr>
        <w:t xml:space="preserve">__________ </w:t>
      </w:r>
    </w:p>
    <w:p w14:paraId="531F249A" w14:textId="77777777" w:rsidR="001C4953" w:rsidRDefault="001C4953" w:rsidP="001C4953">
      <w:pPr>
        <w:ind w:left="-851"/>
        <w:rPr>
          <w:rFonts w:cs="Arial"/>
          <w:b/>
        </w:rPr>
      </w:pPr>
    </w:p>
    <w:p w14:paraId="6B0E1AF0" w14:textId="56B507BC" w:rsidR="001C4953" w:rsidRPr="009D4F5C" w:rsidRDefault="001C4953" w:rsidP="00FA3474">
      <w:pPr>
        <w:ind w:left="-851"/>
        <w:rPr>
          <w:rFonts w:cs="Arial"/>
          <w:highlight w:val="cyan"/>
        </w:rPr>
      </w:pPr>
      <w:r>
        <w:rPr>
          <w:rFonts w:cs="Arial"/>
          <w:b/>
        </w:rPr>
        <w:t xml:space="preserve">Numero di pagine totali </w:t>
      </w:r>
      <w:r w:rsidR="00FA3474">
        <w:rPr>
          <w:rFonts w:cs="Arial"/>
          <w:b/>
        </w:rPr>
        <w:t xml:space="preserve">compresa la presente sezione </w:t>
      </w:r>
    </w:p>
    <w:sectPr w:rsidR="001C4953" w:rsidRPr="009D4F5C" w:rsidSect="001A73FC">
      <w:headerReference w:type="default" r:id="rId8"/>
      <w:footerReference w:type="default" r:id="rId9"/>
      <w:headerReference w:type="first" r:id="rId10"/>
      <w:pgSz w:w="11906" w:h="16838" w:code="9"/>
      <w:pgMar w:top="2384" w:right="1134" w:bottom="907" w:left="1701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D783F" w14:textId="77777777" w:rsidR="004B3FF6" w:rsidRDefault="004B3FF6">
      <w:r>
        <w:separator/>
      </w:r>
    </w:p>
  </w:endnote>
  <w:endnote w:type="continuationSeparator" w:id="0">
    <w:p w14:paraId="0772742B" w14:textId="77777777" w:rsidR="004B3FF6" w:rsidRDefault="004B3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Vrinda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utura">
    <w:altName w:val="Arial"/>
    <w:charset w:val="00"/>
    <w:family w:val="auto"/>
    <w:pitch w:val="variable"/>
    <w:sig w:usb0="00000000" w:usb1="00000000" w:usb2="00000000" w:usb3="00000000" w:csb0="000001FB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06EA6" w14:textId="77777777" w:rsidR="001330C7" w:rsidRPr="001C72F1" w:rsidRDefault="00FC7910" w:rsidP="001C72F1">
    <w:pPr>
      <w:pStyle w:val="Pidipagina"/>
      <w:ind w:left="4142" w:firstLine="4366"/>
      <w:jc w:val="center"/>
      <w:rPr>
        <w:sz w:val="20"/>
        <w:szCs w:val="20"/>
      </w:rPr>
    </w:pPr>
    <w:r w:rsidRPr="001C72F1">
      <w:rPr>
        <w:sz w:val="20"/>
        <w:szCs w:val="20"/>
      </w:rPr>
      <w:fldChar w:fldCharType="begin"/>
    </w:r>
    <w:r w:rsidR="001330C7" w:rsidRPr="001C72F1">
      <w:rPr>
        <w:sz w:val="20"/>
        <w:szCs w:val="20"/>
      </w:rPr>
      <w:instrText>PAGE   \* MERGEFORMAT</w:instrText>
    </w:r>
    <w:r w:rsidRPr="001C72F1">
      <w:rPr>
        <w:sz w:val="20"/>
        <w:szCs w:val="20"/>
      </w:rPr>
      <w:fldChar w:fldCharType="separate"/>
    </w:r>
    <w:r w:rsidR="00344D61">
      <w:rPr>
        <w:noProof/>
        <w:sz w:val="20"/>
        <w:szCs w:val="20"/>
      </w:rPr>
      <w:t>3</w:t>
    </w:r>
    <w:r w:rsidRPr="001C72F1">
      <w:rPr>
        <w:sz w:val="20"/>
        <w:szCs w:val="20"/>
      </w:rPr>
      <w:fldChar w:fldCharType="end"/>
    </w:r>
  </w:p>
  <w:p w14:paraId="6141DBD3" w14:textId="32E0AF6C" w:rsidR="0085296A" w:rsidRPr="007F7907" w:rsidRDefault="00275B4E" w:rsidP="001D6271">
    <w:pPr>
      <w:ind w:left="-851"/>
      <w:rPr>
        <w:rFonts w:cs="Arial"/>
        <w:b/>
        <w:sz w:val="16"/>
        <w:szCs w:val="16"/>
      </w:rPr>
    </w:pPr>
    <w:proofErr w:type="spellStart"/>
    <w:r>
      <w:rPr>
        <w:rFonts w:cs="Arial"/>
        <w:b/>
        <w:sz w:val="16"/>
        <w:szCs w:val="16"/>
      </w:rPr>
      <w:t>Mod</w:t>
    </w:r>
    <w:proofErr w:type="spellEnd"/>
    <w:r>
      <w:rPr>
        <w:rFonts w:cs="Arial"/>
        <w:b/>
        <w:sz w:val="16"/>
        <w:szCs w:val="16"/>
      </w:rPr>
      <w:t xml:space="preserve"> 1_</w:t>
    </w:r>
    <w:r w:rsidR="00B47E56">
      <w:rPr>
        <w:rFonts w:cs="Arial"/>
        <w:b/>
        <w:sz w:val="16"/>
        <w:szCs w:val="16"/>
      </w:rPr>
      <w:t>Scheda 1b</w:t>
    </w:r>
    <w:r w:rsidR="0085296A" w:rsidRPr="007F7907">
      <w:rPr>
        <w:rFonts w:cs="Arial"/>
        <w:b/>
        <w:sz w:val="16"/>
        <w:szCs w:val="16"/>
      </w:rPr>
      <w:t>_controllo in loco ex post</w:t>
    </w:r>
    <w:r w:rsidR="00DC0049">
      <w:rPr>
        <w:rFonts w:cs="Arial"/>
        <w:b/>
        <w:sz w:val="16"/>
        <w:szCs w:val="16"/>
      </w:rPr>
      <w:t xml:space="preserve"> - </w:t>
    </w:r>
    <w:r w:rsidR="00DC0049" w:rsidRPr="00DC0049">
      <w:rPr>
        <w:rFonts w:cs="Arial"/>
        <w:b/>
        <w:sz w:val="16"/>
        <w:szCs w:val="16"/>
      </w:rPr>
      <w:t xml:space="preserve">Allegato al Piano controlli versione </w:t>
    </w:r>
    <w:r w:rsidR="00F27E3C">
      <w:rPr>
        <w:rFonts w:cs="Arial"/>
        <w:b/>
        <w:sz w:val="16"/>
        <w:szCs w:val="16"/>
      </w:rPr>
      <w:t>2</w:t>
    </w:r>
    <w:r w:rsidR="00DC0049" w:rsidRPr="00DC0049">
      <w:rPr>
        <w:rFonts w:cs="Arial"/>
        <w:b/>
        <w:sz w:val="16"/>
        <w:szCs w:val="16"/>
      </w:rPr>
      <w:t>.0</w:t>
    </w:r>
  </w:p>
  <w:p w14:paraId="369B21DE" w14:textId="77777777" w:rsidR="002D2B06" w:rsidRPr="00B425EB" w:rsidRDefault="002D2B06">
    <w:pPr>
      <w:pStyle w:val="Pidipagin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50032" w14:textId="77777777" w:rsidR="004B3FF6" w:rsidRDefault="004B3FF6">
      <w:pPr>
        <w:rPr>
          <w:color w:val="999999"/>
        </w:rPr>
      </w:pPr>
      <w:r>
        <w:rPr>
          <w:color w:val="999999"/>
        </w:rPr>
        <w:separator/>
      </w:r>
    </w:p>
  </w:footnote>
  <w:footnote w:type="continuationSeparator" w:id="0">
    <w:p w14:paraId="79CA599E" w14:textId="77777777" w:rsidR="004B3FF6" w:rsidRDefault="004B3FF6">
      <w:pPr>
        <w:rPr>
          <w:color w:val="999999"/>
        </w:rPr>
      </w:pPr>
      <w:r>
        <w:rPr>
          <w:color w:val="999999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667EE" w14:textId="7B58A3A6" w:rsidR="001A73FC" w:rsidRDefault="00F11FF1" w:rsidP="001600E5">
    <w:pPr>
      <w:pStyle w:val="Intestazione"/>
      <w:spacing w:after="60"/>
      <w:ind w:left="-851"/>
      <w:jc w:val="center"/>
      <w:rPr>
        <w:rFonts w:cs="Arial"/>
        <w:b/>
        <w:sz w:val="13"/>
        <w:szCs w:val="13"/>
      </w:rPr>
    </w:pPr>
    <w:r>
      <w:rPr>
        <w:rFonts w:cs="Arial"/>
        <w:b/>
        <w:noProof/>
        <w:sz w:val="13"/>
        <w:szCs w:val="13"/>
      </w:rPr>
      <w:drawing>
        <wp:inline distT="0" distB="0" distL="0" distR="0" wp14:anchorId="723F1DE5" wp14:editId="2BF88D99">
          <wp:extent cx="6249035" cy="74358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903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C6C40EC" w14:textId="77777777" w:rsidR="00931A4D" w:rsidRDefault="00931A4D" w:rsidP="001A73FC">
    <w:pPr>
      <w:pStyle w:val="Intestazione"/>
      <w:spacing w:after="60"/>
      <w:jc w:val="center"/>
      <w:rPr>
        <w:rFonts w:cs="Arial"/>
        <w:b/>
        <w:sz w:val="13"/>
        <w:szCs w:val="13"/>
      </w:rPr>
    </w:pPr>
  </w:p>
  <w:p w14:paraId="1F0E1A77" w14:textId="2916028A" w:rsidR="001A73FC" w:rsidRPr="001A73FC" w:rsidRDefault="001A73FC" w:rsidP="001A73FC">
    <w:pPr>
      <w:pStyle w:val="Intestazione"/>
      <w:spacing w:after="60"/>
      <w:jc w:val="center"/>
      <w:rPr>
        <w:rFonts w:cs="Arial"/>
        <w:b/>
        <w:sz w:val="13"/>
        <w:szCs w:val="13"/>
      </w:rPr>
    </w:pPr>
    <w:r w:rsidRPr="001A73FC">
      <w:rPr>
        <w:rFonts w:cs="Arial"/>
        <w:b/>
        <w:sz w:val="13"/>
        <w:szCs w:val="13"/>
      </w:rPr>
      <w:t>ASSESSORADU DE SU TRABALLU, FORMATZIONE PROFESSIONALE, COOPERATZIONE E SEGURÀNTZIA SOTZIALE</w:t>
    </w:r>
  </w:p>
  <w:p w14:paraId="7B1A0D6F" w14:textId="77777777" w:rsidR="00F9353A" w:rsidRPr="001A73FC" w:rsidRDefault="001A73FC" w:rsidP="001A73FC">
    <w:pPr>
      <w:pStyle w:val="Intestazione"/>
      <w:spacing w:after="60"/>
      <w:jc w:val="center"/>
      <w:rPr>
        <w:rFonts w:cs="Arial"/>
        <w:b/>
        <w:sz w:val="13"/>
        <w:szCs w:val="13"/>
      </w:rPr>
    </w:pPr>
    <w:r w:rsidRPr="001A73FC">
      <w:rPr>
        <w:rFonts w:cs="Arial"/>
        <w:b/>
        <w:i/>
        <w:sz w:val="13"/>
        <w:szCs w:val="13"/>
      </w:rPr>
      <w:t>ASSESSORATO</w:t>
    </w:r>
    <w:r w:rsidRPr="001A73FC">
      <w:rPr>
        <w:rFonts w:cs="Arial"/>
        <w:b/>
        <w:sz w:val="13"/>
        <w:szCs w:val="13"/>
      </w:rPr>
      <w:t xml:space="preserve"> DEL LAVORO, FORMAZIONE PROFESSIONALE, COOPERAZIONE E SICUREZZA SOCIALE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90E51" w14:textId="77777777" w:rsidR="002D2B06" w:rsidRDefault="002D2B06" w:rsidP="001F07B1">
    <w:pPr>
      <w:pStyle w:val="Intestazione"/>
      <w:spacing w:after="120"/>
      <w:jc w:val="center"/>
      <w:rPr>
        <w:rFonts w:cs="Arial"/>
        <w:sz w:val="14"/>
        <w:szCs w:val="14"/>
      </w:rPr>
    </w:pPr>
  </w:p>
  <w:p w14:paraId="22D71883" w14:textId="77777777" w:rsidR="002D2B06" w:rsidRDefault="00996B4E" w:rsidP="00A92EA7">
    <w:pPr>
      <w:spacing w:before="150" w:after="150"/>
      <w:jc w:val="both"/>
      <w:rPr>
        <w:rFonts w:ascii="Verdana" w:hAnsi="Verdana"/>
        <w:color w:val="272C6E"/>
        <w:sz w:val="17"/>
        <w:szCs w:val="17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FA82463" wp14:editId="2088CC59">
          <wp:simplePos x="0" y="0"/>
          <wp:positionH relativeFrom="column">
            <wp:posOffset>1243965</wp:posOffset>
          </wp:positionH>
          <wp:positionV relativeFrom="paragraph">
            <wp:posOffset>154940</wp:posOffset>
          </wp:positionV>
          <wp:extent cx="693420" cy="609600"/>
          <wp:effectExtent l="0" t="0" r="0" b="0"/>
          <wp:wrapNone/>
          <wp:docPr id="3" name="Immagine 3" descr="Re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Re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42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 wp14:anchorId="3B1438D7" wp14:editId="11D56707">
          <wp:simplePos x="0" y="0"/>
          <wp:positionH relativeFrom="margin">
            <wp:posOffset>4250055</wp:posOffset>
          </wp:positionH>
          <wp:positionV relativeFrom="margin">
            <wp:posOffset>-1159510</wp:posOffset>
          </wp:positionV>
          <wp:extent cx="1266825" cy="696595"/>
          <wp:effectExtent l="0" t="0" r="9525" b="8255"/>
          <wp:wrapSquare wrapText="bothSides"/>
          <wp:docPr id="6" name="Immagine 10" descr="logo_Por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logo_PorSardegn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696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5611">
      <w:rPr>
        <w:rFonts w:ascii="Verdana" w:hAnsi="Verdana"/>
        <w:noProof/>
        <w:color w:val="365F91"/>
        <w:sz w:val="12"/>
        <w:szCs w:val="12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2DE1FA1" wp14:editId="5E704425">
              <wp:simplePos x="0" y="0"/>
              <wp:positionH relativeFrom="column">
                <wp:posOffset>-92075</wp:posOffset>
              </wp:positionH>
              <wp:positionV relativeFrom="paragraph">
                <wp:posOffset>115570</wp:posOffset>
              </wp:positionV>
              <wp:extent cx="1145540" cy="816610"/>
              <wp:effectExtent l="0" t="0" r="0" b="2540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5540" cy="816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A490B2" w14:textId="77777777" w:rsidR="002D2B06" w:rsidRDefault="00996B4E" w:rsidP="00A92EA7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92328" wp14:editId="13A690F2">
                                <wp:extent cx="771525" cy="523875"/>
                                <wp:effectExtent l="0" t="0" r="9525" b="9525"/>
                                <wp:docPr id="10" name="Immagine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71525" cy="523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724FBAED" w14:textId="77777777" w:rsidR="002D2B06" w:rsidRPr="00017B01" w:rsidRDefault="002D2B06" w:rsidP="00A92EA7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cs="Arial"/>
                              <w:b/>
                              <w:bCs/>
                              <w:color w:val="365F91"/>
                              <w:sz w:val="12"/>
                              <w:szCs w:val="12"/>
                            </w:rPr>
                          </w:pPr>
                          <w:r w:rsidRPr="00017B01">
                            <w:rPr>
                              <w:rFonts w:cs="Arial"/>
                              <w:b/>
                              <w:bCs/>
                              <w:color w:val="365F91"/>
                              <w:sz w:val="12"/>
                              <w:szCs w:val="12"/>
                            </w:rPr>
                            <w:t>Unione europea</w:t>
                          </w:r>
                        </w:p>
                        <w:p w14:paraId="77C31420" w14:textId="77777777" w:rsidR="002D2B06" w:rsidRDefault="002D2B06" w:rsidP="00A92EA7">
                          <w:pPr>
                            <w:jc w:val="center"/>
                          </w:pPr>
                          <w:r w:rsidRPr="00017B01">
                            <w:rPr>
                              <w:rFonts w:cs="Arial"/>
                              <w:b/>
                              <w:bCs/>
                              <w:color w:val="365F91"/>
                              <w:sz w:val="12"/>
                              <w:szCs w:val="12"/>
                            </w:rPr>
                            <w:t>Fondo sociale europeo</w:t>
                          </w:r>
                        </w:p>
                        <w:p w14:paraId="11E7FD8C" w14:textId="77777777" w:rsidR="002D2B06" w:rsidRDefault="002D2B0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DE1FA1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left:0;text-align:left;margin-left:-7.25pt;margin-top:9.1pt;width:90.2pt;height:64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" stroked="f">
              <v:textbox>
                <w:txbxContent>
                  <w:p w14:paraId="06A490B2" w14:textId="77777777" w:rsidR="002D2B06" w:rsidRDefault="00996B4E" w:rsidP="00A92EA7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41592328" wp14:editId="13A690F2">
                          <wp:extent cx="771525" cy="523875"/>
                          <wp:effectExtent l="0" t="0" r="9525" b="9525"/>
                          <wp:docPr id="10" name="Immagine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71525" cy="523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724FBAED" w14:textId="77777777" w:rsidR="002D2B06" w:rsidRPr="00017B01" w:rsidRDefault="002D2B06" w:rsidP="00A92EA7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cs="Arial"/>
                        <w:b/>
                        <w:bCs/>
                        <w:color w:val="365F91"/>
                        <w:sz w:val="12"/>
                        <w:szCs w:val="12"/>
                      </w:rPr>
                    </w:pPr>
                    <w:r w:rsidRPr="00017B01">
                      <w:rPr>
                        <w:rFonts w:cs="Arial"/>
                        <w:b/>
                        <w:bCs/>
                        <w:color w:val="365F91"/>
                        <w:sz w:val="12"/>
                        <w:szCs w:val="12"/>
                      </w:rPr>
                      <w:t>Unione europea</w:t>
                    </w:r>
                  </w:p>
                  <w:p w14:paraId="77C31420" w14:textId="77777777" w:rsidR="002D2B06" w:rsidRDefault="002D2B06" w:rsidP="00A92EA7">
                    <w:pPr>
                      <w:jc w:val="center"/>
                    </w:pPr>
                    <w:r w:rsidRPr="00017B01">
                      <w:rPr>
                        <w:rFonts w:cs="Arial"/>
                        <w:b/>
                        <w:bCs/>
                        <w:color w:val="365F91"/>
                        <w:sz w:val="12"/>
                        <w:szCs w:val="12"/>
                      </w:rPr>
                      <w:t>Fondo sociale europeo</w:t>
                    </w:r>
                  </w:p>
                  <w:p w14:paraId="11E7FD8C" w14:textId="77777777" w:rsidR="002D2B06" w:rsidRDefault="002D2B06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13F3256C" wp14:editId="71EF5BE0">
          <wp:simplePos x="0" y="0"/>
          <wp:positionH relativeFrom="column">
            <wp:posOffset>2228850</wp:posOffset>
          </wp:positionH>
          <wp:positionV relativeFrom="paragraph">
            <wp:posOffset>115570</wp:posOffset>
          </wp:positionV>
          <wp:extent cx="1800225" cy="762000"/>
          <wp:effectExtent l="0" t="0" r="9525" b="0"/>
          <wp:wrapNone/>
          <wp:docPr id="9" name="Immagine 9" descr="LOGO BILING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 BILINGU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0D42053" w14:textId="77777777" w:rsidR="002D2B06" w:rsidRDefault="002D2B06" w:rsidP="00A92EA7">
    <w:pPr>
      <w:autoSpaceDE w:val="0"/>
      <w:autoSpaceDN w:val="0"/>
      <w:adjustRightInd w:val="0"/>
      <w:jc w:val="center"/>
      <w:rPr>
        <w:rFonts w:cs="Arial"/>
        <w:b/>
        <w:bCs/>
        <w:noProof/>
        <w:sz w:val="36"/>
        <w:szCs w:val="36"/>
      </w:rPr>
    </w:pPr>
  </w:p>
  <w:p w14:paraId="54E8D59C" w14:textId="77777777" w:rsidR="002D2B06" w:rsidRDefault="002D2B06" w:rsidP="00A92EA7">
    <w:pPr>
      <w:pStyle w:val="Intestazione"/>
      <w:rPr>
        <w:rFonts w:cs="Arial"/>
        <w:b/>
        <w:bCs/>
        <w:noProof/>
        <w:sz w:val="36"/>
        <w:szCs w:val="36"/>
      </w:rPr>
    </w:pPr>
  </w:p>
  <w:p w14:paraId="0357AA20" w14:textId="77777777" w:rsidR="002D2B06" w:rsidRPr="00DD1BB5" w:rsidRDefault="002D2B06" w:rsidP="00DD1BB5">
    <w:pPr>
      <w:pStyle w:val="Intestazione"/>
      <w:tabs>
        <w:tab w:val="clear" w:pos="4819"/>
        <w:tab w:val="clear" w:pos="9638"/>
        <w:tab w:val="left" w:pos="1985"/>
      </w:tabs>
      <w:rPr>
        <w:rFonts w:ascii="Bodoni MT Condensed" w:hAnsi="Bodoni MT Condensed"/>
        <w:i/>
        <w:sz w:val="16"/>
        <w:szCs w:val="16"/>
      </w:rPr>
    </w:pPr>
    <w:r>
      <w:rPr>
        <w:rFonts w:ascii="Futura" w:hAnsi="Futura"/>
      </w:rPr>
      <w:tab/>
    </w:r>
    <w:r w:rsidRPr="00DD1BB5">
      <w:rPr>
        <w:rFonts w:ascii="Bodoni MT Condensed" w:hAnsi="Bodoni MT Condensed" w:cs="Arial"/>
        <w:b/>
        <w:i/>
        <w:noProof/>
        <w:sz w:val="16"/>
        <w:szCs w:val="16"/>
      </w:rPr>
      <w:t>Repubblica Italiana</w:t>
    </w:r>
  </w:p>
  <w:p w14:paraId="5526490B" w14:textId="77777777" w:rsidR="002D2B06" w:rsidRDefault="002D2B06" w:rsidP="001F07B1">
    <w:pPr>
      <w:pStyle w:val="Intestazione"/>
      <w:spacing w:after="60"/>
      <w:jc w:val="center"/>
      <w:rPr>
        <w:rFonts w:cs="Arial"/>
        <w:sz w:val="13"/>
        <w:szCs w:val="13"/>
      </w:rPr>
    </w:pPr>
  </w:p>
  <w:p w14:paraId="38CD0669" w14:textId="77777777" w:rsidR="002D2B06" w:rsidRPr="003C356D" w:rsidRDefault="002D2B06" w:rsidP="001F07B1">
    <w:pPr>
      <w:pStyle w:val="Intestazione"/>
      <w:spacing w:after="60"/>
      <w:jc w:val="center"/>
      <w:rPr>
        <w:rFonts w:cs="Arial"/>
        <w:sz w:val="13"/>
        <w:szCs w:val="13"/>
      </w:rPr>
    </w:pPr>
    <w:r w:rsidRPr="003C356D">
      <w:rPr>
        <w:rFonts w:cs="Arial"/>
        <w:sz w:val="13"/>
        <w:szCs w:val="13"/>
      </w:rPr>
      <w:t>ASSESSORA</w:t>
    </w:r>
    <w:r>
      <w:rPr>
        <w:rFonts w:cs="Arial"/>
        <w:sz w:val="13"/>
        <w:szCs w:val="13"/>
      </w:rPr>
      <w:t>D</w:t>
    </w:r>
    <w:r w:rsidRPr="003C356D">
      <w:rPr>
        <w:rFonts w:cs="Arial"/>
        <w:sz w:val="13"/>
        <w:szCs w:val="13"/>
      </w:rPr>
      <w:t xml:space="preserve">U DE SU TRABALLU, </w:t>
    </w:r>
    <w:r w:rsidRPr="00D75985">
      <w:rPr>
        <w:rFonts w:cs="Arial"/>
        <w:sz w:val="13"/>
        <w:szCs w:val="13"/>
      </w:rPr>
      <w:t>FORMATZIONE</w:t>
    </w:r>
    <w:r w:rsidRPr="003C356D">
      <w:rPr>
        <w:rFonts w:cs="Arial"/>
        <w:sz w:val="13"/>
        <w:szCs w:val="13"/>
      </w:rPr>
      <w:t xml:space="preserve"> PROFESSIONALE, COOPERATZIONE E SEGUR</w:t>
    </w:r>
    <w:r w:rsidRPr="003C356D">
      <w:rPr>
        <w:rStyle w:val="st1"/>
        <w:rFonts w:cs="Arial"/>
        <w:color w:val="222222"/>
        <w:sz w:val="13"/>
        <w:szCs w:val="13"/>
      </w:rPr>
      <w:t>À</w:t>
    </w:r>
    <w:r w:rsidRPr="003C356D">
      <w:rPr>
        <w:rFonts w:cs="Arial"/>
        <w:sz w:val="13"/>
        <w:szCs w:val="13"/>
      </w:rPr>
      <w:t>NTZIA SOTZIALE</w:t>
    </w:r>
  </w:p>
  <w:p w14:paraId="2C7BB4B3" w14:textId="77777777" w:rsidR="002D2B06" w:rsidRPr="005873AE" w:rsidRDefault="002D2B06" w:rsidP="005873AE">
    <w:pPr>
      <w:pStyle w:val="Intestazione"/>
      <w:spacing w:after="60"/>
      <w:jc w:val="center"/>
      <w:rPr>
        <w:rFonts w:cs="Arial"/>
        <w:sz w:val="13"/>
        <w:szCs w:val="13"/>
      </w:rPr>
    </w:pPr>
    <w:r w:rsidRPr="003C356D">
      <w:rPr>
        <w:rFonts w:cs="Arial"/>
        <w:sz w:val="13"/>
        <w:szCs w:val="13"/>
      </w:rPr>
      <w:t>ASSESSORATO DEL LAVORO, FORMAZIONE PROFESSIONALE, COOPERAZIONE E SICUREZZA SOCIALE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34766C8"/>
    <w:multiLevelType w:val="hybridMultilevel"/>
    <w:tmpl w:val="F970D364"/>
    <w:lvl w:ilvl="0" w:tplc="20E8F0BE">
      <w:start w:val="1"/>
      <w:numFmt w:val="bullet"/>
      <w:pStyle w:val="Elencolinea"/>
      <w:lvlText w:val="-"/>
      <w:lvlJc w:val="left"/>
      <w:pPr>
        <w:tabs>
          <w:tab w:val="num" w:pos="360"/>
        </w:tabs>
        <w:ind w:left="360" w:hanging="360"/>
      </w:pPr>
      <w:rPr>
        <w:rFonts w:hAnsi="Arial" w:hint="default"/>
        <w:color w:val="auto"/>
      </w:rPr>
    </w:lvl>
    <w:lvl w:ilvl="1" w:tplc="D8DAC100">
      <w:start w:val="1"/>
      <w:numFmt w:val="decimal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4E7D5C"/>
    <w:multiLevelType w:val="hybridMultilevel"/>
    <w:tmpl w:val="ABF426CC"/>
    <w:lvl w:ilvl="0" w:tplc="6D76C796">
      <w:start w:val="1"/>
      <w:numFmt w:val="bullet"/>
      <w:pStyle w:val="NormaleBandi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E3329620">
      <w:numFmt w:val="bullet"/>
      <w:lvlText w:val="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ahoma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6656EC"/>
    <w:multiLevelType w:val="hybridMultilevel"/>
    <w:tmpl w:val="B322BA72"/>
    <w:lvl w:ilvl="0" w:tplc="BC50030E">
      <w:start w:val="1"/>
      <w:numFmt w:val="bullet"/>
      <w:pStyle w:val="Destinatari"/>
      <w:lvlText w:val=""/>
      <w:lvlJc w:val="left"/>
      <w:pPr>
        <w:tabs>
          <w:tab w:val="num" w:pos="330"/>
        </w:tabs>
        <w:ind w:left="33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50"/>
        </w:tabs>
        <w:ind w:left="105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770"/>
        </w:tabs>
        <w:ind w:left="17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</w:abstractNum>
  <w:abstractNum w:abstractNumId="5" w15:restartNumberingAfterBreak="0">
    <w:nsid w:val="3C9F632A"/>
    <w:multiLevelType w:val="hybridMultilevel"/>
    <w:tmpl w:val="9B4AF9DC"/>
    <w:lvl w:ilvl="0" w:tplc="35426D0E">
      <w:start w:val="1"/>
      <w:numFmt w:val="lowerLetter"/>
      <w:pStyle w:val="Elencolettera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EA68E2"/>
    <w:multiLevelType w:val="hybridMultilevel"/>
    <w:tmpl w:val="C75CB616"/>
    <w:lvl w:ilvl="0" w:tplc="16B0B7C0">
      <w:start w:val="1"/>
      <w:numFmt w:val="upperLetter"/>
      <w:lvlText w:val="%1)"/>
      <w:lvlJc w:val="left"/>
      <w:pPr>
        <w:ind w:left="-4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9" w:hanging="360"/>
      </w:pPr>
    </w:lvl>
    <w:lvl w:ilvl="2" w:tplc="0410001B" w:tentative="1">
      <w:start w:val="1"/>
      <w:numFmt w:val="lowerRoman"/>
      <w:lvlText w:val="%3."/>
      <w:lvlJc w:val="right"/>
      <w:pPr>
        <w:ind w:left="949" w:hanging="180"/>
      </w:pPr>
    </w:lvl>
    <w:lvl w:ilvl="3" w:tplc="0410000F" w:tentative="1">
      <w:start w:val="1"/>
      <w:numFmt w:val="decimal"/>
      <w:lvlText w:val="%4."/>
      <w:lvlJc w:val="left"/>
      <w:pPr>
        <w:ind w:left="1669" w:hanging="360"/>
      </w:pPr>
    </w:lvl>
    <w:lvl w:ilvl="4" w:tplc="04100019" w:tentative="1">
      <w:start w:val="1"/>
      <w:numFmt w:val="lowerLetter"/>
      <w:lvlText w:val="%5."/>
      <w:lvlJc w:val="left"/>
      <w:pPr>
        <w:ind w:left="2389" w:hanging="360"/>
      </w:pPr>
    </w:lvl>
    <w:lvl w:ilvl="5" w:tplc="0410001B" w:tentative="1">
      <w:start w:val="1"/>
      <w:numFmt w:val="lowerRoman"/>
      <w:lvlText w:val="%6."/>
      <w:lvlJc w:val="right"/>
      <w:pPr>
        <w:ind w:left="3109" w:hanging="180"/>
      </w:pPr>
    </w:lvl>
    <w:lvl w:ilvl="6" w:tplc="0410000F" w:tentative="1">
      <w:start w:val="1"/>
      <w:numFmt w:val="decimal"/>
      <w:lvlText w:val="%7."/>
      <w:lvlJc w:val="left"/>
      <w:pPr>
        <w:ind w:left="3829" w:hanging="360"/>
      </w:pPr>
    </w:lvl>
    <w:lvl w:ilvl="7" w:tplc="04100019" w:tentative="1">
      <w:start w:val="1"/>
      <w:numFmt w:val="lowerLetter"/>
      <w:lvlText w:val="%8."/>
      <w:lvlJc w:val="left"/>
      <w:pPr>
        <w:ind w:left="4549" w:hanging="360"/>
      </w:pPr>
    </w:lvl>
    <w:lvl w:ilvl="8" w:tplc="0410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7" w15:restartNumberingAfterBreak="0">
    <w:nsid w:val="45FC22BD"/>
    <w:multiLevelType w:val="hybridMultilevel"/>
    <w:tmpl w:val="55306980"/>
    <w:lvl w:ilvl="0" w:tplc="CEDA37C2">
      <w:start w:val="1"/>
      <w:numFmt w:val="decimal"/>
      <w:pStyle w:val="Elenconumero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295830"/>
    <w:multiLevelType w:val="singleLevel"/>
    <w:tmpl w:val="9DE0093C"/>
    <w:lvl w:ilvl="0">
      <w:start w:val="1"/>
      <w:numFmt w:val="bullet"/>
      <w:pStyle w:val="Puntoelenco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 w15:restartNumberingAfterBreak="0">
    <w:nsid w:val="4B8E594D"/>
    <w:multiLevelType w:val="multilevel"/>
    <w:tmpl w:val="57E664C2"/>
    <w:lvl w:ilvl="0">
      <w:start w:val="1"/>
      <w:numFmt w:val="decimal"/>
      <w:pStyle w:val="Titolo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0" w15:restartNumberingAfterBreak="0">
    <w:nsid w:val="51D066C6"/>
    <w:multiLevelType w:val="hybridMultilevel"/>
    <w:tmpl w:val="9608144E"/>
    <w:lvl w:ilvl="0" w:tplc="143C9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9072C0"/>
    <w:multiLevelType w:val="hybridMultilevel"/>
    <w:tmpl w:val="6958D576"/>
    <w:lvl w:ilvl="0" w:tplc="359CC8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w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9"/>
  </w:num>
  <w:num w:numId="6">
    <w:abstractNumId w:val="8"/>
  </w:num>
  <w:num w:numId="7">
    <w:abstractNumId w:val="3"/>
  </w:num>
  <w:num w:numId="8">
    <w:abstractNumId w:val="11"/>
  </w:num>
  <w:num w:numId="9">
    <w:abstractNumId w:val="10"/>
  </w:num>
  <w:num w:numId="10">
    <w:abstractNumId w:val="10"/>
  </w:num>
  <w:num w:numId="11">
    <w:abstractNumId w:val="11"/>
  </w:num>
  <w:num w:numId="12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00"/>
  <w:displayHorizontalDrawingGridEvery w:val="2"/>
  <w:noPunctuationKerning/>
  <w:characterSpacingControl w:val="doNotCompress"/>
  <w:hdrShapeDefaults>
    <o:shapedefaults v:ext="edit" spidmax="2049"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7A62"/>
    <w:rsid w:val="00000A54"/>
    <w:rsid w:val="000021B2"/>
    <w:rsid w:val="0000488E"/>
    <w:rsid w:val="0000562C"/>
    <w:rsid w:val="00006775"/>
    <w:rsid w:val="00007853"/>
    <w:rsid w:val="000102FA"/>
    <w:rsid w:val="00010CFA"/>
    <w:rsid w:val="0001346C"/>
    <w:rsid w:val="00015891"/>
    <w:rsid w:val="00022589"/>
    <w:rsid w:val="0002590E"/>
    <w:rsid w:val="00030608"/>
    <w:rsid w:val="000310C3"/>
    <w:rsid w:val="00035424"/>
    <w:rsid w:val="0004068B"/>
    <w:rsid w:val="00040BE6"/>
    <w:rsid w:val="00042ED9"/>
    <w:rsid w:val="000431EE"/>
    <w:rsid w:val="00044B1D"/>
    <w:rsid w:val="00044F41"/>
    <w:rsid w:val="00045184"/>
    <w:rsid w:val="000452AA"/>
    <w:rsid w:val="00047E74"/>
    <w:rsid w:val="00047F50"/>
    <w:rsid w:val="000503DE"/>
    <w:rsid w:val="00050A23"/>
    <w:rsid w:val="00050FB0"/>
    <w:rsid w:val="00051D80"/>
    <w:rsid w:val="00052105"/>
    <w:rsid w:val="00052441"/>
    <w:rsid w:val="00052D6D"/>
    <w:rsid w:val="00053329"/>
    <w:rsid w:val="000553D5"/>
    <w:rsid w:val="00055BED"/>
    <w:rsid w:val="00056089"/>
    <w:rsid w:val="0005655C"/>
    <w:rsid w:val="00057A23"/>
    <w:rsid w:val="000615D7"/>
    <w:rsid w:val="000633A6"/>
    <w:rsid w:val="00065F07"/>
    <w:rsid w:val="00066CEE"/>
    <w:rsid w:val="00071452"/>
    <w:rsid w:val="000729BF"/>
    <w:rsid w:val="00076AD0"/>
    <w:rsid w:val="00077228"/>
    <w:rsid w:val="00077419"/>
    <w:rsid w:val="00080600"/>
    <w:rsid w:val="00081F34"/>
    <w:rsid w:val="000829AE"/>
    <w:rsid w:val="00082CF4"/>
    <w:rsid w:val="00085966"/>
    <w:rsid w:val="000874AF"/>
    <w:rsid w:val="00090378"/>
    <w:rsid w:val="000910D9"/>
    <w:rsid w:val="00091FCD"/>
    <w:rsid w:val="000920F2"/>
    <w:rsid w:val="0009337A"/>
    <w:rsid w:val="000934B4"/>
    <w:rsid w:val="00093D4F"/>
    <w:rsid w:val="00096ABB"/>
    <w:rsid w:val="00097524"/>
    <w:rsid w:val="000975A3"/>
    <w:rsid w:val="000A0160"/>
    <w:rsid w:val="000A082F"/>
    <w:rsid w:val="000A505E"/>
    <w:rsid w:val="000A5722"/>
    <w:rsid w:val="000A71D2"/>
    <w:rsid w:val="000A7E0F"/>
    <w:rsid w:val="000B1326"/>
    <w:rsid w:val="000B1EFD"/>
    <w:rsid w:val="000B25E0"/>
    <w:rsid w:val="000C11FB"/>
    <w:rsid w:val="000C31E3"/>
    <w:rsid w:val="000C4036"/>
    <w:rsid w:val="000C42F0"/>
    <w:rsid w:val="000C5300"/>
    <w:rsid w:val="000C57A1"/>
    <w:rsid w:val="000C5979"/>
    <w:rsid w:val="000C6639"/>
    <w:rsid w:val="000C6A57"/>
    <w:rsid w:val="000D1C70"/>
    <w:rsid w:val="000D1C81"/>
    <w:rsid w:val="000D21C5"/>
    <w:rsid w:val="000D60E1"/>
    <w:rsid w:val="000D6F0F"/>
    <w:rsid w:val="000D7089"/>
    <w:rsid w:val="000E029F"/>
    <w:rsid w:val="000E034D"/>
    <w:rsid w:val="000E07BA"/>
    <w:rsid w:val="000E317D"/>
    <w:rsid w:val="000E41C8"/>
    <w:rsid w:val="000E57F1"/>
    <w:rsid w:val="000E793B"/>
    <w:rsid w:val="000F0F50"/>
    <w:rsid w:val="000F16B9"/>
    <w:rsid w:val="000F1A55"/>
    <w:rsid w:val="000F7250"/>
    <w:rsid w:val="000F736F"/>
    <w:rsid w:val="001046CB"/>
    <w:rsid w:val="001053DF"/>
    <w:rsid w:val="00110293"/>
    <w:rsid w:val="00111845"/>
    <w:rsid w:val="00111D7C"/>
    <w:rsid w:val="00112471"/>
    <w:rsid w:val="00117E38"/>
    <w:rsid w:val="00121D9D"/>
    <w:rsid w:val="001231DD"/>
    <w:rsid w:val="0012518B"/>
    <w:rsid w:val="001260A7"/>
    <w:rsid w:val="00130018"/>
    <w:rsid w:val="00130D8B"/>
    <w:rsid w:val="001318EF"/>
    <w:rsid w:val="00131A31"/>
    <w:rsid w:val="001322CE"/>
    <w:rsid w:val="001330C7"/>
    <w:rsid w:val="001340F1"/>
    <w:rsid w:val="00134A67"/>
    <w:rsid w:val="00135EE9"/>
    <w:rsid w:val="00137099"/>
    <w:rsid w:val="001412F2"/>
    <w:rsid w:val="00142AAD"/>
    <w:rsid w:val="00146863"/>
    <w:rsid w:val="0014760F"/>
    <w:rsid w:val="0015056B"/>
    <w:rsid w:val="0015130B"/>
    <w:rsid w:val="00152DA9"/>
    <w:rsid w:val="001534E7"/>
    <w:rsid w:val="001543CC"/>
    <w:rsid w:val="001547B0"/>
    <w:rsid w:val="00156F36"/>
    <w:rsid w:val="00157867"/>
    <w:rsid w:val="001600E5"/>
    <w:rsid w:val="00160148"/>
    <w:rsid w:val="0016130D"/>
    <w:rsid w:val="00161BC8"/>
    <w:rsid w:val="00162CC2"/>
    <w:rsid w:val="00163993"/>
    <w:rsid w:val="00164DF8"/>
    <w:rsid w:val="001671DB"/>
    <w:rsid w:val="001714BE"/>
    <w:rsid w:val="00175272"/>
    <w:rsid w:val="00180A1A"/>
    <w:rsid w:val="00181D48"/>
    <w:rsid w:val="00183A21"/>
    <w:rsid w:val="00183E0B"/>
    <w:rsid w:val="00183F80"/>
    <w:rsid w:val="00184CCD"/>
    <w:rsid w:val="00185B8F"/>
    <w:rsid w:val="0018682C"/>
    <w:rsid w:val="001907B8"/>
    <w:rsid w:val="00192FDB"/>
    <w:rsid w:val="00195414"/>
    <w:rsid w:val="001A25AE"/>
    <w:rsid w:val="001A5C9F"/>
    <w:rsid w:val="001A73FC"/>
    <w:rsid w:val="001B1530"/>
    <w:rsid w:val="001B3B51"/>
    <w:rsid w:val="001B42DD"/>
    <w:rsid w:val="001B473B"/>
    <w:rsid w:val="001B68CB"/>
    <w:rsid w:val="001C0E5B"/>
    <w:rsid w:val="001C1895"/>
    <w:rsid w:val="001C417D"/>
    <w:rsid w:val="001C4953"/>
    <w:rsid w:val="001C72F1"/>
    <w:rsid w:val="001D3E7F"/>
    <w:rsid w:val="001D6271"/>
    <w:rsid w:val="001D794F"/>
    <w:rsid w:val="001D7F8A"/>
    <w:rsid w:val="001E2D66"/>
    <w:rsid w:val="001E64AD"/>
    <w:rsid w:val="001E65FC"/>
    <w:rsid w:val="001E6690"/>
    <w:rsid w:val="001E6E50"/>
    <w:rsid w:val="001F07B1"/>
    <w:rsid w:val="001F1964"/>
    <w:rsid w:val="001F2B97"/>
    <w:rsid w:val="001F310C"/>
    <w:rsid w:val="001F5FBD"/>
    <w:rsid w:val="002014AC"/>
    <w:rsid w:val="00201BD1"/>
    <w:rsid w:val="0020289B"/>
    <w:rsid w:val="0020359D"/>
    <w:rsid w:val="00203C0E"/>
    <w:rsid w:val="0020546E"/>
    <w:rsid w:val="002063DF"/>
    <w:rsid w:val="00206D45"/>
    <w:rsid w:val="00210684"/>
    <w:rsid w:val="0021277C"/>
    <w:rsid w:val="00215330"/>
    <w:rsid w:val="00217A22"/>
    <w:rsid w:val="00222EB2"/>
    <w:rsid w:val="00223162"/>
    <w:rsid w:val="00224563"/>
    <w:rsid w:val="0022527B"/>
    <w:rsid w:val="00225E98"/>
    <w:rsid w:val="00226B32"/>
    <w:rsid w:val="00226EA0"/>
    <w:rsid w:val="00230813"/>
    <w:rsid w:val="002310A9"/>
    <w:rsid w:val="00231E7B"/>
    <w:rsid w:val="00240B96"/>
    <w:rsid w:val="0024135E"/>
    <w:rsid w:val="00241C33"/>
    <w:rsid w:val="002434F3"/>
    <w:rsid w:val="00243CFB"/>
    <w:rsid w:val="00245385"/>
    <w:rsid w:val="00245C90"/>
    <w:rsid w:val="00246E58"/>
    <w:rsid w:val="00246ED4"/>
    <w:rsid w:val="00247D68"/>
    <w:rsid w:val="00247F5D"/>
    <w:rsid w:val="00250ACD"/>
    <w:rsid w:val="0025398A"/>
    <w:rsid w:val="00253FF0"/>
    <w:rsid w:val="00256725"/>
    <w:rsid w:val="0025712F"/>
    <w:rsid w:val="0026062F"/>
    <w:rsid w:val="00261662"/>
    <w:rsid w:val="00261869"/>
    <w:rsid w:val="00263B6F"/>
    <w:rsid w:val="00263D1F"/>
    <w:rsid w:val="0026403C"/>
    <w:rsid w:val="002643D8"/>
    <w:rsid w:val="0026785D"/>
    <w:rsid w:val="00267AA2"/>
    <w:rsid w:val="00272F4E"/>
    <w:rsid w:val="002745BD"/>
    <w:rsid w:val="00275395"/>
    <w:rsid w:val="00275B4E"/>
    <w:rsid w:val="00282C46"/>
    <w:rsid w:val="00283262"/>
    <w:rsid w:val="0028697F"/>
    <w:rsid w:val="00291A01"/>
    <w:rsid w:val="002926FA"/>
    <w:rsid w:val="00292759"/>
    <w:rsid w:val="0029466E"/>
    <w:rsid w:val="00296429"/>
    <w:rsid w:val="002966B3"/>
    <w:rsid w:val="00296E1D"/>
    <w:rsid w:val="002A2499"/>
    <w:rsid w:val="002A3270"/>
    <w:rsid w:val="002A39FE"/>
    <w:rsid w:val="002B5D9A"/>
    <w:rsid w:val="002B6098"/>
    <w:rsid w:val="002B6FD1"/>
    <w:rsid w:val="002B7715"/>
    <w:rsid w:val="002C138B"/>
    <w:rsid w:val="002C19B7"/>
    <w:rsid w:val="002C1EC7"/>
    <w:rsid w:val="002C2D0E"/>
    <w:rsid w:val="002C48F5"/>
    <w:rsid w:val="002C5F5F"/>
    <w:rsid w:val="002D079B"/>
    <w:rsid w:val="002D13AC"/>
    <w:rsid w:val="002D2222"/>
    <w:rsid w:val="002D2B06"/>
    <w:rsid w:val="002D3EAA"/>
    <w:rsid w:val="002D4667"/>
    <w:rsid w:val="002D5535"/>
    <w:rsid w:val="002D5A28"/>
    <w:rsid w:val="002D66D1"/>
    <w:rsid w:val="002D7DCE"/>
    <w:rsid w:val="002E0814"/>
    <w:rsid w:val="002E2D58"/>
    <w:rsid w:val="002E3F55"/>
    <w:rsid w:val="002E4DE3"/>
    <w:rsid w:val="002E5133"/>
    <w:rsid w:val="002E53AB"/>
    <w:rsid w:val="002E551B"/>
    <w:rsid w:val="002E5B33"/>
    <w:rsid w:val="002E68D3"/>
    <w:rsid w:val="002F483B"/>
    <w:rsid w:val="002F4849"/>
    <w:rsid w:val="002F74FB"/>
    <w:rsid w:val="003003EE"/>
    <w:rsid w:val="00300DF0"/>
    <w:rsid w:val="00300EB6"/>
    <w:rsid w:val="003054B9"/>
    <w:rsid w:val="003137FE"/>
    <w:rsid w:val="00314AE1"/>
    <w:rsid w:val="00316851"/>
    <w:rsid w:val="00321A7E"/>
    <w:rsid w:val="00323437"/>
    <w:rsid w:val="00324B98"/>
    <w:rsid w:val="00325353"/>
    <w:rsid w:val="00325EC6"/>
    <w:rsid w:val="0032642F"/>
    <w:rsid w:val="00330382"/>
    <w:rsid w:val="00332B8A"/>
    <w:rsid w:val="0033500F"/>
    <w:rsid w:val="00336520"/>
    <w:rsid w:val="00337DA4"/>
    <w:rsid w:val="00340EE2"/>
    <w:rsid w:val="003416D2"/>
    <w:rsid w:val="00344A93"/>
    <w:rsid w:val="00344D61"/>
    <w:rsid w:val="00347C0C"/>
    <w:rsid w:val="00347F33"/>
    <w:rsid w:val="00347FCC"/>
    <w:rsid w:val="0035106A"/>
    <w:rsid w:val="00353965"/>
    <w:rsid w:val="003541D4"/>
    <w:rsid w:val="0036145C"/>
    <w:rsid w:val="003650B9"/>
    <w:rsid w:val="0036561A"/>
    <w:rsid w:val="003662EB"/>
    <w:rsid w:val="003666B1"/>
    <w:rsid w:val="003735CA"/>
    <w:rsid w:val="003738B0"/>
    <w:rsid w:val="003742DD"/>
    <w:rsid w:val="0037776C"/>
    <w:rsid w:val="003800E7"/>
    <w:rsid w:val="003838EB"/>
    <w:rsid w:val="00383E42"/>
    <w:rsid w:val="00385C64"/>
    <w:rsid w:val="00386036"/>
    <w:rsid w:val="0038780E"/>
    <w:rsid w:val="00387E2E"/>
    <w:rsid w:val="003906E1"/>
    <w:rsid w:val="00391B08"/>
    <w:rsid w:val="00391CF4"/>
    <w:rsid w:val="003924A5"/>
    <w:rsid w:val="0039251D"/>
    <w:rsid w:val="00392608"/>
    <w:rsid w:val="00392FEF"/>
    <w:rsid w:val="00393154"/>
    <w:rsid w:val="00393223"/>
    <w:rsid w:val="003A2DD0"/>
    <w:rsid w:val="003A580A"/>
    <w:rsid w:val="003A62E4"/>
    <w:rsid w:val="003A7600"/>
    <w:rsid w:val="003B1392"/>
    <w:rsid w:val="003B1F79"/>
    <w:rsid w:val="003B2053"/>
    <w:rsid w:val="003B2148"/>
    <w:rsid w:val="003B25E2"/>
    <w:rsid w:val="003B5450"/>
    <w:rsid w:val="003B5C8B"/>
    <w:rsid w:val="003B6842"/>
    <w:rsid w:val="003B7CA0"/>
    <w:rsid w:val="003C4195"/>
    <w:rsid w:val="003C42E0"/>
    <w:rsid w:val="003C55E6"/>
    <w:rsid w:val="003C5673"/>
    <w:rsid w:val="003C6796"/>
    <w:rsid w:val="003D11DA"/>
    <w:rsid w:val="003D16AA"/>
    <w:rsid w:val="003D2DCE"/>
    <w:rsid w:val="003D5A91"/>
    <w:rsid w:val="003E168C"/>
    <w:rsid w:val="003E382B"/>
    <w:rsid w:val="003E5192"/>
    <w:rsid w:val="003E763A"/>
    <w:rsid w:val="003F0297"/>
    <w:rsid w:val="003F1B51"/>
    <w:rsid w:val="003F2545"/>
    <w:rsid w:val="003F2C6D"/>
    <w:rsid w:val="003F4B9A"/>
    <w:rsid w:val="003F5F0E"/>
    <w:rsid w:val="003F6206"/>
    <w:rsid w:val="003F7E31"/>
    <w:rsid w:val="00402382"/>
    <w:rsid w:val="0040473B"/>
    <w:rsid w:val="004048A1"/>
    <w:rsid w:val="00407D77"/>
    <w:rsid w:val="00410414"/>
    <w:rsid w:val="00411AEE"/>
    <w:rsid w:val="0041286D"/>
    <w:rsid w:val="00413E80"/>
    <w:rsid w:val="00416C03"/>
    <w:rsid w:val="004173B6"/>
    <w:rsid w:val="00417DFC"/>
    <w:rsid w:val="00420733"/>
    <w:rsid w:val="00420EAC"/>
    <w:rsid w:val="00422398"/>
    <w:rsid w:val="004255EB"/>
    <w:rsid w:val="00426095"/>
    <w:rsid w:val="00436C14"/>
    <w:rsid w:val="00440E0B"/>
    <w:rsid w:val="00441299"/>
    <w:rsid w:val="00444EDD"/>
    <w:rsid w:val="004454BD"/>
    <w:rsid w:val="00445F78"/>
    <w:rsid w:val="004464DD"/>
    <w:rsid w:val="004505BA"/>
    <w:rsid w:val="004506F4"/>
    <w:rsid w:val="004528E5"/>
    <w:rsid w:val="00453AD9"/>
    <w:rsid w:val="0045603C"/>
    <w:rsid w:val="00457F1C"/>
    <w:rsid w:val="00461F09"/>
    <w:rsid w:val="00463DF5"/>
    <w:rsid w:val="004644FD"/>
    <w:rsid w:val="00464F71"/>
    <w:rsid w:val="00465F2E"/>
    <w:rsid w:val="00467F8F"/>
    <w:rsid w:val="004715E6"/>
    <w:rsid w:val="0047268E"/>
    <w:rsid w:val="004825C7"/>
    <w:rsid w:val="00482F86"/>
    <w:rsid w:val="0048320F"/>
    <w:rsid w:val="00483FCA"/>
    <w:rsid w:val="00485192"/>
    <w:rsid w:val="004923B5"/>
    <w:rsid w:val="004938BD"/>
    <w:rsid w:val="00494ED7"/>
    <w:rsid w:val="004961B3"/>
    <w:rsid w:val="004A0016"/>
    <w:rsid w:val="004A1BA1"/>
    <w:rsid w:val="004A21F4"/>
    <w:rsid w:val="004A356D"/>
    <w:rsid w:val="004A4DE1"/>
    <w:rsid w:val="004A5E68"/>
    <w:rsid w:val="004A6CD5"/>
    <w:rsid w:val="004A7514"/>
    <w:rsid w:val="004B273D"/>
    <w:rsid w:val="004B2782"/>
    <w:rsid w:val="004B2DFB"/>
    <w:rsid w:val="004B3FF6"/>
    <w:rsid w:val="004B4216"/>
    <w:rsid w:val="004B4893"/>
    <w:rsid w:val="004B5C60"/>
    <w:rsid w:val="004C56E0"/>
    <w:rsid w:val="004C61AF"/>
    <w:rsid w:val="004C7C59"/>
    <w:rsid w:val="004D0797"/>
    <w:rsid w:val="004D3471"/>
    <w:rsid w:val="004D4435"/>
    <w:rsid w:val="004D5532"/>
    <w:rsid w:val="004D74C3"/>
    <w:rsid w:val="004D794B"/>
    <w:rsid w:val="004D7BD2"/>
    <w:rsid w:val="004E339A"/>
    <w:rsid w:val="004E3D10"/>
    <w:rsid w:val="004E3E16"/>
    <w:rsid w:val="004E4BEB"/>
    <w:rsid w:val="004E558D"/>
    <w:rsid w:val="004E582C"/>
    <w:rsid w:val="004F1132"/>
    <w:rsid w:val="004F5437"/>
    <w:rsid w:val="004F57AC"/>
    <w:rsid w:val="004F6207"/>
    <w:rsid w:val="004F7E6B"/>
    <w:rsid w:val="005008AF"/>
    <w:rsid w:val="005010CF"/>
    <w:rsid w:val="005077F3"/>
    <w:rsid w:val="00510055"/>
    <w:rsid w:val="00510DDE"/>
    <w:rsid w:val="00512440"/>
    <w:rsid w:val="00513F8F"/>
    <w:rsid w:val="00515A24"/>
    <w:rsid w:val="00517522"/>
    <w:rsid w:val="00521B37"/>
    <w:rsid w:val="0052577F"/>
    <w:rsid w:val="00526923"/>
    <w:rsid w:val="00527B6A"/>
    <w:rsid w:val="00531022"/>
    <w:rsid w:val="00534E6A"/>
    <w:rsid w:val="005354FD"/>
    <w:rsid w:val="00536300"/>
    <w:rsid w:val="00536467"/>
    <w:rsid w:val="00536A22"/>
    <w:rsid w:val="005436BC"/>
    <w:rsid w:val="005441E9"/>
    <w:rsid w:val="005449B3"/>
    <w:rsid w:val="00546F27"/>
    <w:rsid w:val="005509BD"/>
    <w:rsid w:val="00552B4D"/>
    <w:rsid w:val="005563CF"/>
    <w:rsid w:val="005614E5"/>
    <w:rsid w:val="00562D75"/>
    <w:rsid w:val="00562E2D"/>
    <w:rsid w:val="00566487"/>
    <w:rsid w:val="005703C2"/>
    <w:rsid w:val="0057047C"/>
    <w:rsid w:val="0057402A"/>
    <w:rsid w:val="0057620B"/>
    <w:rsid w:val="00580622"/>
    <w:rsid w:val="0058229B"/>
    <w:rsid w:val="0058386F"/>
    <w:rsid w:val="00584449"/>
    <w:rsid w:val="00585005"/>
    <w:rsid w:val="0058656B"/>
    <w:rsid w:val="005873AE"/>
    <w:rsid w:val="00587B59"/>
    <w:rsid w:val="00591897"/>
    <w:rsid w:val="00591C63"/>
    <w:rsid w:val="00594739"/>
    <w:rsid w:val="00595368"/>
    <w:rsid w:val="005956C4"/>
    <w:rsid w:val="005A151B"/>
    <w:rsid w:val="005A2774"/>
    <w:rsid w:val="005A3582"/>
    <w:rsid w:val="005A7F9E"/>
    <w:rsid w:val="005B04CD"/>
    <w:rsid w:val="005B0ED2"/>
    <w:rsid w:val="005B1A5D"/>
    <w:rsid w:val="005B1AE2"/>
    <w:rsid w:val="005B3D45"/>
    <w:rsid w:val="005B4008"/>
    <w:rsid w:val="005B7468"/>
    <w:rsid w:val="005C04C5"/>
    <w:rsid w:val="005C13DF"/>
    <w:rsid w:val="005C1ECA"/>
    <w:rsid w:val="005C3CA0"/>
    <w:rsid w:val="005C7D22"/>
    <w:rsid w:val="005D38AD"/>
    <w:rsid w:val="005D3C40"/>
    <w:rsid w:val="005E0313"/>
    <w:rsid w:val="005E2916"/>
    <w:rsid w:val="005E30D5"/>
    <w:rsid w:val="005E3A98"/>
    <w:rsid w:val="005E3E21"/>
    <w:rsid w:val="005E4693"/>
    <w:rsid w:val="005E496E"/>
    <w:rsid w:val="005E62CD"/>
    <w:rsid w:val="005E7296"/>
    <w:rsid w:val="005F03BD"/>
    <w:rsid w:val="005F0C40"/>
    <w:rsid w:val="005F0F15"/>
    <w:rsid w:val="005F5ED0"/>
    <w:rsid w:val="005F749A"/>
    <w:rsid w:val="006012A8"/>
    <w:rsid w:val="006025F7"/>
    <w:rsid w:val="0060324A"/>
    <w:rsid w:val="006034C0"/>
    <w:rsid w:val="006046C6"/>
    <w:rsid w:val="00606149"/>
    <w:rsid w:val="0060632D"/>
    <w:rsid w:val="00610BE2"/>
    <w:rsid w:val="0061108D"/>
    <w:rsid w:val="00611EF1"/>
    <w:rsid w:val="0061539E"/>
    <w:rsid w:val="00620994"/>
    <w:rsid w:val="00620F9A"/>
    <w:rsid w:val="00624A8B"/>
    <w:rsid w:val="0062517C"/>
    <w:rsid w:val="0062698C"/>
    <w:rsid w:val="00630381"/>
    <w:rsid w:val="00632A89"/>
    <w:rsid w:val="00633AAF"/>
    <w:rsid w:val="00640E62"/>
    <w:rsid w:val="00642FFD"/>
    <w:rsid w:val="0064382D"/>
    <w:rsid w:val="00643AC6"/>
    <w:rsid w:val="00646E1E"/>
    <w:rsid w:val="00656600"/>
    <w:rsid w:val="006606F1"/>
    <w:rsid w:val="00662057"/>
    <w:rsid w:val="006656FF"/>
    <w:rsid w:val="00670E3B"/>
    <w:rsid w:val="0067517F"/>
    <w:rsid w:val="00675632"/>
    <w:rsid w:val="00676441"/>
    <w:rsid w:val="00676FB9"/>
    <w:rsid w:val="00677BBE"/>
    <w:rsid w:val="00677DB8"/>
    <w:rsid w:val="00683BC7"/>
    <w:rsid w:val="00683D3C"/>
    <w:rsid w:val="00690239"/>
    <w:rsid w:val="006902B9"/>
    <w:rsid w:val="00697ACA"/>
    <w:rsid w:val="006A209A"/>
    <w:rsid w:val="006A2DFE"/>
    <w:rsid w:val="006A5FB6"/>
    <w:rsid w:val="006A645F"/>
    <w:rsid w:val="006B4310"/>
    <w:rsid w:val="006B4409"/>
    <w:rsid w:val="006B495C"/>
    <w:rsid w:val="006B49BB"/>
    <w:rsid w:val="006C28E0"/>
    <w:rsid w:val="006C5006"/>
    <w:rsid w:val="006C625C"/>
    <w:rsid w:val="006C6AB4"/>
    <w:rsid w:val="006D03D6"/>
    <w:rsid w:val="006D2E7F"/>
    <w:rsid w:val="006D3FE5"/>
    <w:rsid w:val="006E0D85"/>
    <w:rsid w:val="006E1735"/>
    <w:rsid w:val="006E1E4C"/>
    <w:rsid w:val="006E2B49"/>
    <w:rsid w:val="006E3B54"/>
    <w:rsid w:val="006E665C"/>
    <w:rsid w:val="006E67EC"/>
    <w:rsid w:val="006E7CC0"/>
    <w:rsid w:val="006F444F"/>
    <w:rsid w:val="006F5AB3"/>
    <w:rsid w:val="00700EE7"/>
    <w:rsid w:val="007036C5"/>
    <w:rsid w:val="0070453E"/>
    <w:rsid w:val="00705496"/>
    <w:rsid w:val="00706CCE"/>
    <w:rsid w:val="007126A7"/>
    <w:rsid w:val="00712F4A"/>
    <w:rsid w:val="007133E5"/>
    <w:rsid w:val="00713552"/>
    <w:rsid w:val="00714A7D"/>
    <w:rsid w:val="0071721C"/>
    <w:rsid w:val="00717BA0"/>
    <w:rsid w:val="0072033D"/>
    <w:rsid w:val="00721C09"/>
    <w:rsid w:val="007235A4"/>
    <w:rsid w:val="007235FA"/>
    <w:rsid w:val="00723FDE"/>
    <w:rsid w:val="0072523F"/>
    <w:rsid w:val="00725C02"/>
    <w:rsid w:val="0073001C"/>
    <w:rsid w:val="0073180C"/>
    <w:rsid w:val="00734379"/>
    <w:rsid w:val="0073471B"/>
    <w:rsid w:val="00735212"/>
    <w:rsid w:val="00740324"/>
    <w:rsid w:val="00740A5C"/>
    <w:rsid w:val="00743C2A"/>
    <w:rsid w:val="0075002B"/>
    <w:rsid w:val="00751368"/>
    <w:rsid w:val="0075348B"/>
    <w:rsid w:val="0075376F"/>
    <w:rsid w:val="00754712"/>
    <w:rsid w:val="007560AF"/>
    <w:rsid w:val="00756612"/>
    <w:rsid w:val="00756C21"/>
    <w:rsid w:val="0076085D"/>
    <w:rsid w:val="00760CAF"/>
    <w:rsid w:val="00764851"/>
    <w:rsid w:val="007649D8"/>
    <w:rsid w:val="00764CC4"/>
    <w:rsid w:val="007661C2"/>
    <w:rsid w:val="007669AB"/>
    <w:rsid w:val="00770FC1"/>
    <w:rsid w:val="0077205E"/>
    <w:rsid w:val="00774FE9"/>
    <w:rsid w:val="00776A82"/>
    <w:rsid w:val="007830C3"/>
    <w:rsid w:val="0078326A"/>
    <w:rsid w:val="00783B45"/>
    <w:rsid w:val="00786026"/>
    <w:rsid w:val="0078718B"/>
    <w:rsid w:val="0078797B"/>
    <w:rsid w:val="00790B2B"/>
    <w:rsid w:val="00790D0E"/>
    <w:rsid w:val="007911A8"/>
    <w:rsid w:val="0079165C"/>
    <w:rsid w:val="00791689"/>
    <w:rsid w:val="00791813"/>
    <w:rsid w:val="007939F0"/>
    <w:rsid w:val="0079765F"/>
    <w:rsid w:val="007A0608"/>
    <w:rsid w:val="007A1655"/>
    <w:rsid w:val="007A42B3"/>
    <w:rsid w:val="007A47D6"/>
    <w:rsid w:val="007A4A94"/>
    <w:rsid w:val="007A6878"/>
    <w:rsid w:val="007B1815"/>
    <w:rsid w:val="007B1D6E"/>
    <w:rsid w:val="007B256B"/>
    <w:rsid w:val="007C07F1"/>
    <w:rsid w:val="007C07FA"/>
    <w:rsid w:val="007C1664"/>
    <w:rsid w:val="007C1F96"/>
    <w:rsid w:val="007C34A4"/>
    <w:rsid w:val="007C4593"/>
    <w:rsid w:val="007C4921"/>
    <w:rsid w:val="007C538B"/>
    <w:rsid w:val="007C6C80"/>
    <w:rsid w:val="007C714D"/>
    <w:rsid w:val="007C7610"/>
    <w:rsid w:val="007D286B"/>
    <w:rsid w:val="007D455D"/>
    <w:rsid w:val="007D46C3"/>
    <w:rsid w:val="007D549C"/>
    <w:rsid w:val="007D680D"/>
    <w:rsid w:val="007E2009"/>
    <w:rsid w:val="007E2578"/>
    <w:rsid w:val="007F01C6"/>
    <w:rsid w:val="007F113D"/>
    <w:rsid w:val="007F2FB1"/>
    <w:rsid w:val="007F453C"/>
    <w:rsid w:val="007F6E9B"/>
    <w:rsid w:val="007F6F77"/>
    <w:rsid w:val="007F723F"/>
    <w:rsid w:val="00800E64"/>
    <w:rsid w:val="00800FE5"/>
    <w:rsid w:val="008023EE"/>
    <w:rsid w:val="00805AF0"/>
    <w:rsid w:val="00805EC2"/>
    <w:rsid w:val="00807B46"/>
    <w:rsid w:val="0081279E"/>
    <w:rsid w:val="00812DBF"/>
    <w:rsid w:val="00812F19"/>
    <w:rsid w:val="00817947"/>
    <w:rsid w:val="00817B84"/>
    <w:rsid w:val="008203D5"/>
    <w:rsid w:val="00822DBD"/>
    <w:rsid w:val="00824106"/>
    <w:rsid w:val="00824783"/>
    <w:rsid w:val="00826E12"/>
    <w:rsid w:val="008276B9"/>
    <w:rsid w:val="00827A10"/>
    <w:rsid w:val="00827AE5"/>
    <w:rsid w:val="00830510"/>
    <w:rsid w:val="00832638"/>
    <w:rsid w:val="00837EB6"/>
    <w:rsid w:val="008409C5"/>
    <w:rsid w:val="008418D2"/>
    <w:rsid w:val="008422B3"/>
    <w:rsid w:val="00842AC7"/>
    <w:rsid w:val="0084492E"/>
    <w:rsid w:val="00844B47"/>
    <w:rsid w:val="00844D0A"/>
    <w:rsid w:val="00846F41"/>
    <w:rsid w:val="00850537"/>
    <w:rsid w:val="0085065B"/>
    <w:rsid w:val="0085249B"/>
    <w:rsid w:val="0085296A"/>
    <w:rsid w:val="0085523F"/>
    <w:rsid w:val="00856704"/>
    <w:rsid w:val="008612A2"/>
    <w:rsid w:val="00864E53"/>
    <w:rsid w:val="008679B5"/>
    <w:rsid w:val="00870754"/>
    <w:rsid w:val="008709F5"/>
    <w:rsid w:val="00874338"/>
    <w:rsid w:val="008748C9"/>
    <w:rsid w:val="00877E43"/>
    <w:rsid w:val="0088198A"/>
    <w:rsid w:val="00882A61"/>
    <w:rsid w:val="00883F48"/>
    <w:rsid w:val="0088445B"/>
    <w:rsid w:val="00884710"/>
    <w:rsid w:val="00885B95"/>
    <w:rsid w:val="0089144E"/>
    <w:rsid w:val="00891934"/>
    <w:rsid w:val="00893731"/>
    <w:rsid w:val="008942A5"/>
    <w:rsid w:val="00894C02"/>
    <w:rsid w:val="00895488"/>
    <w:rsid w:val="0089752B"/>
    <w:rsid w:val="008A2748"/>
    <w:rsid w:val="008A3B22"/>
    <w:rsid w:val="008A4664"/>
    <w:rsid w:val="008A4672"/>
    <w:rsid w:val="008B0047"/>
    <w:rsid w:val="008B0087"/>
    <w:rsid w:val="008B0D4D"/>
    <w:rsid w:val="008B491B"/>
    <w:rsid w:val="008B6053"/>
    <w:rsid w:val="008C2725"/>
    <w:rsid w:val="008C3707"/>
    <w:rsid w:val="008C604E"/>
    <w:rsid w:val="008D04F0"/>
    <w:rsid w:val="008D3D6A"/>
    <w:rsid w:val="008D408D"/>
    <w:rsid w:val="008D7CB3"/>
    <w:rsid w:val="008E0D87"/>
    <w:rsid w:val="008E4397"/>
    <w:rsid w:val="008E63C9"/>
    <w:rsid w:val="008E6AED"/>
    <w:rsid w:val="008E792F"/>
    <w:rsid w:val="008F00D9"/>
    <w:rsid w:val="008F00ED"/>
    <w:rsid w:val="008F177E"/>
    <w:rsid w:val="008F528C"/>
    <w:rsid w:val="008F733B"/>
    <w:rsid w:val="00900F86"/>
    <w:rsid w:val="0090211A"/>
    <w:rsid w:val="0090215F"/>
    <w:rsid w:val="00906A57"/>
    <w:rsid w:val="00912238"/>
    <w:rsid w:val="00912FC9"/>
    <w:rsid w:val="009156E1"/>
    <w:rsid w:val="00920E81"/>
    <w:rsid w:val="00922C69"/>
    <w:rsid w:val="00922E49"/>
    <w:rsid w:val="00923976"/>
    <w:rsid w:val="009278A2"/>
    <w:rsid w:val="00930C8B"/>
    <w:rsid w:val="00931A4D"/>
    <w:rsid w:val="009321E6"/>
    <w:rsid w:val="009335ED"/>
    <w:rsid w:val="0093632A"/>
    <w:rsid w:val="00940B4C"/>
    <w:rsid w:val="00943349"/>
    <w:rsid w:val="009448FA"/>
    <w:rsid w:val="009458BB"/>
    <w:rsid w:val="00950140"/>
    <w:rsid w:val="00950CAB"/>
    <w:rsid w:val="00950E3C"/>
    <w:rsid w:val="00953F16"/>
    <w:rsid w:val="009541F0"/>
    <w:rsid w:val="00954F60"/>
    <w:rsid w:val="0095652F"/>
    <w:rsid w:val="00961963"/>
    <w:rsid w:val="0096436E"/>
    <w:rsid w:val="0096659E"/>
    <w:rsid w:val="00975C99"/>
    <w:rsid w:val="0097669B"/>
    <w:rsid w:val="00976E1A"/>
    <w:rsid w:val="00977277"/>
    <w:rsid w:val="00980D97"/>
    <w:rsid w:val="00981175"/>
    <w:rsid w:val="00981626"/>
    <w:rsid w:val="009845D8"/>
    <w:rsid w:val="00986317"/>
    <w:rsid w:val="00987C5F"/>
    <w:rsid w:val="009907CD"/>
    <w:rsid w:val="00990B43"/>
    <w:rsid w:val="009920DC"/>
    <w:rsid w:val="0099228F"/>
    <w:rsid w:val="00992998"/>
    <w:rsid w:val="00992A1F"/>
    <w:rsid w:val="00993221"/>
    <w:rsid w:val="0099543A"/>
    <w:rsid w:val="00996B4E"/>
    <w:rsid w:val="00996F3B"/>
    <w:rsid w:val="009A0304"/>
    <w:rsid w:val="009A0EBA"/>
    <w:rsid w:val="009A15E4"/>
    <w:rsid w:val="009A3F0F"/>
    <w:rsid w:val="009A5307"/>
    <w:rsid w:val="009A5B09"/>
    <w:rsid w:val="009A6FE3"/>
    <w:rsid w:val="009B1A71"/>
    <w:rsid w:val="009B1BE6"/>
    <w:rsid w:val="009B2029"/>
    <w:rsid w:val="009B440F"/>
    <w:rsid w:val="009B5382"/>
    <w:rsid w:val="009B6F9E"/>
    <w:rsid w:val="009B7672"/>
    <w:rsid w:val="009C1940"/>
    <w:rsid w:val="009C2824"/>
    <w:rsid w:val="009C2ED6"/>
    <w:rsid w:val="009C4595"/>
    <w:rsid w:val="009C47D7"/>
    <w:rsid w:val="009C5DBA"/>
    <w:rsid w:val="009D0965"/>
    <w:rsid w:val="009D0A1D"/>
    <w:rsid w:val="009D1CB5"/>
    <w:rsid w:val="009D2128"/>
    <w:rsid w:val="009D2C0F"/>
    <w:rsid w:val="009D34A4"/>
    <w:rsid w:val="009D35AA"/>
    <w:rsid w:val="009D43F1"/>
    <w:rsid w:val="009D49B0"/>
    <w:rsid w:val="009D4F5C"/>
    <w:rsid w:val="009D51C4"/>
    <w:rsid w:val="009D7B39"/>
    <w:rsid w:val="009E1955"/>
    <w:rsid w:val="009E1A3D"/>
    <w:rsid w:val="009E2348"/>
    <w:rsid w:val="009E4BB2"/>
    <w:rsid w:val="009E534D"/>
    <w:rsid w:val="009E6D64"/>
    <w:rsid w:val="009E6FCC"/>
    <w:rsid w:val="009F2D68"/>
    <w:rsid w:val="009F49E0"/>
    <w:rsid w:val="00A008E3"/>
    <w:rsid w:val="00A00B66"/>
    <w:rsid w:val="00A01523"/>
    <w:rsid w:val="00A03D8D"/>
    <w:rsid w:val="00A07836"/>
    <w:rsid w:val="00A11752"/>
    <w:rsid w:val="00A1293E"/>
    <w:rsid w:val="00A13871"/>
    <w:rsid w:val="00A13E49"/>
    <w:rsid w:val="00A17976"/>
    <w:rsid w:val="00A17BC7"/>
    <w:rsid w:val="00A20A58"/>
    <w:rsid w:val="00A224F0"/>
    <w:rsid w:val="00A25857"/>
    <w:rsid w:val="00A27326"/>
    <w:rsid w:val="00A31884"/>
    <w:rsid w:val="00A31ED0"/>
    <w:rsid w:val="00A33405"/>
    <w:rsid w:val="00A33406"/>
    <w:rsid w:val="00A338BE"/>
    <w:rsid w:val="00A34856"/>
    <w:rsid w:val="00A34C95"/>
    <w:rsid w:val="00A3705F"/>
    <w:rsid w:val="00A3780C"/>
    <w:rsid w:val="00A37891"/>
    <w:rsid w:val="00A41B5C"/>
    <w:rsid w:val="00A42382"/>
    <w:rsid w:val="00A456C8"/>
    <w:rsid w:val="00A467B3"/>
    <w:rsid w:val="00A51E6A"/>
    <w:rsid w:val="00A53020"/>
    <w:rsid w:val="00A53785"/>
    <w:rsid w:val="00A5443F"/>
    <w:rsid w:val="00A55611"/>
    <w:rsid w:val="00A63863"/>
    <w:rsid w:val="00A6391E"/>
    <w:rsid w:val="00A64608"/>
    <w:rsid w:val="00A64DA9"/>
    <w:rsid w:val="00A6597C"/>
    <w:rsid w:val="00A6745A"/>
    <w:rsid w:val="00A70280"/>
    <w:rsid w:val="00A709BE"/>
    <w:rsid w:val="00A73744"/>
    <w:rsid w:val="00A73ECA"/>
    <w:rsid w:val="00A73F01"/>
    <w:rsid w:val="00A75A8F"/>
    <w:rsid w:val="00A82296"/>
    <w:rsid w:val="00A8297F"/>
    <w:rsid w:val="00A839BE"/>
    <w:rsid w:val="00A83D1F"/>
    <w:rsid w:val="00A84F8A"/>
    <w:rsid w:val="00A862A6"/>
    <w:rsid w:val="00A914AD"/>
    <w:rsid w:val="00A92EA7"/>
    <w:rsid w:val="00A93738"/>
    <w:rsid w:val="00A95140"/>
    <w:rsid w:val="00A96A65"/>
    <w:rsid w:val="00A97C43"/>
    <w:rsid w:val="00AA0DDF"/>
    <w:rsid w:val="00AA161E"/>
    <w:rsid w:val="00AA167D"/>
    <w:rsid w:val="00AA2641"/>
    <w:rsid w:val="00AA47B6"/>
    <w:rsid w:val="00AA7983"/>
    <w:rsid w:val="00AB05BD"/>
    <w:rsid w:val="00AB1999"/>
    <w:rsid w:val="00AB581B"/>
    <w:rsid w:val="00AB705D"/>
    <w:rsid w:val="00AB710B"/>
    <w:rsid w:val="00AB7616"/>
    <w:rsid w:val="00AC39C2"/>
    <w:rsid w:val="00AC3D4D"/>
    <w:rsid w:val="00AC4ACD"/>
    <w:rsid w:val="00AC5A57"/>
    <w:rsid w:val="00AC7B94"/>
    <w:rsid w:val="00AD000E"/>
    <w:rsid w:val="00AD23E4"/>
    <w:rsid w:val="00AD2925"/>
    <w:rsid w:val="00AD4498"/>
    <w:rsid w:val="00AD5BA8"/>
    <w:rsid w:val="00AE221A"/>
    <w:rsid w:val="00AF0047"/>
    <w:rsid w:val="00AF0959"/>
    <w:rsid w:val="00AF0A89"/>
    <w:rsid w:val="00AF1A29"/>
    <w:rsid w:val="00AF1CB9"/>
    <w:rsid w:val="00AF348B"/>
    <w:rsid w:val="00AF78FC"/>
    <w:rsid w:val="00B003D1"/>
    <w:rsid w:val="00B03404"/>
    <w:rsid w:val="00B047FC"/>
    <w:rsid w:val="00B047FD"/>
    <w:rsid w:val="00B1072C"/>
    <w:rsid w:val="00B10B7D"/>
    <w:rsid w:val="00B12217"/>
    <w:rsid w:val="00B12CCE"/>
    <w:rsid w:val="00B12FC5"/>
    <w:rsid w:val="00B15E21"/>
    <w:rsid w:val="00B168BA"/>
    <w:rsid w:val="00B16AA5"/>
    <w:rsid w:val="00B16D74"/>
    <w:rsid w:val="00B175F0"/>
    <w:rsid w:val="00B205C3"/>
    <w:rsid w:val="00B2064C"/>
    <w:rsid w:val="00B221DD"/>
    <w:rsid w:val="00B26A42"/>
    <w:rsid w:val="00B32459"/>
    <w:rsid w:val="00B35C47"/>
    <w:rsid w:val="00B37133"/>
    <w:rsid w:val="00B41E78"/>
    <w:rsid w:val="00B425EB"/>
    <w:rsid w:val="00B43696"/>
    <w:rsid w:val="00B442E4"/>
    <w:rsid w:val="00B44D14"/>
    <w:rsid w:val="00B44FA8"/>
    <w:rsid w:val="00B456DF"/>
    <w:rsid w:val="00B457A3"/>
    <w:rsid w:val="00B469C6"/>
    <w:rsid w:val="00B47E56"/>
    <w:rsid w:val="00B50917"/>
    <w:rsid w:val="00B53FC3"/>
    <w:rsid w:val="00B5480C"/>
    <w:rsid w:val="00B55249"/>
    <w:rsid w:val="00B57438"/>
    <w:rsid w:val="00B60633"/>
    <w:rsid w:val="00B650DD"/>
    <w:rsid w:val="00B6593F"/>
    <w:rsid w:val="00B67EB9"/>
    <w:rsid w:val="00B70A6A"/>
    <w:rsid w:val="00B73AE4"/>
    <w:rsid w:val="00B74513"/>
    <w:rsid w:val="00B74E73"/>
    <w:rsid w:val="00B8092F"/>
    <w:rsid w:val="00B810C6"/>
    <w:rsid w:val="00B83043"/>
    <w:rsid w:val="00B86FBC"/>
    <w:rsid w:val="00B87A39"/>
    <w:rsid w:val="00B910A3"/>
    <w:rsid w:val="00B918C6"/>
    <w:rsid w:val="00B93069"/>
    <w:rsid w:val="00B93E43"/>
    <w:rsid w:val="00BA0240"/>
    <w:rsid w:val="00BA097D"/>
    <w:rsid w:val="00BA25B5"/>
    <w:rsid w:val="00BA3B1C"/>
    <w:rsid w:val="00BB0041"/>
    <w:rsid w:val="00BB12AC"/>
    <w:rsid w:val="00BB145F"/>
    <w:rsid w:val="00BB36D4"/>
    <w:rsid w:val="00BB41BE"/>
    <w:rsid w:val="00BB4749"/>
    <w:rsid w:val="00BB47B1"/>
    <w:rsid w:val="00BB4E03"/>
    <w:rsid w:val="00BB4F96"/>
    <w:rsid w:val="00BB5039"/>
    <w:rsid w:val="00BB7B21"/>
    <w:rsid w:val="00BC3118"/>
    <w:rsid w:val="00BC41D2"/>
    <w:rsid w:val="00BD2AB2"/>
    <w:rsid w:val="00BD3510"/>
    <w:rsid w:val="00BD6953"/>
    <w:rsid w:val="00BD7C2E"/>
    <w:rsid w:val="00BE1646"/>
    <w:rsid w:val="00BE2124"/>
    <w:rsid w:val="00BE3323"/>
    <w:rsid w:val="00BE3580"/>
    <w:rsid w:val="00BE3A82"/>
    <w:rsid w:val="00BE48A2"/>
    <w:rsid w:val="00BE55D7"/>
    <w:rsid w:val="00BF3933"/>
    <w:rsid w:val="00BF3F16"/>
    <w:rsid w:val="00BF63E2"/>
    <w:rsid w:val="00BF64CF"/>
    <w:rsid w:val="00C015C9"/>
    <w:rsid w:val="00C0242C"/>
    <w:rsid w:val="00C02A11"/>
    <w:rsid w:val="00C04B11"/>
    <w:rsid w:val="00C0567C"/>
    <w:rsid w:val="00C06191"/>
    <w:rsid w:val="00C064C2"/>
    <w:rsid w:val="00C11194"/>
    <w:rsid w:val="00C11E1D"/>
    <w:rsid w:val="00C1576E"/>
    <w:rsid w:val="00C209BF"/>
    <w:rsid w:val="00C21A35"/>
    <w:rsid w:val="00C226E3"/>
    <w:rsid w:val="00C2430A"/>
    <w:rsid w:val="00C247A8"/>
    <w:rsid w:val="00C24920"/>
    <w:rsid w:val="00C26A61"/>
    <w:rsid w:val="00C377EB"/>
    <w:rsid w:val="00C4115A"/>
    <w:rsid w:val="00C42FAF"/>
    <w:rsid w:val="00C450F3"/>
    <w:rsid w:val="00C45D6C"/>
    <w:rsid w:val="00C470BB"/>
    <w:rsid w:val="00C53F99"/>
    <w:rsid w:val="00C600CB"/>
    <w:rsid w:val="00C62DB8"/>
    <w:rsid w:val="00C65B4A"/>
    <w:rsid w:val="00C73878"/>
    <w:rsid w:val="00C75235"/>
    <w:rsid w:val="00C752D3"/>
    <w:rsid w:val="00C76BC9"/>
    <w:rsid w:val="00C77787"/>
    <w:rsid w:val="00C8017A"/>
    <w:rsid w:val="00C80B30"/>
    <w:rsid w:val="00C80D0B"/>
    <w:rsid w:val="00C827AC"/>
    <w:rsid w:val="00C869D7"/>
    <w:rsid w:val="00C90D5D"/>
    <w:rsid w:val="00C92224"/>
    <w:rsid w:val="00C94397"/>
    <w:rsid w:val="00C94BE6"/>
    <w:rsid w:val="00C950D6"/>
    <w:rsid w:val="00C96275"/>
    <w:rsid w:val="00C97A4C"/>
    <w:rsid w:val="00CA0629"/>
    <w:rsid w:val="00CA136D"/>
    <w:rsid w:val="00CA2E9B"/>
    <w:rsid w:val="00CA5185"/>
    <w:rsid w:val="00CB1104"/>
    <w:rsid w:val="00CB1D0E"/>
    <w:rsid w:val="00CB2B78"/>
    <w:rsid w:val="00CB2EC9"/>
    <w:rsid w:val="00CB61D2"/>
    <w:rsid w:val="00CC6A4C"/>
    <w:rsid w:val="00CD071A"/>
    <w:rsid w:val="00CD3E5F"/>
    <w:rsid w:val="00CD4C0F"/>
    <w:rsid w:val="00CD57AE"/>
    <w:rsid w:val="00CE13C0"/>
    <w:rsid w:val="00CE197D"/>
    <w:rsid w:val="00CE25CA"/>
    <w:rsid w:val="00CE3B42"/>
    <w:rsid w:val="00CE5193"/>
    <w:rsid w:val="00CE5BC1"/>
    <w:rsid w:val="00CF1E40"/>
    <w:rsid w:val="00CF39EC"/>
    <w:rsid w:val="00CF3CAE"/>
    <w:rsid w:val="00CF6E31"/>
    <w:rsid w:val="00CF7487"/>
    <w:rsid w:val="00CF7F80"/>
    <w:rsid w:val="00D009FB"/>
    <w:rsid w:val="00D02A9D"/>
    <w:rsid w:val="00D02F21"/>
    <w:rsid w:val="00D058BE"/>
    <w:rsid w:val="00D079D1"/>
    <w:rsid w:val="00D07C1E"/>
    <w:rsid w:val="00D109DD"/>
    <w:rsid w:val="00D10D33"/>
    <w:rsid w:val="00D11F87"/>
    <w:rsid w:val="00D12B23"/>
    <w:rsid w:val="00D14EC7"/>
    <w:rsid w:val="00D2243A"/>
    <w:rsid w:val="00D22FD6"/>
    <w:rsid w:val="00D23A70"/>
    <w:rsid w:val="00D2663A"/>
    <w:rsid w:val="00D271C0"/>
    <w:rsid w:val="00D279E9"/>
    <w:rsid w:val="00D3132F"/>
    <w:rsid w:val="00D31CC3"/>
    <w:rsid w:val="00D33DCB"/>
    <w:rsid w:val="00D35C43"/>
    <w:rsid w:val="00D374A8"/>
    <w:rsid w:val="00D41F0A"/>
    <w:rsid w:val="00D44CDE"/>
    <w:rsid w:val="00D44CFC"/>
    <w:rsid w:val="00D47359"/>
    <w:rsid w:val="00D4798A"/>
    <w:rsid w:val="00D52EFE"/>
    <w:rsid w:val="00D5355D"/>
    <w:rsid w:val="00D53EB2"/>
    <w:rsid w:val="00D53F92"/>
    <w:rsid w:val="00D56297"/>
    <w:rsid w:val="00D614DC"/>
    <w:rsid w:val="00D65B03"/>
    <w:rsid w:val="00D66CF4"/>
    <w:rsid w:val="00D67CE4"/>
    <w:rsid w:val="00D70B07"/>
    <w:rsid w:val="00D71C83"/>
    <w:rsid w:val="00D71D99"/>
    <w:rsid w:val="00D72DFA"/>
    <w:rsid w:val="00D75985"/>
    <w:rsid w:val="00D76106"/>
    <w:rsid w:val="00D77F87"/>
    <w:rsid w:val="00D83150"/>
    <w:rsid w:val="00D834C3"/>
    <w:rsid w:val="00D836EC"/>
    <w:rsid w:val="00D83C4D"/>
    <w:rsid w:val="00D8611B"/>
    <w:rsid w:val="00D91E13"/>
    <w:rsid w:val="00D93702"/>
    <w:rsid w:val="00D94664"/>
    <w:rsid w:val="00D94C42"/>
    <w:rsid w:val="00D94E70"/>
    <w:rsid w:val="00DA0503"/>
    <w:rsid w:val="00DA0907"/>
    <w:rsid w:val="00DA099D"/>
    <w:rsid w:val="00DA1995"/>
    <w:rsid w:val="00DA3A40"/>
    <w:rsid w:val="00DA454E"/>
    <w:rsid w:val="00DA557D"/>
    <w:rsid w:val="00DA5ACF"/>
    <w:rsid w:val="00DB08D0"/>
    <w:rsid w:val="00DB19BE"/>
    <w:rsid w:val="00DB343F"/>
    <w:rsid w:val="00DB6BD4"/>
    <w:rsid w:val="00DB73D2"/>
    <w:rsid w:val="00DC0049"/>
    <w:rsid w:val="00DC0ABD"/>
    <w:rsid w:val="00DC10F2"/>
    <w:rsid w:val="00DC196E"/>
    <w:rsid w:val="00DC2FC7"/>
    <w:rsid w:val="00DC40F2"/>
    <w:rsid w:val="00DC658A"/>
    <w:rsid w:val="00DD1190"/>
    <w:rsid w:val="00DD1BB5"/>
    <w:rsid w:val="00DD30FA"/>
    <w:rsid w:val="00DD3C5E"/>
    <w:rsid w:val="00DD4510"/>
    <w:rsid w:val="00DD4F1D"/>
    <w:rsid w:val="00DD70B6"/>
    <w:rsid w:val="00DE04D1"/>
    <w:rsid w:val="00DE26A8"/>
    <w:rsid w:val="00DE63A7"/>
    <w:rsid w:val="00DF000D"/>
    <w:rsid w:val="00DF2440"/>
    <w:rsid w:val="00DF2BA3"/>
    <w:rsid w:val="00DF3AF3"/>
    <w:rsid w:val="00DF570B"/>
    <w:rsid w:val="00DF5B84"/>
    <w:rsid w:val="00DF6186"/>
    <w:rsid w:val="00E015E5"/>
    <w:rsid w:val="00E03987"/>
    <w:rsid w:val="00E05A8D"/>
    <w:rsid w:val="00E0730E"/>
    <w:rsid w:val="00E1172D"/>
    <w:rsid w:val="00E12E59"/>
    <w:rsid w:val="00E15BB9"/>
    <w:rsid w:val="00E1639F"/>
    <w:rsid w:val="00E25725"/>
    <w:rsid w:val="00E25A87"/>
    <w:rsid w:val="00E3097F"/>
    <w:rsid w:val="00E349A0"/>
    <w:rsid w:val="00E3638F"/>
    <w:rsid w:val="00E3736D"/>
    <w:rsid w:val="00E4027B"/>
    <w:rsid w:val="00E428F8"/>
    <w:rsid w:val="00E451F5"/>
    <w:rsid w:val="00E4574E"/>
    <w:rsid w:val="00E46810"/>
    <w:rsid w:val="00E4784D"/>
    <w:rsid w:val="00E51A06"/>
    <w:rsid w:val="00E51AE1"/>
    <w:rsid w:val="00E53F1F"/>
    <w:rsid w:val="00E552B7"/>
    <w:rsid w:val="00E5579C"/>
    <w:rsid w:val="00E56F47"/>
    <w:rsid w:val="00E61A16"/>
    <w:rsid w:val="00E62DF3"/>
    <w:rsid w:val="00E63352"/>
    <w:rsid w:val="00E63DF8"/>
    <w:rsid w:val="00E657F8"/>
    <w:rsid w:val="00E663F2"/>
    <w:rsid w:val="00E66E79"/>
    <w:rsid w:val="00E6752F"/>
    <w:rsid w:val="00E71144"/>
    <w:rsid w:val="00E726BB"/>
    <w:rsid w:val="00E72A81"/>
    <w:rsid w:val="00E81028"/>
    <w:rsid w:val="00E83EB2"/>
    <w:rsid w:val="00E86097"/>
    <w:rsid w:val="00E90691"/>
    <w:rsid w:val="00E90C42"/>
    <w:rsid w:val="00E9171B"/>
    <w:rsid w:val="00E91DA0"/>
    <w:rsid w:val="00E9323F"/>
    <w:rsid w:val="00E94AAE"/>
    <w:rsid w:val="00E94EE5"/>
    <w:rsid w:val="00E95433"/>
    <w:rsid w:val="00E95D44"/>
    <w:rsid w:val="00E96DEC"/>
    <w:rsid w:val="00E97E80"/>
    <w:rsid w:val="00EA044D"/>
    <w:rsid w:val="00EA2D0E"/>
    <w:rsid w:val="00EA5506"/>
    <w:rsid w:val="00EA5F57"/>
    <w:rsid w:val="00EA6649"/>
    <w:rsid w:val="00EA7B88"/>
    <w:rsid w:val="00EB04D9"/>
    <w:rsid w:val="00EB276D"/>
    <w:rsid w:val="00EB3EAC"/>
    <w:rsid w:val="00EB4834"/>
    <w:rsid w:val="00EB5DBE"/>
    <w:rsid w:val="00EB774E"/>
    <w:rsid w:val="00EB7C0C"/>
    <w:rsid w:val="00EC4908"/>
    <w:rsid w:val="00EC52A8"/>
    <w:rsid w:val="00EC6C2F"/>
    <w:rsid w:val="00EC7A62"/>
    <w:rsid w:val="00EC7CE0"/>
    <w:rsid w:val="00EC7F73"/>
    <w:rsid w:val="00ED0FFF"/>
    <w:rsid w:val="00ED2056"/>
    <w:rsid w:val="00ED225F"/>
    <w:rsid w:val="00ED342B"/>
    <w:rsid w:val="00ED357C"/>
    <w:rsid w:val="00ED3B7B"/>
    <w:rsid w:val="00ED3C48"/>
    <w:rsid w:val="00ED4B0C"/>
    <w:rsid w:val="00ED7C95"/>
    <w:rsid w:val="00ED7FBC"/>
    <w:rsid w:val="00EE338C"/>
    <w:rsid w:val="00EE54CE"/>
    <w:rsid w:val="00EE596F"/>
    <w:rsid w:val="00EE5D85"/>
    <w:rsid w:val="00EF0349"/>
    <w:rsid w:val="00EF12FC"/>
    <w:rsid w:val="00EF3ADB"/>
    <w:rsid w:val="00EF3B71"/>
    <w:rsid w:val="00EF46BF"/>
    <w:rsid w:val="00EF6D88"/>
    <w:rsid w:val="00EF6EF9"/>
    <w:rsid w:val="00EF755F"/>
    <w:rsid w:val="00F00385"/>
    <w:rsid w:val="00F015B5"/>
    <w:rsid w:val="00F015C3"/>
    <w:rsid w:val="00F020D9"/>
    <w:rsid w:val="00F02117"/>
    <w:rsid w:val="00F03380"/>
    <w:rsid w:val="00F034C8"/>
    <w:rsid w:val="00F10DF9"/>
    <w:rsid w:val="00F10FFE"/>
    <w:rsid w:val="00F119A0"/>
    <w:rsid w:val="00F11FF1"/>
    <w:rsid w:val="00F122B6"/>
    <w:rsid w:val="00F15B1F"/>
    <w:rsid w:val="00F16A79"/>
    <w:rsid w:val="00F16D07"/>
    <w:rsid w:val="00F2038F"/>
    <w:rsid w:val="00F20D76"/>
    <w:rsid w:val="00F236BD"/>
    <w:rsid w:val="00F244ED"/>
    <w:rsid w:val="00F258BE"/>
    <w:rsid w:val="00F27C83"/>
    <w:rsid w:val="00F27D1F"/>
    <w:rsid w:val="00F27E3C"/>
    <w:rsid w:val="00F30667"/>
    <w:rsid w:val="00F320C3"/>
    <w:rsid w:val="00F327DA"/>
    <w:rsid w:val="00F34AAF"/>
    <w:rsid w:val="00F37249"/>
    <w:rsid w:val="00F37EF9"/>
    <w:rsid w:val="00F41286"/>
    <w:rsid w:val="00F42618"/>
    <w:rsid w:val="00F43759"/>
    <w:rsid w:val="00F43CAB"/>
    <w:rsid w:val="00F43D28"/>
    <w:rsid w:val="00F44C4C"/>
    <w:rsid w:val="00F44DD3"/>
    <w:rsid w:val="00F522C9"/>
    <w:rsid w:val="00F53D34"/>
    <w:rsid w:val="00F554FD"/>
    <w:rsid w:val="00F56690"/>
    <w:rsid w:val="00F64C70"/>
    <w:rsid w:val="00F64F0D"/>
    <w:rsid w:val="00F65F89"/>
    <w:rsid w:val="00F6772C"/>
    <w:rsid w:val="00F70FC3"/>
    <w:rsid w:val="00F71CC6"/>
    <w:rsid w:val="00F74A3D"/>
    <w:rsid w:val="00F75873"/>
    <w:rsid w:val="00F759DD"/>
    <w:rsid w:val="00F77C96"/>
    <w:rsid w:val="00F8004A"/>
    <w:rsid w:val="00F81DCB"/>
    <w:rsid w:val="00F838DD"/>
    <w:rsid w:val="00F8397A"/>
    <w:rsid w:val="00F8582B"/>
    <w:rsid w:val="00F85B32"/>
    <w:rsid w:val="00F85D76"/>
    <w:rsid w:val="00F85F6C"/>
    <w:rsid w:val="00F86F9E"/>
    <w:rsid w:val="00F87F9B"/>
    <w:rsid w:val="00F903A2"/>
    <w:rsid w:val="00F910E9"/>
    <w:rsid w:val="00F9353A"/>
    <w:rsid w:val="00FA05B4"/>
    <w:rsid w:val="00FA0BCE"/>
    <w:rsid w:val="00FA3474"/>
    <w:rsid w:val="00FA4D03"/>
    <w:rsid w:val="00FA6053"/>
    <w:rsid w:val="00FB1579"/>
    <w:rsid w:val="00FB18BC"/>
    <w:rsid w:val="00FB44FD"/>
    <w:rsid w:val="00FB4A33"/>
    <w:rsid w:val="00FC037D"/>
    <w:rsid w:val="00FC0A0D"/>
    <w:rsid w:val="00FC0AC3"/>
    <w:rsid w:val="00FC19DE"/>
    <w:rsid w:val="00FC3807"/>
    <w:rsid w:val="00FC7910"/>
    <w:rsid w:val="00FD0478"/>
    <w:rsid w:val="00FD087A"/>
    <w:rsid w:val="00FD4030"/>
    <w:rsid w:val="00FD4A47"/>
    <w:rsid w:val="00FD4FAA"/>
    <w:rsid w:val="00FD5F38"/>
    <w:rsid w:val="00FE2421"/>
    <w:rsid w:val="00FE25CF"/>
    <w:rsid w:val="00FE39FB"/>
    <w:rsid w:val="00FE412B"/>
    <w:rsid w:val="00FE5D90"/>
    <w:rsid w:val="00FE7197"/>
    <w:rsid w:val="00FE71F4"/>
    <w:rsid w:val="00FE7474"/>
    <w:rsid w:val="00FE7D76"/>
    <w:rsid w:val="00FF0240"/>
    <w:rsid w:val="00FF43ED"/>
    <w:rsid w:val="00FF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fc"/>
    </o:shapedefaults>
    <o:shapelayout v:ext="edit">
      <o:idmap v:ext="edit" data="1"/>
    </o:shapelayout>
  </w:shapeDefaults>
  <w:decimalSymbol w:val=","/>
  <w:listSeparator w:val=";"/>
  <w14:docId w14:val="1A1BF12C"/>
  <w15:docId w15:val="{A2EDF393-2D11-4DD4-99CE-CD779F43F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93731"/>
    <w:rPr>
      <w:rFonts w:ascii="Arial" w:hAnsi="Arial"/>
      <w:szCs w:val="24"/>
    </w:rPr>
  </w:style>
  <w:style w:type="paragraph" w:styleId="Titolo1">
    <w:name w:val="heading 1"/>
    <w:basedOn w:val="Normale"/>
    <w:next w:val="Giustificato"/>
    <w:link w:val="Titolo1Carattere"/>
    <w:qFormat/>
    <w:rsid w:val="00893731"/>
    <w:pPr>
      <w:keepNext/>
      <w:numPr>
        <w:numId w:val="5"/>
      </w:numPr>
      <w:spacing w:before="360" w:after="120"/>
      <w:outlineLvl w:val="0"/>
    </w:pPr>
    <w:rPr>
      <w:rFonts w:ascii="Futura Std Book" w:hAnsi="Futura Std Book" w:cs="Arial"/>
      <w:b/>
      <w:bCs/>
      <w:caps/>
      <w:kern w:val="32"/>
      <w:sz w:val="22"/>
      <w:szCs w:val="32"/>
    </w:rPr>
  </w:style>
  <w:style w:type="paragraph" w:styleId="Titolo2">
    <w:name w:val="heading 2"/>
    <w:basedOn w:val="Titolo1"/>
    <w:next w:val="Giustificato"/>
    <w:link w:val="Titolo2Carattere"/>
    <w:qFormat/>
    <w:rsid w:val="00893731"/>
    <w:pPr>
      <w:numPr>
        <w:ilvl w:val="1"/>
      </w:numPr>
      <w:spacing w:before="240" w:after="60"/>
      <w:outlineLvl w:val="1"/>
    </w:pPr>
    <w:rPr>
      <w:bCs w:val="0"/>
      <w:iCs/>
      <w:caps w:val="0"/>
      <w:sz w:val="20"/>
      <w:szCs w:val="28"/>
    </w:rPr>
  </w:style>
  <w:style w:type="paragraph" w:styleId="Titolo3">
    <w:name w:val="heading 3"/>
    <w:basedOn w:val="Titolo2"/>
    <w:next w:val="Giustificato"/>
    <w:qFormat/>
    <w:rsid w:val="00893731"/>
    <w:pPr>
      <w:numPr>
        <w:ilvl w:val="2"/>
      </w:numPr>
      <w:outlineLvl w:val="2"/>
    </w:pPr>
    <w:rPr>
      <w:bCs/>
      <w:sz w:val="18"/>
      <w:szCs w:val="26"/>
    </w:rPr>
  </w:style>
  <w:style w:type="paragraph" w:styleId="Titolo4">
    <w:name w:val="heading 4"/>
    <w:basedOn w:val="Titolo3"/>
    <w:next w:val="Normale"/>
    <w:qFormat/>
    <w:rsid w:val="00893731"/>
    <w:pPr>
      <w:numPr>
        <w:ilvl w:val="0"/>
        <w:numId w:val="0"/>
      </w:numPr>
      <w:spacing w:before="360" w:after="120" w:line="360" w:lineRule="exact"/>
      <w:jc w:val="both"/>
      <w:outlineLvl w:val="3"/>
    </w:pPr>
    <w:rPr>
      <w:sz w:val="20"/>
    </w:rPr>
  </w:style>
  <w:style w:type="paragraph" w:styleId="Titolo7">
    <w:name w:val="heading 7"/>
    <w:basedOn w:val="Normale"/>
    <w:next w:val="Normale"/>
    <w:qFormat/>
    <w:rsid w:val="00893731"/>
    <w:pPr>
      <w:keepNext/>
      <w:outlineLvl w:val="6"/>
    </w:pPr>
    <w:rPr>
      <w:rFonts w:ascii="Futura Std Book" w:hAnsi="Futura Std Book"/>
      <w:sz w:val="14"/>
    </w:rPr>
  </w:style>
  <w:style w:type="paragraph" w:styleId="Titolo9">
    <w:name w:val="heading 9"/>
    <w:basedOn w:val="Normale"/>
    <w:next w:val="Normale"/>
    <w:link w:val="Titolo9Carattere"/>
    <w:unhideWhenUsed/>
    <w:qFormat/>
    <w:rsid w:val="00DC40F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89373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893731"/>
    <w:pPr>
      <w:tabs>
        <w:tab w:val="center" w:pos="4366"/>
        <w:tab w:val="right" w:pos="9638"/>
      </w:tabs>
    </w:pPr>
    <w:rPr>
      <w:rFonts w:ascii="Futura Std Book" w:hAnsi="Futura Std Book"/>
      <w:spacing w:val="4"/>
      <w:sz w:val="14"/>
    </w:rPr>
  </w:style>
  <w:style w:type="paragraph" w:customStyle="1" w:styleId="caricafirma">
    <w:name w:val="carica firma"/>
    <w:basedOn w:val="Normale"/>
    <w:next w:val="nomefirma"/>
    <w:rsid w:val="00893731"/>
    <w:pPr>
      <w:spacing w:before="840" w:line="360" w:lineRule="exact"/>
      <w:ind w:left="4309"/>
      <w:jc w:val="center"/>
    </w:pPr>
    <w:rPr>
      <w:rFonts w:ascii="Futura Std Book" w:hAnsi="Futura Std Book"/>
      <w:b/>
      <w:sz w:val="18"/>
      <w:szCs w:val="20"/>
    </w:rPr>
  </w:style>
  <w:style w:type="paragraph" w:customStyle="1" w:styleId="nomefirma">
    <w:name w:val="nome firma"/>
    <w:basedOn w:val="Normale"/>
    <w:rsid w:val="00893731"/>
    <w:pPr>
      <w:spacing w:line="360" w:lineRule="exact"/>
      <w:ind w:left="4309"/>
      <w:jc w:val="center"/>
    </w:pPr>
    <w:rPr>
      <w:rFonts w:ascii="Futura Std Book" w:hAnsi="Futura Std Book"/>
      <w:sz w:val="18"/>
      <w:szCs w:val="20"/>
    </w:rPr>
  </w:style>
  <w:style w:type="paragraph" w:customStyle="1" w:styleId="Titololt">
    <w:name w:val="Titolo lt"/>
    <w:basedOn w:val="Normale"/>
    <w:next w:val="Titololtsegue"/>
    <w:rsid w:val="00893731"/>
    <w:pPr>
      <w:keepNext/>
      <w:spacing w:before="240"/>
    </w:pPr>
    <w:rPr>
      <w:rFonts w:ascii="Futura Std Book" w:hAnsi="Futura Std Book"/>
      <w:b/>
      <w:bCs/>
      <w:sz w:val="18"/>
    </w:rPr>
  </w:style>
  <w:style w:type="paragraph" w:customStyle="1" w:styleId="Titololtsegue">
    <w:name w:val="Titolo lt segue"/>
    <w:basedOn w:val="Giustificato"/>
    <w:next w:val="Normalelt"/>
    <w:rsid w:val="00893731"/>
    <w:pPr>
      <w:spacing w:before="0"/>
      <w:jc w:val="left"/>
    </w:pPr>
  </w:style>
  <w:style w:type="paragraph" w:customStyle="1" w:styleId="Giustificato">
    <w:name w:val="Giustificato"/>
    <w:basedOn w:val="Normalelt"/>
    <w:rsid w:val="00893731"/>
    <w:pPr>
      <w:jc w:val="both"/>
    </w:pPr>
  </w:style>
  <w:style w:type="paragraph" w:customStyle="1" w:styleId="Normalelt">
    <w:name w:val="Normale lt"/>
    <w:basedOn w:val="Normale"/>
    <w:rsid w:val="00893731"/>
    <w:pPr>
      <w:spacing w:before="120" w:after="120" w:line="360" w:lineRule="exact"/>
    </w:pPr>
    <w:rPr>
      <w:rFonts w:cs="Arial"/>
    </w:rPr>
  </w:style>
  <w:style w:type="paragraph" w:customStyle="1" w:styleId="Elencolinea">
    <w:name w:val="Elenco linea"/>
    <w:basedOn w:val="Normalelt"/>
    <w:rsid w:val="00893731"/>
    <w:pPr>
      <w:numPr>
        <w:numId w:val="1"/>
      </w:numPr>
      <w:spacing w:before="0" w:after="0"/>
      <w:ind w:left="357" w:hanging="357"/>
    </w:pPr>
  </w:style>
  <w:style w:type="paragraph" w:customStyle="1" w:styleId="Elenconumero">
    <w:name w:val="Elenco numero"/>
    <w:basedOn w:val="Elencolinea"/>
    <w:rsid w:val="00893731"/>
    <w:pPr>
      <w:numPr>
        <w:numId w:val="2"/>
      </w:numPr>
    </w:pPr>
  </w:style>
  <w:style w:type="paragraph" w:customStyle="1" w:styleId="Elencolettera">
    <w:name w:val="Elenco lettera"/>
    <w:basedOn w:val="Elencolinea"/>
    <w:rsid w:val="00893731"/>
    <w:pPr>
      <w:numPr>
        <w:numId w:val="3"/>
      </w:numPr>
      <w:ind w:left="357" w:hanging="357"/>
    </w:pPr>
  </w:style>
  <w:style w:type="paragraph" w:customStyle="1" w:styleId="Oggetto">
    <w:name w:val="Oggetto"/>
    <w:basedOn w:val="Normale"/>
    <w:next w:val="Normalelt"/>
    <w:rsid w:val="00893731"/>
    <w:pPr>
      <w:spacing w:before="480" w:after="480" w:line="320" w:lineRule="exact"/>
      <w:ind w:left="1134" w:hanging="1134"/>
    </w:pPr>
    <w:rPr>
      <w:rFonts w:ascii="Futura Std Book" w:hAnsi="Futura Std Book" w:cs="Arial"/>
      <w:b/>
      <w:bCs/>
      <w:sz w:val="18"/>
      <w:szCs w:val="20"/>
    </w:rPr>
  </w:style>
  <w:style w:type="paragraph" w:customStyle="1" w:styleId="Destinatari">
    <w:name w:val="Destinatari"/>
    <w:basedOn w:val="Normalelt"/>
    <w:rsid w:val="00893731"/>
    <w:pPr>
      <w:numPr>
        <w:numId w:val="4"/>
      </w:numPr>
      <w:tabs>
        <w:tab w:val="clear" w:pos="330"/>
        <w:tab w:val="left" w:pos="4406"/>
      </w:tabs>
      <w:spacing w:before="240" w:after="0" w:line="280" w:lineRule="exact"/>
      <w:ind w:left="4405" w:hanging="323"/>
    </w:pPr>
  </w:style>
  <w:style w:type="paragraph" w:customStyle="1" w:styleId="Protocollo">
    <w:name w:val="Protocollo"/>
    <w:basedOn w:val="Normale"/>
    <w:next w:val="Destinatari"/>
    <w:rsid w:val="00893731"/>
    <w:pPr>
      <w:spacing w:before="600" w:after="480" w:line="360" w:lineRule="auto"/>
      <w:ind w:left="1134" w:hanging="1134"/>
    </w:pPr>
    <w:rPr>
      <w:rFonts w:ascii="Futura Std Book" w:hAnsi="Futura Std Book" w:cs="Arial"/>
      <w:b/>
      <w:bCs/>
      <w:sz w:val="18"/>
      <w:szCs w:val="20"/>
    </w:rPr>
  </w:style>
  <w:style w:type="paragraph" w:styleId="Data">
    <w:name w:val="Date"/>
    <w:basedOn w:val="Normale"/>
    <w:next w:val="Destinatari"/>
    <w:rsid w:val="00893731"/>
    <w:pPr>
      <w:spacing w:before="600" w:after="480" w:line="360" w:lineRule="auto"/>
      <w:ind w:left="510"/>
    </w:pPr>
  </w:style>
  <w:style w:type="paragraph" w:customStyle="1" w:styleId="Regionep1">
    <w:name w:val="Regione p1"/>
    <w:basedOn w:val="Normale"/>
    <w:next w:val="Assesstop1"/>
    <w:rsid w:val="00893731"/>
    <w:pPr>
      <w:spacing w:before="200" w:after="200" w:line="200" w:lineRule="exact"/>
      <w:jc w:val="center"/>
    </w:pPr>
    <w:rPr>
      <w:rFonts w:ascii="Futura Std Book" w:hAnsi="Futura Std Book"/>
      <w:b/>
      <w:caps/>
      <w:sz w:val="17"/>
    </w:rPr>
  </w:style>
  <w:style w:type="paragraph" w:customStyle="1" w:styleId="Assesstop1">
    <w:name w:val="Assessto p1"/>
    <w:basedOn w:val="Regionep1"/>
    <w:next w:val="DGServp1"/>
    <w:rsid w:val="00893731"/>
    <w:pPr>
      <w:spacing w:before="0" w:after="480"/>
      <w:ind w:left="1701" w:right="1701"/>
    </w:pPr>
    <w:rPr>
      <w:b w:val="0"/>
      <w:sz w:val="16"/>
    </w:rPr>
  </w:style>
  <w:style w:type="paragraph" w:customStyle="1" w:styleId="DGServp1">
    <w:name w:val="DG_Serv p1"/>
    <w:basedOn w:val="Normale"/>
    <w:rsid w:val="00893731"/>
    <w:pPr>
      <w:spacing w:after="60" w:line="200" w:lineRule="exact"/>
    </w:pPr>
    <w:rPr>
      <w:rFonts w:ascii="Futura Std Book" w:hAnsi="Futura Std Book"/>
      <w:sz w:val="18"/>
    </w:rPr>
  </w:style>
  <w:style w:type="paragraph" w:customStyle="1" w:styleId="Regionep2">
    <w:name w:val="Regione p2"/>
    <w:basedOn w:val="Regionep1"/>
    <w:next w:val="Assesstop2"/>
    <w:rsid w:val="00893731"/>
    <w:pPr>
      <w:spacing w:before="120" w:after="0"/>
    </w:pPr>
    <w:rPr>
      <w:sz w:val="13"/>
    </w:rPr>
  </w:style>
  <w:style w:type="paragraph" w:customStyle="1" w:styleId="Assesstop2">
    <w:name w:val="Assessto p2"/>
    <w:basedOn w:val="Assesstop1"/>
    <w:next w:val="DGServp2"/>
    <w:rsid w:val="00893731"/>
    <w:pPr>
      <w:spacing w:before="120" w:after="360"/>
      <w:ind w:left="2268" w:right="2268"/>
    </w:pPr>
    <w:rPr>
      <w:bCs/>
      <w:sz w:val="12"/>
    </w:rPr>
  </w:style>
  <w:style w:type="paragraph" w:customStyle="1" w:styleId="DGServp2">
    <w:name w:val="DG_Serv p2"/>
    <w:basedOn w:val="DGServp1"/>
    <w:rsid w:val="00893731"/>
    <w:rPr>
      <w:sz w:val="14"/>
    </w:rPr>
  </w:style>
  <w:style w:type="paragraph" w:customStyle="1" w:styleId="Destinconosc">
    <w:name w:val="Destin conosc"/>
    <w:basedOn w:val="Destinatari"/>
    <w:rsid w:val="00893731"/>
    <w:pPr>
      <w:numPr>
        <w:numId w:val="0"/>
      </w:numPr>
      <w:tabs>
        <w:tab w:val="left" w:pos="4082"/>
      </w:tabs>
      <w:ind w:left="4406" w:hanging="1004"/>
    </w:pPr>
  </w:style>
  <w:style w:type="paragraph" w:customStyle="1" w:styleId="Allegati">
    <w:name w:val="Allegati"/>
    <w:basedOn w:val="Normale"/>
    <w:next w:val="Elenconumero"/>
    <w:rsid w:val="00893731"/>
    <w:pPr>
      <w:spacing w:before="720" w:after="60"/>
    </w:pPr>
    <w:rPr>
      <w:rFonts w:cs="Arial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893731"/>
    <w:pPr>
      <w:tabs>
        <w:tab w:val="left" w:pos="284"/>
      </w:tabs>
      <w:spacing w:before="60"/>
      <w:ind w:left="284" w:hanging="284"/>
      <w:jc w:val="both"/>
    </w:pPr>
    <w:rPr>
      <w:sz w:val="14"/>
      <w:szCs w:val="20"/>
    </w:rPr>
  </w:style>
  <w:style w:type="paragraph" w:customStyle="1" w:styleId="respons">
    <w:name w:val="respons"/>
    <w:basedOn w:val="nomefirma"/>
    <w:next w:val="responsnome"/>
    <w:rsid w:val="00893731"/>
    <w:pPr>
      <w:spacing w:before="840" w:line="240" w:lineRule="auto"/>
      <w:ind w:left="0"/>
      <w:jc w:val="left"/>
    </w:pPr>
    <w:rPr>
      <w:sz w:val="14"/>
    </w:rPr>
  </w:style>
  <w:style w:type="paragraph" w:customStyle="1" w:styleId="responsnome">
    <w:name w:val="respons_nome"/>
    <w:basedOn w:val="nomefirma"/>
    <w:next w:val="Allegati"/>
    <w:rsid w:val="00893731"/>
    <w:pPr>
      <w:spacing w:line="240" w:lineRule="auto"/>
      <w:ind w:left="0"/>
      <w:jc w:val="left"/>
    </w:pPr>
    <w:rPr>
      <w:sz w:val="14"/>
    </w:rPr>
  </w:style>
  <w:style w:type="character" w:styleId="Rimandonotaapidipagina">
    <w:name w:val="footnote reference"/>
    <w:aliases w:val="Footnote symbol,Nota a piè di pagina"/>
    <w:basedOn w:val="Carpredefinitoparagrafo"/>
    <w:rsid w:val="00893731"/>
    <w:rPr>
      <w:rFonts w:ascii="Arial" w:hAnsi="Arial"/>
      <w:sz w:val="16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rsid w:val="00893731"/>
    <w:rPr>
      <w:rFonts w:ascii="Tahoma" w:hAnsi="Tahoma" w:cs="Tahoma"/>
      <w:sz w:val="16"/>
      <w:szCs w:val="16"/>
    </w:rPr>
  </w:style>
  <w:style w:type="paragraph" w:customStyle="1" w:styleId="Posizionearchivio">
    <w:name w:val="Posizione archivio"/>
    <w:basedOn w:val="Protocollo"/>
    <w:rsid w:val="00893731"/>
    <w:pPr>
      <w:ind w:left="0" w:firstLine="0"/>
    </w:pPr>
    <w:rPr>
      <w:b w:val="0"/>
      <w:bCs w:val="0"/>
    </w:rPr>
  </w:style>
  <w:style w:type="character" w:styleId="Enfasigrassetto">
    <w:name w:val="Strong"/>
    <w:basedOn w:val="Carpredefinitoparagrafo"/>
    <w:uiPriority w:val="22"/>
    <w:qFormat/>
    <w:rsid w:val="00893731"/>
    <w:rPr>
      <w:b/>
      <w:bCs/>
    </w:rPr>
  </w:style>
  <w:style w:type="character" w:styleId="Collegamentoipertestuale">
    <w:name w:val="Hyperlink"/>
    <w:basedOn w:val="Carpredefinitoparagrafo"/>
    <w:uiPriority w:val="99"/>
    <w:rsid w:val="00893731"/>
    <w:rPr>
      <w:color w:val="0000FF"/>
      <w:u w:val="single"/>
    </w:rPr>
  </w:style>
  <w:style w:type="paragraph" w:customStyle="1" w:styleId="titolodeterminaz">
    <w:name w:val="titolodeterminaz"/>
    <w:basedOn w:val="Normale"/>
    <w:rsid w:val="00893731"/>
    <w:pPr>
      <w:shd w:val="clear" w:color="auto" w:fill="FFFFFF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normaledeterm">
    <w:name w:val="normaledeterm"/>
    <w:basedOn w:val="Normale"/>
    <w:rsid w:val="00893731"/>
    <w:pPr>
      <w:shd w:val="clear" w:color="auto" w:fill="FFFFFF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visto">
    <w:name w:val="visto"/>
    <w:basedOn w:val="Normale"/>
    <w:rsid w:val="00893731"/>
    <w:pPr>
      <w:spacing w:after="240" w:line="360" w:lineRule="exact"/>
      <w:ind w:left="1701" w:hanging="1701"/>
      <w:jc w:val="both"/>
    </w:pPr>
    <w:rPr>
      <w:szCs w:val="20"/>
    </w:rPr>
  </w:style>
  <w:style w:type="paragraph" w:customStyle="1" w:styleId="titolodeterminaz0">
    <w:name w:val="titolo determinaz"/>
    <w:basedOn w:val="Normale"/>
    <w:next w:val="Normale"/>
    <w:rsid w:val="00893731"/>
    <w:pPr>
      <w:spacing w:before="480" w:after="480" w:line="360" w:lineRule="exact"/>
      <w:jc w:val="center"/>
    </w:pPr>
    <w:rPr>
      <w:rFonts w:ascii="Futura Std Book" w:hAnsi="Futura Std Book"/>
      <w:b/>
      <w:sz w:val="18"/>
      <w:szCs w:val="20"/>
    </w:rPr>
  </w:style>
  <w:style w:type="paragraph" w:customStyle="1" w:styleId="Normaledeterm0">
    <w:name w:val="Normale determ"/>
    <w:basedOn w:val="Normale"/>
    <w:link w:val="NormaledetermCarattere1"/>
    <w:rsid w:val="00893731"/>
    <w:pPr>
      <w:spacing w:after="240" w:line="360" w:lineRule="exact"/>
      <w:jc w:val="both"/>
    </w:pPr>
    <w:rPr>
      <w:bCs/>
      <w:szCs w:val="20"/>
    </w:rPr>
  </w:style>
  <w:style w:type="character" w:customStyle="1" w:styleId="NormaleltCarattere">
    <w:name w:val="Normale lt Carattere"/>
    <w:basedOn w:val="Carpredefinitoparagrafo"/>
    <w:rsid w:val="00893731"/>
    <w:rPr>
      <w:rFonts w:ascii="Arial" w:hAnsi="Arial" w:cs="Arial"/>
      <w:szCs w:val="24"/>
      <w:lang w:val="it-IT" w:eastAsia="it-IT" w:bidi="ar-SA"/>
    </w:rPr>
  </w:style>
  <w:style w:type="character" w:customStyle="1" w:styleId="NormaledetermCarattere">
    <w:name w:val="Normale determ Carattere"/>
    <w:basedOn w:val="Carpredefinitoparagrafo"/>
    <w:rsid w:val="00893731"/>
    <w:rPr>
      <w:rFonts w:ascii="Arial" w:hAnsi="Arial"/>
      <w:bCs/>
      <w:lang w:val="it-IT" w:eastAsia="it-IT" w:bidi="ar-SA"/>
    </w:rPr>
  </w:style>
  <w:style w:type="paragraph" w:customStyle="1" w:styleId="Bulltab">
    <w:name w:val="Bulltab"/>
    <w:basedOn w:val="Normale"/>
    <w:rsid w:val="00893731"/>
    <w:pPr>
      <w:widowControl w:val="0"/>
      <w:tabs>
        <w:tab w:val="num" w:pos="360"/>
      </w:tabs>
      <w:spacing w:after="120"/>
      <w:ind w:left="357" w:hanging="357"/>
      <w:jc w:val="both"/>
    </w:pPr>
    <w:rPr>
      <w:sz w:val="24"/>
      <w:szCs w:val="20"/>
    </w:rPr>
  </w:style>
  <w:style w:type="paragraph" w:customStyle="1" w:styleId="TitoloTabella">
    <w:name w:val="Titolo Tabella"/>
    <w:basedOn w:val="Normale"/>
    <w:next w:val="Normale"/>
    <w:rsid w:val="00893731"/>
    <w:pPr>
      <w:tabs>
        <w:tab w:val="left" w:pos="851"/>
      </w:tabs>
      <w:spacing w:before="360" w:after="120"/>
      <w:ind w:left="851" w:hanging="851"/>
    </w:pPr>
    <w:rPr>
      <w:rFonts w:ascii="Futura Std Book" w:hAnsi="Futura Std Book"/>
      <w:sz w:val="18"/>
    </w:rPr>
  </w:style>
  <w:style w:type="paragraph" w:customStyle="1" w:styleId="TitoloCopertina">
    <w:name w:val="Titolo Copertina"/>
    <w:next w:val="SottotitoloCopertina"/>
    <w:rsid w:val="00893731"/>
    <w:pPr>
      <w:spacing w:before="4080" w:line="360" w:lineRule="exact"/>
    </w:pPr>
    <w:rPr>
      <w:rFonts w:ascii="Futura Std Book" w:hAnsi="Futura Std Book"/>
      <w:b/>
      <w:caps/>
      <w:color w:val="FF0000"/>
      <w:sz w:val="30"/>
    </w:rPr>
  </w:style>
  <w:style w:type="paragraph" w:customStyle="1" w:styleId="SottotitoloCopertina">
    <w:name w:val="Sottotitolo Copertina"/>
    <w:basedOn w:val="TitoloCopertina"/>
    <w:next w:val="Normale"/>
    <w:rsid w:val="00893731"/>
    <w:pPr>
      <w:spacing w:before="0" w:after="360"/>
    </w:pPr>
    <w:rPr>
      <w:color w:val="auto"/>
      <w:sz w:val="26"/>
    </w:rPr>
  </w:style>
  <w:style w:type="paragraph" w:customStyle="1" w:styleId="TestoTabella">
    <w:name w:val="Testo Tabella"/>
    <w:basedOn w:val="Normale"/>
    <w:autoRedefine/>
    <w:rsid w:val="00893731"/>
    <w:pPr>
      <w:overflowPunct w:val="0"/>
      <w:autoSpaceDE w:val="0"/>
      <w:autoSpaceDN w:val="0"/>
      <w:adjustRightInd w:val="0"/>
      <w:jc w:val="right"/>
      <w:textAlignment w:val="baseline"/>
    </w:pPr>
    <w:rPr>
      <w:rFonts w:cs="Arial"/>
      <w:sz w:val="16"/>
      <w:szCs w:val="20"/>
    </w:rPr>
  </w:style>
  <w:style w:type="paragraph" w:customStyle="1" w:styleId="Fonte">
    <w:name w:val="Fonte"/>
    <w:basedOn w:val="TitoloTabella"/>
    <w:next w:val="Normale"/>
    <w:rsid w:val="00893731"/>
    <w:pPr>
      <w:tabs>
        <w:tab w:val="clear" w:pos="851"/>
        <w:tab w:val="left" w:pos="454"/>
      </w:tabs>
      <w:spacing w:before="60" w:after="0"/>
      <w:ind w:left="454" w:hanging="454"/>
      <w:jc w:val="both"/>
    </w:pPr>
    <w:rPr>
      <w:sz w:val="12"/>
    </w:rPr>
  </w:style>
  <w:style w:type="paragraph" w:customStyle="1" w:styleId="Normspazioprima">
    <w:name w:val="Norm spazio prima"/>
    <w:basedOn w:val="Normale"/>
    <w:next w:val="Normale"/>
    <w:rsid w:val="00893731"/>
    <w:pPr>
      <w:spacing w:before="360" w:after="120" w:line="360" w:lineRule="exact"/>
      <w:jc w:val="both"/>
    </w:pPr>
  </w:style>
  <w:style w:type="paragraph" w:styleId="Sommario1">
    <w:name w:val="toc 1"/>
    <w:basedOn w:val="Normale"/>
    <w:next w:val="Normale"/>
    <w:autoRedefine/>
    <w:semiHidden/>
    <w:rsid w:val="00893731"/>
    <w:pPr>
      <w:tabs>
        <w:tab w:val="left" w:pos="720"/>
        <w:tab w:val="right" w:pos="8505"/>
      </w:tabs>
      <w:spacing w:before="720" w:line="240" w:lineRule="exact"/>
      <w:ind w:left="720" w:hanging="720"/>
      <w:jc w:val="both"/>
    </w:pPr>
    <w:rPr>
      <w:rFonts w:ascii="Futura Std Book" w:hAnsi="Futura Std Book"/>
      <w:caps/>
      <w:noProof/>
      <w:sz w:val="24"/>
      <w:lang w:val="en-GB"/>
    </w:rPr>
  </w:style>
  <w:style w:type="paragraph" w:styleId="Sommario2">
    <w:name w:val="toc 2"/>
    <w:basedOn w:val="Normale"/>
    <w:next w:val="Normale"/>
    <w:autoRedefine/>
    <w:semiHidden/>
    <w:rsid w:val="00893731"/>
    <w:pPr>
      <w:tabs>
        <w:tab w:val="left" w:pos="720"/>
        <w:tab w:val="right" w:pos="8505"/>
      </w:tabs>
      <w:spacing w:before="180" w:line="240" w:lineRule="exact"/>
      <w:ind w:left="720" w:hanging="720"/>
      <w:jc w:val="both"/>
    </w:pPr>
    <w:rPr>
      <w:rFonts w:ascii="Futura Std Book" w:hAnsi="Futura Std Book"/>
      <w:noProof/>
      <w:sz w:val="24"/>
      <w:szCs w:val="22"/>
    </w:rPr>
  </w:style>
  <w:style w:type="paragraph" w:styleId="Sommario3">
    <w:name w:val="toc 3"/>
    <w:basedOn w:val="Normale"/>
    <w:next w:val="Normale"/>
    <w:autoRedefine/>
    <w:semiHidden/>
    <w:rsid w:val="00893731"/>
    <w:pPr>
      <w:tabs>
        <w:tab w:val="left" w:pos="720"/>
        <w:tab w:val="right" w:pos="8505"/>
      </w:tabs>
      <w:spacing w:before="180" w:line="240" w:lineRule="exact"/>
      <w:ind w:left="720" w:hanging="720"/>
      <w:jc w:val="both"/>
    </w:pPr>
    <w:rPr>
      <w:rFonts w:ascii="Futura Std Book" w:hAnsi="Futura Std Book"/>
      <w:noProof/>
      <w:sz w:val="22"/>
      <w:szCs w:val="20"/>
    </w:rPr>
  </w:style>
  <w:style w:type="paragraph" w:styleId="Sommario4">
    <w:name w:val="toc 4"/>
    <w:basedOn w:val="Normale"/>
    <w:next w:val="Normale"/>
    <w:autoRedefine/>
    <w:semiHidden/>
    <w:rsid w:val="00893731"/>
    <w:pPr>
      <w:tabs>
        <w:tab w:val="right" w:pos="8505"/>
      </w:tabs>
      <w:spacing w:before="60" w:after="60" w:line="240" w:lineRule="exact"/>
      <w:ind w:left="720"/>
      <w:jc w:val="both"/>
    </w:pPr>
    <w:rPr>
      <w:sz w:val="18"/>
    </w:rPr>
  </w:style>
  <w:style w:type="paragraph" w:customStyle="1" w:styleId="Indice">
    <w:name w:val="Indice"/>
    <w:basedOn w:val="Normale"/>
    <w:rsid w:val="00893731"/>
    <w:pPr>
      <w:spacing w:before="120" w:after="120" w:line="360" w:lineRule="exact"/>
      <w:jc w:val="center"/>
    </w:pPr>
    <w:rPr>
      <w:rFonts w:ascii="Futura Std Book" w:hAnsi="Futura Std Book"/>
      <w:sz w:val="26"/>
    </w:rPr>
  </w:style>
  <w:style w:type="paragraph" w:styleId="NormaleWeb">
    <w:name w:val="Normal (Web)"/>
    <w:basedOn w:val="Normale"/>
    <w:uiPriority w:val="99"/>
    <w:rsid w:val="0089373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Corpodeltesto3">
    <w:name w:val="Body Text 3"/>
    <w:basedOn w:val="Normale"/>
    <w:link w:val="Corpodeltesto3Carattere"/>
    <w:uiPriority w:val="99"/>
    <w:rsid w:val="00893731"/>
    <w:pPr>
      <w:jc w:val="both"/>
    </w:pPr>
    <w:rPr>
      <w:rFonts w:ascii="Times New Roman" w:hAnsi="Times New Roman"/>
      <w:sz w:val="28"/>
      <w:szCs w:val="20"/>
    </w:rPr>
  </w:style>
  <w:style w:type="paragraph" w:customStyle="1" w:styleId="ABLOCKPARA">
    <w:name w:val="A BLOCK PARA"/>
    <w:basedOn w:val="Normale"/>
    <w:rsid w:val="00893731"/>
    <w:rPr>
      <w:rFonts w:ascii="Book Antiqua" w:hAnsi="Book Antiqua"/>
      <w:sz w:val="22"/>
      <w:szCs w:val="20"/>
    </w:rPr>
  </w:style>
  <w:style w:type="paragraph" w:styleId="Rientrocorpodeltesto">
    <w:name w:val="Body Text Indent"/>
    <w:basedOn w:val="Normale"/>
    <w:rsid w:val="00893731"/>
    <w:pPr>
      <w:spacing w:before="120" w:after="120" w:line="360" w:lineRule="exact"/>
      <w:ind w:left="283"/>
      <w:jc w:val="both"/>
    </w:pPr>
  </w:style>
  <w:style w:type="paragraph" w:customStyle="1" w:styleId="Default">
    <w:name w:val="Default"/>
    <w:rsid w:val="0089373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ltesto2">
    <w:name w:val="Body Text 2"/>
    <w:basedOn w:val="Normale"/>
    <w:rsid w:val="00893731"/>
    <w:pPr>
      <w:spacing w:before="120" w:after="120" w:line="480" w:lineRule="auto"/>
      <w:jc w:val="both"/>
    </w:pPr>
  </w:style>
  <w:style w:type="paragraph" w:styleId="Rientrocorpodeltesto2">
    <w:name w:val="Body Text Indent 2"/>
    <w:basedOn w:val="Normale"/>
    <w:rsid w:val="00893731"/>
    <w:pPr>
      <w:spacing w:before="120" w:after="120" w:line="480" w:lineRule="auto"/>
      <w:ind w:left="283"/>
      <w:jc w:val="both"/>
    </w:pPr>
  </w:style>
  <w:style w:type="paragraph" w:styleId="Rientrocorpodeltesto3">
    <w:name w:val="Body Text Indent 3"/>
    <w:basedOn w:val="Normale"/>
    <w:rsid w:val="00893731"/>
    <w:pPr>
      <w:spacing w:before="120" w:after="120" w:line="360" w:lineRule="exact"/>
      <w:ind w:left="283"/>
      <w:jc w:val="both"/>
    </w:pPr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893731"/>
    <w:rPr>
      <w:szCs w:val="20"/>
    </w:rPr>
  </w:style>
  <w:style w:type="paragraph" w:styleId="Soggettocommento">
    <w:name w:val="annotation subject"/>
    <w:basedOn w:val="Testocommento"/>
    <w:next w:val="Testocommento"/>
    <w:semiHidden/>
    <w:rsid w:val="00893731"/>
    <w:rPr>
      <w:rFonts w:ascii="Times New Roman" w:hAnsi="Times New Roman"/>
      <w:b/>
      <w:bCs/>
    </w:rPr>
  </w:style>
  <w:style w:type="paragraph" w:styleId="Puntoelenco">
    <w:name w:val="List Bullet"/>
    <w:basedOn w:val="Elenco"/>
    <w:autoRedefine/>
    <w:rsid w:val="00893731"/>
    <w:pPr>
      <w:numPr>
        <w:numId w:val="6"/>
      </w:numPr>
      <w:tabs>
        <w:tab w:val="clear" w:pos="360"/>
      </w:tabs>
      <w:spacing w:before="0" w:after="220" w:line="220" w:lineRule="atLeast"/>
      <w:ind w:left="1800" w:right="720"/>
      <w:jc w:val="left"/>
    </w:pPr>
    <w:rPr>
      <w:rFonts w:ascii="Times New Roman" w:hAnsi="Times New Roman"/>
      <w:szCs w:val="20"/>
      <w:lang w:val="en-US" w:eastAsia="en-US"/>
    </w:rPr>
  </w:style>
  <w:style w:type="paragraph" w:styleId="Elenco">
    <w:name w:val="List"/>
    <w:basedOn w:val="Normale"/>
    <w:rsid w:val="00893731"/>
    <w:pPr>
      <w:spacing w:before="120" w:after="120" w:line="360" w:lineRule="exact"/>
      <w:ind w:left="283" w:hanging="283"/>
      <w:jc w:val="both"/>
    </w:pPr>
  </w:style>
  <w:style w:type="paragraph" w:customStyle="1" w:styleId="NormaleBandi">
    <w:name w:val="Normale Bandi"/>
    <w:basedOn w:val="Normale"/>
    <w:rsid w:val="00893731"/>
    <w:pPr>
      <w:numPr>
        <w:numId w:val="7"/>
      </w:numPr>
      <w:spacing w:after="120"/>
      <w:jc w:val="both"/>
    </w:pPr>
    <w:rPr>
      <w:rFonts w:ascii="Tahoma" w:hAnsi="Tahoma" w:cs="Tahoma"/>
      <w:sz w:val="22"/>
      <w:szCs w:val="22"/>
    </w:rPr>
  </w:style>
  <w:style w:type="paragraph" w:styleId="Corpotesto">
    <w:name w:val="Body Text"/>
    <w:basedOn w:val="Normale"/>
    <w:rsid w:val="00893731"/>
    <w:pPr>
      <w:spacing w:line="360" w:lineRule="exact"/>
      <w:jc w:val="both"/>
    </w:pPr>
    <w:rPr>
      <w:rFonts w:cs="Arial"/>
      <w:color w:val="00000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6E1E"/>
    <w:rPr>
      <w:rFonts w:ascii="Arial" w:hAnsi="Arial"/>
      <w:szCs w:val="24"/>
      <w:lang w:val="it-IT" w:eastAsia="it-IT" w:bidi="ar-SA"/>
    </w:rPr>
  </w:style>
  <w:style w:type="character" w:customStyle="1" w:styleId="CarattereCarattere1">
    <w:name w:val="Carattere Carattere1"/>
    <w:basedOn w:val="Carpredefinitoparagrafo"/>
    <w:semiHidden/>
    <w:rsid w:val="00536300"/>
  </w:style>
  <w:style w:type="character" w:customStyle="1" w:styleId="Titolo1Carattere">
    <w:name w:val="Titolo 1 Carattere"/>
    <w:basedOn w:val="Carpredefinitoparagrafo"/>
    <w:link w:val="Titolo1"/>
    <w:rsid w:val="001E2D66"/>
    <w:rPr>
      <w:rFonts w:ascii="Futura Std Book" w:hAnsi="Futura Std Book" w:cs="Arial"/>
      <w:b/>
      <w:bCs/>
      <w:caps/>
      <w:kern w:val="32"/>
      <w:sz w:val="22"/>
      <w:szCs w:val="32"/>
    </w:rPr>
  </w:style>
  <w:style w:type="character" w:customStyle="1" w:styleId="Titolo2Carattere">
    <w:name w:val="Titolo 2 Carattere"/>
    <w:basedOn w:val="Titolo1Carattere"/>
    <w:link w:val="Titolo2"/>
    <w:rsid w:val="001E2D66"/>
    <w:rPr>
      <w:rFonts w:ascii="Futura Std Book" w:hAnsi="Futura Std Book" w:cs="Arial"/>
      <w:b/>
      <w:bCs/>
      <w:iCs/>
      <w:caps/>
      <w:kern w:val="32"/>
      <w:sz w:val="22"/>
      <w:szCs w:val="28"/>
    </w:rPr>
  </w:style>
  <w:style w:type="character" w:customStyle="1" w:styleId="ff2fc0fs10">
    <w:name w:val="ff2 fc0 fs10"/>
    <w:basedOn w:val="Carpredefinitoparagrafo"/>
    <w:rsid w:val="004B273D"/>
  </w:style>
  <w:style w:type="character" w:styleId="Enfasicorsivo">
    <w:name w:val="Emphasis"/>
    <w:basedOn w:val="Carpredefinitoparagrafo"/>
    <w:uiPriority w:val="20"/>
    <w:qFormat/>
    <w:rsid w:val="0071721C"/>
    <w:rPr>
      <w:i/>
      <w:iCs/>
    </w:rPr>
  </w:style>
  <w:style w:type="character" w:customStyle="1" w:styleId="Titolo9Carattere">
    <w:name w:val="Titolo 9 Carattere"/>
    <w:basedOn w:val="Carpredefinitoparagrafo"/>
    <w:link w:val="Titolo9"/>
    <w:rsid w:val="00DC40F2"/>
    <w:rPr>
      <w:rFonts w:ascii="Cambria" w:eastAsia="Times New Roman" w:hAnsi="Cambria" w:cs="Times New Roman"/>
      <w:sz w:val="22"/>
      <w:szCs w:val="22"/>
    </w:rPr>
  </w:style>
  <w:style w:type="character" w:customStyle="1" w:styleId="titoloparagrafo">
    <w:name w:val="titoloparagrafo"/>
    <w:basedOn w:val="Carpredefinitoparagrafo"/>
    <w:rsid w:val="00CD071A"/>
  </w:style>
  <w:style w:type="character" w:customStyle="1" w:styleId="NormaledetermCarattere1">
    <w:name w:val="Normale determ Carattere1"/>
    <w:basedOn w:val="Carpredefinitoparagrafo"/>
    <w:link w:val="Normaledeterm0"/>
    <w:locked/>
    <w:rsid w:val="000D1C70"/>
    <w:rPr>
      <w:rFonts w:ascii="Arial" w:hAnsi="Arial"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036"/>
    <w:rPr>
      <w:rFonts w:ascii="Futura Std Book" w:hAnsi="Futura Std Book"/>
      <w:spacing w:val="4"/>
      <w:sz w:val="14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1A25AE"/>
    <w:rPr>
      <w:sz w:val="28"/>
    </w:rPr>
  </w:style>
  <w:style w:type="table" w:styleId="Grigliatabella">
    <w:name w:val="Table Grid"/>
    <w:basedOn w:val="Tabellanormale"/>
    <w:uiPriority w:val="59"/>
    <w:rsid w:val="000E029F"/>
    <w:pPr>
      <w:widowControl w:val="0"/>
      <w:autoSpaceDE w:val="0"/>
      <w:autoSpaceDN w:val="0"/>
      <w:adjustRightInd w:val="0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basedOn w:val="Carpredefinitoparagrafo"/>
    <w:rsid w:val="001F07B1"/>
  </w:style>
  <w:style w:type="paragraph" w:styleId="Paragrafoelenco">
    <w:name w:val="List Paragraph"/>
    <w:basedOn w:val="Normale"/>
    <w:uiPriority w:val="34"/>
    <w:qFormat/>
    <w:rsid w:val="00131A31"/>
    <w:pPr>
      <w:ind w:left="720"/>
    </w:pPr>
    <w:rPr>
      <w:rFonts w:ascii="Times New Roman" w:hAnsi="Times New Roman"/>
      <w:sz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DB08D0"/>
    <w:rPr>
      <w:rFonts w:ascii="Arial" w:hAnsi="Arial"/>
      <w:sz w:val="14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DB08D0"/>
    <w:pPr>
      <w:jc w:val="both"/>
    </w:pPr>
    <w:rPr>
      <w:szCs w:val="20"/>
      <w:lang w:val="en-GB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DB08D0"/>
    <w:rPr>
      <w:rFonts w:ascii="Arial" w:hAnsi="Arial"/>
      <w:lang w:val="en-GB"/>
    </w:rPr>
  </w:style>
  <w:style w:type="character" w:styleId="Rimandonotadichiusura">
    <w:name w:val="endnote reference"/>
    <w:basedOn w:val="Carpredefinitoparagrafo"/>
    <w:uiPriority w:val="99"/>
    <w:unhideWhenUsed/>
    <w:rsid w:val="00DB08D0"/>
    <w:rPr>
      <w:vertAlign w:val="superscript"/>
    </w:rPr>
  </w:style>
  <w:style w:type="paragraph" w:styleId="Mappadocumento">
    <w:name w:val="Document Map"/>
    <w:basedOn w:val="Normale"/>
    <w:link w:val="MappadocumentoCarattere"/>
    <w:rsid w:val="00B442E4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B442E4"/>
    <w:rPr>
      <w:rFonts w:ascii="Tahoma" w:hAnsi="Tahoma" w:cs="Tahoma"/>
      <w:sz w:val="16"/>
      <w:szCs w:val="16"/>
    </w:rPr>
  </w:style>
  <w:style w:type="character" w:customStyle="1" w:styleId="title12s1">
    <w:name w:val="title12s1"/>
    <w:basedOn w:val="Carpredefinitoparagrafo"/>
    <w:rsid w:val="00223162"/>
    <w:rPr>
      <w:sz w:val="30"/>
      <w:szCs w:val="3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1A29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Normale"/>
    <w:link w:val="SottotitoloCarattere"/>
    <w:qFormat/>
    <w:rsid w:val="001A73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SottotitoloCarattere">
    <w:name w:val="Sottotitolo Carattere"/>
    <w:basedOn w:val="Carpredefinitoparagrafo"/>
    <w:link w:val="Sottotitolo"/>
    <w:rsid w:val="001A73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F122B6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BA3B1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6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8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23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4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8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20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0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882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31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251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50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1383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5119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0580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303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677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4705534">
                                                                      <w:marLeft w:val="75"/>
                                                                      <w:marRight w:val="75"/>
                                                                      <w:marTop w:val="75"/>
                                                                      <w:marBottom w:val="75"/>
                                                                      <w:divBdr>
                                                                        <w:top w:val="single" w:sz="2" w:space="0" w:color="B7B7B7"/>
                                                                        <w:left w:val="single" w:sz="2" w:space="0" w:color="B7B7B7"/>
                                                                        <w:bottom w:val="single" w:sz="2" w:space="0" w:color="B7B7B7"/>
                                                                        <w:right w:val="single" w:sz="2" w:space="0" w:color="B7B7B7"/>
                                                                      </w:divBdr>
                                                                      <w:divsChild>
                                                                        <w:div w:id="21230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1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0114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4108000">
                                                                                  <w:blockQuote w:val="1"/>
                                                                                  <w:marLeft w:val="720"/>
                                                                                  <w:marRight w:val="720"/>
                                                                                  <w:marTop w:val="100"/>
                                                                                  <w:marBottom w:val="1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7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03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6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2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09070">
          <w:marLeft w:val="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5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chele.Sau\Desktop\lettera_nuov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5267C-604F-4DDB-BEE1-9CD164237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lettera_nuova.dot</Template>
  <TotalTime>370</TotalTime>
  <Pages>4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</vt:lpstr>
    </vt:vector>
  </TitlesOfParts>
  <Company/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</dc:title>
  <dc:creator>michele.sau</dc:creator>
  <cp:lastModifiedBy>francacaria@tiscali.it</cp:lastModifiedBy>
  <cp:revision>91</cp:revision>
  <cp:lastPrinted>2019-02-01T11:30:00Z</cp:lastPrinted>
  <dcterms:created xsi:type="dcterms:W3CDTF">2020-08-10T18:16:00Z</dcterms:created>
  <dcterms:modified xsi:type="dcterms:W3CDTF">2021-05-13T07:22:00Z</dcterms:modified>
</cp:coreProperties>
</file>